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3CE97" w14:textId="1DEA786E" w:rsidR="00224DC8" w:rsidRPr="00595E0E" w:rsidRDefault="002F0C4A" w:rsidP="002F0C4A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22"/>
          <w:szCs w:val="22"/>
        </w:rPr>
      </w:pPr>
      <w:r w:rsidRPr="00595E0E">
        <w:rPr>
          <w:rFonts w:cs="Arial"/>
          <w:bCs/>
          <w:sz w:val="22"/>
          <w:szCs w:val="22"/>
        </w:rPr>
        <w:t xml:space="preserve">Toruń, </w:t>
      </w:r>
      <w:r w:rsidR="00224DC8" w:rsidRPr="00595E0E">
        <w:rPr>
          <w:rFonts w:cs="Arial"/>
          <w:b/>
          <w:bCs/>
          <w:sz w:val="22"/>
          <w:szCs w:val="22"/>
        </w:rPr>
        <w:t>..…………</w:t>
      </w:r>
    </w:p>
    <w:p w14:paraId="1FF958F0" w14:textId="4D8E6216" w:rsidR="00224DC8" w:rsidRDefault="00224DC8" w:rsidP="002F0C4A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12"/>
          <w:szCs w:val="12"/>
        </w:rPr>
      </w:pPr>
      <w:r w:rsidRPr="00CD7E0C">
        <w:rPr>
          <w:rFonts w:cs="Arial"/>
          <w:b/>
          <w:bCs/>
          <w:sz w:val="12"/>
          <w:szCs w:val="12"/>
        </w:rPr>
        <w:t>(miejscowość i data)</w:t>
      </w:r>
    </w:p>
    <w:p w14:paraId="44A471D3" w14:textId="1D66B118" w:rsidR="00DA122E" w:rsidRPr="00CD7E0C" w:rsidRDefault="00DA122E" w:rsidP="00DA122E">
      <w:pPr>
        <w:pStyle w:val="NormalnyWeb"/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3BD5C01C" w14:textId="31C3FE0A" w:rsidR="00224DC8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  <w:b/>
          <w:bCs/>
          <w:sz w:val="28"/>
          <w:szCs w:val="28"/>
        </w:rPr>
      </w:pPr>
      <w:r w:rsidRPr="00BE4A0F">
        <w:rPr>
          <w:rFonts w:cs="Arial"/>
          <w:b/>
          <w:bCs/>
          <w:sz w:val="28"/>
          <w:szCs w:val="28"/>
        </w:rPr>
        <w:t xml:space="preserve">PROTOKÓŁ </w:t>
      </w:r>
      <w:r>
        <w:rPr>
          <w:rFonts w:cs="Arial"/>
          <w:b/>
          <w:bCs/>
          <w:sz w:val="28"/>
          <w:szCs w:val="28"/>
        </w:rPr>
        <w:t>nr 1 /……………………*</w:t>
      </w:r>
    </w:p>
    <w:p w14:paraId="46F587CB" w14:textId="77777777" w:rsidR="00DA122E" w:rsidRDefault="00DA122E" w:rsidP="002F0C4A">
      <w:pPr>
        <w:pStyle w:val="NormalnyWeb"/>
        <w:spacing w:before="0" w:beforeAutospacing="0" w:after="0" w:afterAutospacing="0"/>
        <w:jc w:val="center"/>
        <w:rPr>
          <w:rFonts w:cs="Arial"/>
        </w:rPr>
      </w:pPr>
    </w:p>
    <w:p w14:paraId="1237D29C" w14:textId="77777777" w:rsidR="00224DC8" w:rsidRPr="00CC3273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  <w:b/>
          <w:sz w:val="24"/>
          <w:szCs w:val="24"/>
        </w:rPr>
      </w:pPr>
      <w:r w:rsidRPr="00CC3273">
        <w:rPr>
          <w:rFonts w:cs="Arial"/>
          <w:b/>
          <w:sz w:val="24"/>
          <w:szCs w:val="24"/>
        </w:rPr>
        <w:t>Przekazanie terenu budowy</w:t>
      </w:r>
    </w:p>
    <w:p w14:paraId="12688E1B" w14:textId="77777777" w:rsidR="00595E0E" w:rsidRDefault="00595E0E" w:rsidP="002F0C4A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1833884E" w14:textId="006DE14A" w:rsidR="002F0C4A" w:rsidRDefault="00224DC8" w:rsidP="002F0C4A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Numer umowy</w:t>
      </w:r>
      <w:r w:rsidR="00054E38">
        <w:rPr>
          <w:rFonts w:cs="Arial"/>
          <w:sz w:val="20"/>
          <w:szCs w:val="20"/>
          <w:u w:val="single"/>
        </w:rPr>
        <w:t>:</w:t>
      </w:r>
      <w:r w:rsidR="002F0C4A">
        <w:rPr>
          <w:rFonts w:cs="Arial"/>
          <w:sz w:val="20"/>
          <w:szCs w:val="20"/>
          <w:u w:val="single"/>
        </w:rPr>
        <w:tab/>
      </w:r>
      <w:r w:rsidR="002F0C4A">
        <w:rPr>
          <w:rFonts w:cs="Arial"/>
          <w:sz w:val="20"/>
          <w:szCs w:val="20"/>
          <w:u w:val="single"/>
        </w:rPr>
        <w:tab/>
      </w:r>
    </w:p>
    <w:p w14:paraId="229AF492" w14:textId="77777777" w:rsidR="00595E0E" w:rsidRDefault="00595E0E" w:rsidP="002F0C4A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31457DF9" w14:textId="3FD67D8A" w:rsidR="00224DC8" w:rsidRDefault="00224DC8" w:rsidP="002F0C4A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 w:rsidRPr="00AD42DF">
        <w:rPr>
          <w:rFonts w:cs="Arial"/>
          <w:sz w:val="20"/>
          <w:szCs w:val="20"/>
          <w:u w:val="single"/>
        </w:rPr>
        <w:t>Nazwa wykonawcy:</w:t>
      </w:r>
      <w:r w:rsidR="002F0C4A">
        <w:rPr>
          <w:rFonts w:cs="Arial"/>
          <w:sz w:val="20"/>
          <w:szCs w:val="20"/>
          <w:u w:val="single"/>
        </w:rPr>
        <w:tab/>
      </w:r>
    </w:p>
    <w:p w14:paraId="4F2473A0" w14:textId="77777777" w:rsidR="00595E0E" w:rsidRDefault="00595E0E" w:rsidP="002F0C4A">
      <w:pPr>
        <w:jc w:val="both"/>
        <w:rPr>
          <w:rFonts w:cs="Arial"/>
          <w:sz w:val="20"/>
          <w:szCs w:val="20"/>
          <w:u w:val="single"/>
        </w:rPr>
      </w:pPr>
    </w:p>
    <w:p w14:paraId="51FE7D44" w14:textId="2F5E4908" w:rsidR="00224DC8" w:rsidRPr="003322AD" w:rsidRDefault="00224DC8" w:rsidP="002F0C4A">
      <w:pPr>
        <w:jc w:val="both"/>
        <w:rPr>
          <w:rFonts w:cs="Arial"/>
          <w:b/>
          <w:sz w:val="20"/>
          <w:szCs w:val="20"/>
        </w:rPr>
      </w:pPr>
      <w:r w:rsidRPr="003322AD">
        <w:rPr>
          <w:rFonts w:cs="Arial"/>
          <w:sz w:val="20"/>
          <w:szCs w:val="20"/>
          <w:u w:val="single"/>
        </w:rPr>
        <w:t>Zadanie:</w:t>
      </w:r>
      <w:r w:rsidR="002F0C4A">
        <w:rPr>
          <w:rFonts w:cs="Arial"/>
          <w:sz w:val="20"/>
          <w:szCs w:val="20"/>
          <w:u w:val="single"/>
        </w:rPr>
        <w:tab/>
      </w:r>
      <w:r w:rsidR="002F0C4A">
        <w:rPr>
          <w:rFonts w:cs="Arial"/>
          <w:sz w:val="20"/>
          <w:szCs w:val="20"/>
          <w:u w:val="single"/>
        </w:rPr>
        <w:tab/>
      </w:r>
    </w:p>
    <w:p w14:paraId="073C6B0D" w14:textId="77777777" w:rsidR="00595E0E" w:rsidRDefault="00595E0E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2B18824E" w14:textId="1F9A8DBE" w:rsidR="00224DC8" w:rsidRPr="003322AD" w:rsidRDefault="00224DC8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 xml:space="preserve">W dniu </w:t>
      </w:r>
      <w:r w:rsidRPr="003322AD">
        <w:rPr>
          <w:rFonts w:cs="Arial"/>
          <w:b/>
          <w:sz w:val="20"/>
          <w:szCs w:val="20"/>
        </w:rPr>
        <w:t>………………..</w:t>
      </w:r>
      <w:r w:rsidRPr="003322AD">
        <w:rPr>
          <w:rFonts w:cs="Arial"/>
          <w:sz w:val="20"/>
          <w:szCs w:val="20"/>
        </w:rPr>
        <w:t xml:space="preserve"> w sprawie przekazania terenu w rejonie ul. ……………………… w ………………………., działka(-i) nr: ………………………………………………..</w:t>
      </w:r>
    </w:p>
    <w:p w14:paraId="664BB3B0" w14:textId="77777777" w:rsidR="00224DC8" w:rsidRPr="003322AD" w:rsidRDefault="00224DC8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 xml:space="preserve">Przekazujący teren zezwala na czasowe zajęcie terenu w celu umożliwienia wykonania przez Wykonawcę działającego z ramienia ………………… przedmiotowego odcinka sieci ciepłowniczej. </w:t>
      </w:r>
    </w:p>
    <w:p w14:paraId="0139607A" w14:textId="77777777" w:rsidR="00224DC8" w:rsidRPr="003322AD" w:rsidRDefault="00224DC8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Rozpoczęcie robót nastąpi: ………………………………………………………..</w:t>
      </w:r>
    </w:p>
    <w:p w14:paraId="1136CD43" w14:textId="77777777" w:rsidR="00224DC8" w:rsidRPr="003322AD" w:rsidRDefault="00224DC8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Przewidywany termin zakończenia robót: …………………………………………….</w:t>
      </w:r>
    </w:p>
    <w:p w14:paraId="7E6D4BDE" w14:textId="72C0E8C2" w:rsidR="00224DC8" w:rsidRPr="003322AD" w:rsidRDefault="00224DC8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Osobą odpowiedzialną za zabezpieczenie terenu objętego robotami będzie:</w:t>
      </w:r>
      <w:r w:rsidR="0012198A">
        <w:rPr>
          <w:rFonts w:cs="Arial"/>
          <w:sz w:val="20"/>
          <w:szCs w:val="20"/>
        </w:rPr>
        <w:t xml:space="preserve"> </w:t>
      </w:r>
      <w:r w:rsidRPr="003322AD">
        <w:rPr>
          <w:rFonts w:cs="Arial"/>
          <w:sz w:val="20"/>
          <w:szCs w:val="20"/>
        </w:rPr>
        <w:t>…………………………</w:t>
      </w:r>
    </w:p>
    <w:p w14:paraId="420488C2" w14:textId="77777777" w:rsidR="00224DC8" w:rsidRPr="003322AD" w:rsidRDefault="00224DC8" w:rsidP="002F0C4A">
      <w:pPr>
        <w:pStyle w:val="NormalnyWeb"/>
        <w:spacing w:before="0" w:beforeAutospacing="0" w:after="0" w:afterAutospacing="0"/>
        <w:jc w:val="both"/>
        <w:rPr>
          <w:rFonts w:cs="Arial"/>
          <w:b/>
          <w:sz w:val="20"/>
          <w:szCs w:val="20"/>
        </w:rPr>
      </w:pPr>
      <w:r w:rsidRPr="003322AD">
        <w:rPr>
          <w:rFonts w:cs="Arial"/>
          <w:b/>
          <w:sz w:val="20"/>
          <w:szCs w:val="20"/>
        </w:rPr>
        <w:t>Po zakończeniu robót teren zostanie doprowadzony do stanu pierwotnego.</w:t>
      </w:r>
    </w:p>
    <w:p w14:paraId="7585CA88" w14:textId="77777777" w:rsidR="002F0C4A" w:rsidRDefault="00224DC8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 xml:space="preserve">Uwagi: </w:t>
      </w:r>
    </w:p>
    <w:p w14:paraId="687273D6" w14:textId="77777777" w:rsidR="002F0C4A" w:rsidRDefault="002F0C4A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4ED31190" w14:textId="77777777" w:rsidR="002F0C4A" w:rsidRDefault="002F0C4A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3289511C" w14:textId="77777777" w:rsidR="002F0C4A" w:rsidRDefault="002F0C4A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7840778E" w14:textId="77777777" w:rsidR="002F0C4A" w:rsidRDefault="002F0C4A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63A250B6" w14:textId="77777777" w:rsidR="002F0C4A" w:rsidRDefault="002F0C4A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1A0FF7AD" w14:textId="77777777" w:rsidR="002F0C4A" w:rsidRDefault="002F0C4A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41249B53" w14:textId="77777777" w:rsidR="002F0C4A" w:rsidRDefault="002F0C4A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1642DD15" w14:textId="1A2466B9" w:rsidR="002F0C4A" w:rsidRDefault="002F0C4A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01858687" w14:textId="0CC25DF3" w:rsidR="002F0C4A" w:rsidRDefault="002F0C4A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179AE6E8" w14:textId="698BF1AE" w:rsidR="002F0C4A" w:rsidRDefault="002F0C4A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38C388A9" w14:textId="73C465BA" w:rsidR="002F0C4A" w:rsidRDefault="002F0C4A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507F7D5E" w14:textId="02B71C8D" w:rsidR="002F0C4A" w:rsidRDefault="002F0C4A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30D6DE45" w14:textId="1A400BE0" w:rsidR="002F0C4A" w:rsidRDefault="002F0C4A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26144727" w14:textId="264BFADB" w:rsidR="002F0C4A" w:rsidRDefault="002F0C4A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42FF5B82" w14:textId="04FDF7E5" w:rsidR="00224DC8" w:rsidRDefault="00224DC8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1E1BB747" w14:textId="247F2229" w:rsidR="002F0C4A" w:rsidRDefault="002F0C4A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3C4E4FAB" w14:textId="70673FDF" w:rsidR="002F0C4A" w:rsidRDefault="002F0C4A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440A40E0" w14:textId="7EF09701" w:rsidR="002F0C4A" w:rsidRDefault="002F0C4A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6EDDF473" w14:textId="0FBE88B8" w:rsidR="002F0C4A" w:rsidRDefault="002F0C4A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1B8FB9B6" w14:textId="77777777" w:rsidR="002F0C4A" w:rsidRPr="003322AD" w:rsidRDefault="002F0C4A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94"/>
        <w:gridCol w:w="6368"/>
      </w:tblGrid>
      <w:tr w:rsidR="00224DC8" w:rsidRPr="003322AD" w14:paraId="266A3CA6" w14:textId="77777777" w:rsidTr="002F0C4A">
        <w:trPr>
          <w:trHeight w:val="855"/>
        </w:trPr>
        <w:tc>
          <w:tcPr>
            <w:tcW w:w="2694" w:type="dxa"/>
          </w:tcPr>
          <w:p w14:paraId="59666CAE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WŁAŚCICIELA TERENU</w:t>
            </w:r>
            <w:r w:rsidRPr="003322AD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6368" w:type="dxa"/>
            <w:tcBorders>
              <w:bottom w:val="single" w:sz="4" w:space="0" w:color="auto"/>
            </w:tcBorders>
          </w:tcPr>
          <w:p w14:paraId="496442FA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2F0C4A" w14:paraId="2D2122FC" w14:textId="77777777" w:rsidTr="002F0C4A">
        <w:trPr>
          <w:trHeight w:val="97"/>
        </w:trPr>
        <w:tc>
          <w:tcPr>
            <w:tcW w:w="2694" w:type="dxa"/>
          </w:tcPr>
          <w:p w14:paraId="54A57F40" w14:textId="77777777" w:rsidR="00224DC8" w:rsidRPr="002F0C4A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8" w:type="dxa"/>
            <w:tcBorders>
              <w:top w:val="single" w:sz="4" w:space="0" w:color="auto"/>
            </w:tcBorders>
          </w:tcPr>
          <w:p w14:paraId="6C0F9702" w14:textId="77777777" w:rsidR="00224DC8" w:rsidRPr="002F0C4A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2F0C4A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  <w:tr w:rsidR="00224DC8" w:rsidRPr="003322AD" w14:paraId="44C8AFC2" w14:textId="77777777" w:rsidTr="002F0C4A">
        <w:trPr>
          <w:trHeight w:val="885"/>
        </w:trPr>
        <w:tc>
          <w:tcPr>
            <w:tcW w:w="2694" w:type="dxa"/>
          </w:tcPr>
          <w:p w14:paraId="6B47EFBE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ZAMAWIAJĄCEGO:</w:t>
            </w:r>
          </w:p>
        </w:tc>
        <w:tc>
          <w:tcPr>
            <w:tcW w:w="6368" w:type="dxa"/>
            <w:tcBorders>
              <w:bottom w:val="single" w:sz="4" w:space="0" w:color="auto"/>
            </w:tcBorders>
          </w:tcPr>
          <w:p w14:paraId="41C52FD4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2F0C4A" w14:paraId="78340732" w14:textId="77777777" w:rsidTr="002F0C4A">
        <w:trPr>
          <w:trHeight w:val="118"/>
        </w:trPr>
        <w:tc>
          <w:tcPr>
            <w:tcW w:w="2694" w:type="dxa"/>
          </w:tcPr>
          <w:p w14:paraId="620B73DA" w14:textId="77777777" w:rsidR="00224DC8" w:rsidRPr="002F0C4A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8" w:type="dxa"/>
            <w:tcBorders>
              <w:top w:val="single" w:sz="4" w:space="0" w:color="auto"/>
            </w:tcBorders>
          </w:tcPr>
          <w:p w14:paraId="6C684BE2" w14:textId="77777777" w:rsidR="00224DC8" w:rsidRPr="002F0C4A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2F0C4A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  <w:tr w:rsidR="00224DC8" w:rsidRPr="003322AD" w14:paraId="68733240" w14:textId="77777777" w:rsidTr="002F0C4A">
        <w:trPr>
          <w:trHeight w:val="833"/>
        </w:trPr>
        <w:tc>
          <w:tcPr>
            <w:tcW w:w="2694" w:type="dxa"/>
          </w:tcPr>
          <w:p w14:paraId="7F051128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WYKONAWCY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6368" w:type="dxa"/>
            <w:tcBorders>
              <w:bottom w:val="single" w:sz="4" w:space="0" w:color="auto"/>
            </w:tcBorders>
          </w:tcPr>
          <w:p w14:paraId="00701F73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2F0C4A" w14:paraId="58FACB15" w14:textId="77777777" w:rsidTr="002F0C4A">
        <w:trPr>
          <w:trHeight w:val="225"/>
        </w:trPr>
        <w:tc>
          <w:tcPr>
            <w:tcW w:w="2694" w:type="dxa"/>
            <w:vAlign w:val="center"/>
          </w:tcPr>
          <w:p w14:paraId="265BB94A" w14:textId="77777777" w:rsidR="00224DC8" w:rsidRPr="002F0C4A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68" w:type="dxa"/>
            <w:tcBorders>
              <w:top w:val="single" w:sz="4" w:space="0" w:color="auto"/>
            </w:tcBorders>
          </w:tcPr>
          <w:p w14:paraId="27E00A60" w14:textId="77777777" w:rsidR="00224DC8" w:rsidRPr="002F0C4A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2F0C4A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</w:tbl>
    <w:p w14:paraId="284DC60A" w14:textId="77777777" w:rsidR="00224DC8" w:rsidRPr="002F0C4A" w:rsidRDefault="00224DC8" w:rsidP="002F0C4A">
      <w:pPr>
        <w:rPr>
          <w:rFonts w:cs="Arial"/>
          <w:sz w:val="14"/>
          <w:szCs w:val="14"/>
        </w:rPr>
      </w:pPr>
    </w:p>
    <w:p w14:paraId="4AB32634" w14:textId="77777777" w:rsidR="00224DC8" w:rsidRPr="002F0C4A" w:rsidRDefault="00224DC8" w:rsidP="002F0C4A">
      <w:pPr>
        <w:rPr>
          <w:rFonts w:cs="Arial"/>
          <w:sz w:val="14"/>
          <w:szCs w:val="14"/>
        </w:rPr>
      </w:pPr>
      <w:r w:rsidRPr="002F0C4A">
        <w:rPr>
          <w:rFonts w:cs="Arial"/>
          <w:sz w:val="14"/>
          <w:szCs w:val="14"/>
        </w:rPr>
        <w:t xml:space="preserve">Protokół wykonano w </w:t>
      </w:r>
      <w:r w:rsidRPr="002F0C4A">
        <w:rPr>
          <w:rFonts w:cs="Arial"/>
          <w:b/>
          <w:sz w:val="14"/>
          <w:szCs w:val="14"/>
        </w:rPr>
        <w:t>4</w:t>
      </w:r>
      <w:r w:rsidRPr="002F0C4A">
        <w:rPr>
          <w:rFonts w:cs="Arial"/>
          <w:sz w:val="14"/>
          <w:szCs w:val="14"/>
        </w:rPr>
        <w:t xml:space="preserve"> egzemplarzach, w tym otrzymują:</w:t>
      </w:r>
    </w:p>
    <w:p w14:paraId="4683586C" w14:textId="4A4F6495" w:rsidR="00224DC8" w:rsidRPr="002F0C4A" w:rsidRDefault="00224DC8" w:rsidP="002F0C4A">
      <w:pPr>
        <w:rPr>
          <w:rFonts w:cs="Arial"/>
          <w:sz w:val="14"/>
          <w:szCs w:val="14"/>
        </w:rPr>
      </w:pPr>
      <w:r w:rsidRPr="002F0C4A">
        <w:rPr>
          <w:rFonts w:cs="Arial"/>
          <w:sz w:val="14"/>
          <w:szCs w:val="14"/>
        </w:rPr>
        <w:t>Zamawiający</w:t>
      </w:r>
      <w:r w:rsidRPr="002F0C4A">
        <w:rPr>
          <w:rFonts w:cs="Arial"/>
          <w:sz w:val="14"/>
          <w:szCs w:val="14"/>
        </w:rPr>
        <w:tab/>
      </w:r>
      <w:r w:rsidRPr="002F0C4A">
        <w:rPr>
          <w:rFonts w:cs="Arial"/>
          <w:sz w:val="14"/>
          <w:szCs w:val="14"/>
        </w:rPr>
        <w:sym w:font="Wingdings" w:char="F0FE"/>
      </w:r>
      <w:r w:rsidRPr="002F0C4A">
        <w:rPr>
          <w:rFonts w:cs="Arial"/>
          <w:sz w:val="14"/>
          <w:szCs w:val="14"/>
        </w:rPr>
        <w:tab/>
        <w:t>2 egz.</w:t>
      </w:r>
      <w:r w:rsidRPr="002F0C4A">
        <w:rPr>
          <w:rFonts w:cs="Arial"/>
          <w:sz w:val="14"/>
          <w:szCs w:val="14"/>
        </w:rPr>
        <w:tab/>
      </w:r>
      <w:r w:rsidRPr="002F0C4A">
        <w:rPr>
          <w:rFonts w:cs="Arial"/>
          <w:sz w:val="14"/>
          <w:szCs w:val="14"/>
        </w:rPr>
        <w:tab/>
        <w:t>Właściciel terenu</w:t>
      </w:r>
      <w:r w:rsidRPr="002F0C4A">
        <w:rPr>
          <w:rFonts w:cs="Arial"/>
          <w:sz w:val="14"/>
          <w:szCs w:val="14"/>
        </w:rPr>
        <w:tab/>
      </w:r>
      <w:r w:rsidRPr="002F0C4A">
        <w:rPr>
          <w:rFonts w:cs="Arial"/>
          <w:sz w:val="14"/>
          <w:szCs w:val="14"/>
        </w:rPr>
        <w:sym w:font="Wingdings" w:char="F0FE"/>
      </w:r>
      <w:r w:rsidRPr="002F0C4A">
        <w:rPr>
          <w:rFonts w:cs="Arial"/>
          <w:sz w:val="14"/>
          <w:szCs w:val="14"/>
        </w:rPr>
        <w:tab/>
        <w:t>1 egz.</w:t>
      </w:r>
      <w:r w:rsidR="002F0C4A" w:rsidRPr="002F0C4A">
        <w:rPr>
          <w:rFonts w:cs="Arial"/>
          <w:sz w:val="14"/>
          <w:szCs w:val="14"/>
        </w:rPr>
        <w:t xml:space="preserve"> </w:t>
      </w:r>
      <w:r w:rsidRPr="002F0C4A">
        <w:rPr>
          <w:rFonts w:cs="Arial"/>
          <w:sz w:val="14"/>
          <w:szCs w:val="14"/>
        </w:rPr>
        <w:t>Wykonawca</w:t>
      </w:r>
      <w:r w:rsidRPr="002F0C4A">
        <w:rPr>
          <w:rFonts w:cs="Arial"/>
          <w:sz w:val="14"/>
          <w:szCs w:val="14"/>
        </w:rPr>
        <w:tab/>
      </w:r>
      <w:r w:rsidRPr="002F0C4A">
        <w:rPr>
          <w:rFonts w:cs="Arial"/>
          <w:sz w:val="14"/>
          <w:szCs w:val="14"/>
        </w:rPr>
        <w:sym w:font="Wingdings" w:char="F0FE"/>
      </w:r>
      <w:r w:rsidRPr="002F0C4A">
        <w:rPr>
          <w:rFonts w:cs="Arial"/>
          <w:sz w:val="14"/>
          <w:szCs w:val="14"/>
        </w:rPr>
        <w:tab/>
        <w:t>1 egz.</w:t>
      </w:r>
    </w:p>
    <w:p w14:paraId="37E40EF0" w14:textId="77777777" w:rsidR="00224DC8" w:rsidRPr="002F0C4A" w:rsidRDefault="00224DC8" w:rsidP="002F0C4A">
      <w:pPr>
        <w:rPr>
          <w:rFonts w:cs="Arial"/>
          <w:sz w:val="14"/>
          <w:szCs w:val="14"/>
        </w:rPr>
      </w:pPr>
    </w:p>
    <w:p w14:paraId="431DCFA6" w14:textId="77777777" w:rsidR="00224DC8" w:rsidRPr="002F0C4A" w:rsidRDefault="00224DC8" w:rsidP="002F0C4A">
      <w:pPr>
        <w:rPr>
          <w:rFonts w:cs="Arial"/>
          <w:sz w:val="14"/>
          <w:szCs w:val="14"/>
          <w:u w:val="single"/>
        </w:rPr>
      </w:pPr>
      <w:r w:rsidRPr="002F0C4A">
        <w:rPr>
          <w:rFonts w:cs="Arial"/>
          <w:sz w:val="14"/>
          <w:szCs w:val="14"/>
          <w:u w:val="single"/>
        </w:rPr>
        <w:t xml:space="preserve">W załączeniu: </w:t>
      </w:r>
    </w:p>
    <w:p w14:paraId="69B3F190" w14:textId="504F7737" w:rsidR="00224DC8" w:rsidRPr="002F0C4A" w:rsidRDefault="00224DC8" w:rsidP="002F0C4A">
      <w:pPr>
        <w:rPr>
          <w:rFonts w:cs="Arial"/>
          <w:sz w:val="14"/>
          <w:szCs w:val="14"/>
        </w:rPr>
      </w:pPr>
      <w:r w:rsidRPr="002F0C4A">
        <w:rPr>
          <w:rFonts w:cs="Arial"/>
          <w:sz w:val="14"/>
          <w:szCs w:val="14"/>
        </w:rPr>
        <w:t>Dokumentacja fotograficzna przekazanego terenu w wersji elektronicznej</w:t>
      </w:r>
    </w:p>
    <w:p w14:paraId="73FD883A" w14:textId="77777777" w:rsidR="00DA122E" w:rsidRPr="00595E0E" w:rsidRDefault="00224DC8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22"/>
          <w:szCs w:val="22"/>
        </w:rPr>
      </w:pPr>
      <w:r>
        <w:br w:type="column"/>
      </w:r>
      <w:r w:rsidR="00DA122E" w:rsidRPr="00595E0E">
        <w:rPr>
          <w:rFonts w:cs="Arial"/>
          <w:bCs/>
          <w:sz w:val="22"/>
          <w:szCs w:val="22"/>
        </w:rPr>
        <w:lastRenderedPageBreak/>
        <w:t xml:space="preserve">Toruń, </w:t>
      </w:r>
      <w:r w:rsidR="00DA122E" w:rsidRPr="00595E0E">
        <w:rPr>
          <w:rFonts w:cs="Arial"/>
          <w:b/>
          <w:bCs/>
          <w:sz w:val="22"/>
          <w:szCs w:val="22"/>
        </w:rPr>
        <w:t>..…………</w:t>
      </w:r>
    </w:p>
    <w:p w14:paraId="606013E0" w14:textId="77777777" w:rsidR="00DA122E" w:rsidRPr="00CD7E0C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12"/>
          <w:szCs w:val="12"/>
        </w:rPr>
      </w:pPr>
      <w:r w:rsidRPr="00CD7E0C">
        <w:rPr>
          <w:rFonts w:cs="Arial"/>
          <w:b/>
          <w:bCs/>
          <w:sz w:val="12"/>
          <w:szCs w:val="12"/>
        </w:rPr>
        <w:t>(miejscowość i data)</w:t>
      </w:r>
    </w:p>
    <w:p w14:paraId="5366108A" w14:textId="77777777" w:rsidR="00224DC8" w:rsidRDefault="00224DC8" w:rsidP="002F0C4A">
      <w:pPr>
        <w:pStyle w:val="NormalnyWeb"/>
        <w:spacing w:before="0" w:beforeAutospacing="0" w:after="0" w:afterAutospacing="0"/>
        <w:jc w:val="center"/>
      </w:pPr>
    </w:p>
    <w:p w14:paraId="668C8C13" w14:textId="28976763" w:rsidR="00224DC8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</w:rPr>
      </w:pPr>
      <w:r w:rsidRPr="00BE4A0F">
        <w:rPr>
          <w:rFonts w:cs="Arial"/>
          <w:b/>
          <w:bCs/>
          <w:sz w:val="28"/>
          <w:szCs w:val="28"/>
        </w:rPr>
        <w:t xml:space="preserve">PROTOKÓŁ </w:t>
      </w:r>
      <w:r>
        <w:rPr>
          <w:rFonts w:cs="Arial"/>
          <w:b/>
          <w:bCs/>
          <w:sz w:val="28"/>
          <w:szCs w:val="28"/>
        </w:rPr>
        <w:t>nr 2 /…………………….*</w:t>
      </w:r>
    </w:p>
    <w:p w14:paraId="38E6B1A9" w14:textId="77777777" w:rsidR="00224DC8" w:rsidRPr="00CC3273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  <w:b/>
          <w:sz w:val="24"/>
          <w:szCs w:val="24"/>
        </w:rPr>
      </w:pPr>
      <w:r w:rsidRPr="00CC3273">
        <w:rPr>
          <w:rFonts w:cs="Arial"/>
          <w:b/>
          <w:sz w:val="24"/>
          <w:szCs w:val="24"/>
        </w:rPr>
        <w:t>Odbiór materiałów budowlanych</w:t>
      </w:r>
    </w:p>
    <w:p w14:paraId="5D1AEFB3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6D6A893B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Numer umowy: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2B1F8928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73DD8C95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 w:rsidRPr="00AD42DF">
        <w:rPr>
          <w:rFonts w:cs="Arial"/>
          <w:sz w:val="20"/>
          <w:szCs w:val="20"/>
          <w:u w:val="single"/>
        </w:rPr>
        <w:t>Nazwa wykonawcy:</w:t>
      </w:r>
      <w:r>
        <w:rPr>
          <w:rFonts w:cs="Arial"/>
          <w:sz w:val="20"/>
          <w:szCs w:val="20"/>
          <w:u w:val="single"/>
        </w:rPr>
        <w:tab/>
      </w:r>
    </w:p>
    <w:p w14:paraId="15673428" w14:textId="77777777" w:rsidR="00DA122E" w:rsidRDefault="00DA122E" w:rsidP="00DA122E">
      <w:pPr>
        <w:jc w:val="both"/>
        <w:rPr>
          <w:rFonts w:cs="Arial"/>
          <w:sz w:val="20"/>
          <w:szCs w:val="20"/>
          <w:u w:val="single"/>
        </w:rPr>
      </w:pPr>
    </w:p>
    <w:p w14:paraId="3348981B" w14:textId="77777777" w:rsidR="00DA122E" w:rsidRPr="003322AD" w:rsidRDefault="00DA122E" w:rsidP="00DA122E">
      <w:pPr>
        <w:jc w:val="both"/>
        <w:rPr>
          <w:rFonts w:cs="Arial"/>
          <w:b/>
          <w:sz w:val="20"/>
          <w:szCs w:val="20"/>
        </w:rPr>
      </w:pPr>
      <w:r w:rsidRPr="003322AD">
        <w:rPr>
          <w:rFonts w:cs="Arial"/>
          <w:sz w:val="20"/>
          <w:szCs w:val="20"/>
          <w:u w:val="single"/>
        </w:rPr>
        <w:t>Zadanie: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030018C8" w14:textId="77777777" w:rsidR="00DA122E" w:rsidRDefault="00DA122E" w:rsidP="00DA122E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3AA327B5" w14:textId="3B474A28" w:rsidR="00224DC8" w:rsidRPr="003322AD" w:rsidRDefault="00224DC8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 xml:space="preserve">W dniu </w:t>
      </w:r>
      <w:r w:rsidRPr="003322AD">
        <w:rPr>
          <w:rFonts w:cs="Arial"/>
          <w:b/>
          <w:sz w:val="20"/>
          <w:szCs w:val="20"/>
        </w:rPr>
        <w:t>………………..</w:t>
      </w:r>
      <w:r w:rsidRPr="003322AD">
        <w:rPr>
          <w:rFonts w:cs="Arial"/>
          <w:sz w:val="20"/>
          <w:szCs w:val="20"/>
        </w:rPr>
        <w:t xml:space="preserve"> dokonano sprawdzenia atestu producenta</w:t>
      </w:r>
      <w:r>
        <w:rPr>
          <w:rFonts w:cs="Arial"/>
          <w:sz w:val="20"/>
          <w:szCs w:val="20"/>
        </w:rPr>
        <w:t>*</w:t>
      </w:r>
      <w:r w:rsidRPr="003322AD">
        <w:rPr>
          <w:rFonts w:cs="Arial"/>
          <w:sz w:val="20"/>
          <w:szCs w:val="20"/>
        </w:rPr>
        <w:t>, głównych wymiarów</w:t>
      </w:r>
      <w:r>
        <w:rPr>
          <w:rFonts w:cs="Arial"/>
          <w:sz w:val="20"/>
          <w:szCs w:val="20"/>
        </w:rPr>
        <w:t>*</w:t>
      </w:r>
      <w:r w:rsidRPr="003322AD">
        <w:rPr>
          <w:rFonts w:cs="Arial"/>
          <w:sz w:val="20"/>
          <w:szCs w:val="20"/>
        </w:rPr>
        <w:t>, stanu powierzchni rur osłonowych</w:t>
      </w:r>
      <w:r>
        <w:rPr>
          <w:rFonts w:cs="Arial"/>
          <w:sz w:val="20"/>
          <w:szCs w:val="20"/>
        </w:rPr>
        <w:t>*</w:t>
      </w:r>
      <w:r w:rsidRPr="003322AD">
        <w:rPr>
          <w:rFonts w:cs="Arial"/>
          <w:sz w:val="20"/>
          <w:szCs w:val="20"/>
        </w:rPr>
        <w:t>, długości nieizolowanych końcówek rur przewodowych pozostawionych do spawania</w:t>
      </w:r>
      <w:r>
        <w:rPr>
          <w:rFonts w:cs="Arial"/>
          <w:sz w:val="20"/>
          <w:szCs w:val="20"/>
        </w:rPr>
        <w:t>*</w:t>
      </w:r>
      <w:r w:rsidRPr="003322AD">
        <w:rPr>
          <w:rFonts w:cs="Arial"/>
          <w:sz w:val="20"/>
          <w:szCs w:val="20"/>
        </w:rPr>
        <w:t>, drożności rur przewodowych</w:t>
      </w:r>
      <w:r>
        <w:rPr>
          <w:rFonts w:cs="Arial"/>
          <w:sz w:val="20"/>
          <w:szCs w:val="20"/>
        </w:rPr>
        <w:t>*</w:t>
      </w:r>
      <w:r w:rsidRPr="003322AD">
        <w:rPr>
          <w:rFonts w:cs="Arial"/>
          <w:sz w:val="20"/>
          <w:szCs w:val="20"/>
        </w:rPr>
        <w:t xml:space="preserve"> oraz zabezpieczenia antykor</w:t>
      </w:r>
      <w:r>
        <w:rPr>
          <w:rFonts w:cs="Arial"/>
          <w:sz w:val="20"/>
          <w:szCs w:val="20"/>
        </w:rPr>
        <w:t>ozyjnego podpór stałych*.</w:t>
      </w:r>
      <w:r w:rsidRPr="003322AD">
        <w:rPr>
          <w:rFonts w:cs="Arial"/>
          <w:sz w:val="20"/>
          <w:szCs w:val="20"/>
        </w:rPr>
        <w:t xml:space="preserve"> </w:t>
      </w:r>
    </w:p>
    <w:p w14:paraId="20370CFE" w14:textId="57935FAF" w:rsidR="00224DC8" w:rsidRDefault="00224DC8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 dniu</w:t>
      </w:r>
      <w:r w:rsidR="00F8690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………………… wykonawca dokonał/nie dokonał* pomiaru rezystancji izolacji [MΩ] napięciem probierczym</w:t>
      </w:r>
      <w:r w:rsidR="0012198A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…......</w:t>
      </w:r>
      <w:r w:rsidR="0012198A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[V] DC oraz rezystancji pętli [Ω] dostarczonych odcinków sieci preizolowanych oraz kształtek. Wynik pomiaru kwalifikuje/nie kwalifikuje* do odbioru dostarczonych odcinków/elementów sieci. </w:t>
      </w:r>
    </w:p>
    <w:p w14:paraId="7AFA35A0" w14:textId="4C7B1E32" w:rsidR="00224DC8" w:rsidRDefault="00224DC8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Stwierdzono zgodność</w:t>
      </w:r>
      <w:r>
        <w:rPr>
          <w:rFonts w:cs="Arial"/>
          <w:sz w:val="20"/>
          <w:szCs w:val="20"/>
        </w:rPr>
        <w:t>/niezgodność*</w:t>
      </w:r>
      <w:r w:rsidRPr="003322AD">
        <w:rPr>
          <w:rFonts w:cs="Arial"/>
          <w:sz w:val="20"/>
          <w:szCs w:val="20"/>
        </w:rPr>
        <w:t xml:space="preserve"> dostarczonych elementów preizolowanych (wg atest</w:t>
      </w:r>
      <w:r>
        <w:rPr>
          <w:rFonts w:cs="Arial"/>
          <w:sz w:val="20"/>
          <w:szCs w:val="20"/>
        </w:rPr>
        <w:t xml:space="preserve">u producenta) </w:t>
      </w:r>
      <w:r w:rsidRPr="003322AD">
        <w:rPr>
          <w:rFonts w:cs="Arial"/>
          <w:sz w:val="20"/>
          <w:szCs w:val="20"/>
        </w:rPr>
        <w:t>i</w:t>
      </w:r>
      <w:r w:rsidR="00F8690B">
        <w:rPr>
          <w:rFonts w:cs="Arial"/>
          <w:sz w:val="20"/>
          <w:szCs w:val="20"/>
        </w:rPr>
        <w:t> </w:t>
      </w:r>
      <w:r w:rsidRPr="003322AD">
        <w:rPr>
          <w:rFonts w:cs="Arial"/>
          <w:sz w:val="20"/>
          <w:szCs w:val="20"/>
        </w:rPr>
        <w:t>zakwalifikowano</w:t>
      </w:r>
      <w:r w:rsidR="00054E38">
        <w:rPr>
          <w:rFonts w:cs="Arial"/>
          <w:sz w:val="20"/>
          <w:szCs w:val="20"/>
        </w:rPr>
        <w:t>/nie zakwalifikowano*</w:t>
      </w:r>
      <w:r w:rsidRPr="003322AD">
        <w:rPr>
          <w:rFonts w:cs="Arial"/>
          <w:sz w:val="20"/>
          <w:szCs w:val="20"/>
        </w:rPr>
        <w:t xml:space="preserve"> do montażu w wykopie. </w:t>
      </w:r>
    </w:p>
    <w:p w14:paraId="6BE834A8" w14:textId="7DA4C64F" w:rsidR="00224DC8" w:rsidRDefault="00224DC8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 xml:space="preserve">Wykonawca przyjmuje niniejszą partię materiałów do wbudowania i zobowiązuje się do zabezpieczenia ich przed zniszczeniem, uszkodzeniem i kradzieżą i ponosi odpowiedzialność z tego tytułu wobec Zamawiającego do czasu protokolarnego odbioru prac budowlano-montażowych związanych z </w:t>
      </w:r>
      <w:r>
        <w:rPr>
          <w:rFonts w:cs="Arial"/>
          <w:sz w:val="20"/>
          <w:szCs w:val="20"/>
        </w:rPr>
        <w:t>wykonaniem</w:t>
      </w:r>
      <w:r w:rsidRPr="003322AD">
        <w:rPr>
          <w:rFonts w:cs="Arial"/>
          <w:sz w:val="20"/>
          <w:szCs w:val="20"/>
        </w:rPr>
        <w:t xml:space="preserve"> sieci cieplnej</w:t>
      </w:r>
      <w:r>
        <w:rPr>
          <w:rFonts w:cs="Arial"/>
          <w:sz w:val="20"/>
          <w:szCs w:val="20"/>
        </w:rPr>
        <w:t>*</w:t>
      </w:r>
      <w:r w:rsidR="0012198A">
        <w:rPr>
          <w:rFonts w:cs="Arial"/>
          <w:sz w:val="20"/>
          <w:szCs w:val="20"/>
        </w:rPr>
        <w:t>.</w:t>
      </w:r>
    </w:p>
    <w:p w14:paraId="463902D9" w14:textId="06CA5664" w:rsidR="00224DC8" w:rsidRDefault="00224DC8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Uwagi:…………………………………………………………………………………………………………………………</w:t>
      </w:r>
      <w:r w:rsidR="008B12F9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…………………………………………………………………………………………………………................................</w:t>
      </w:r>
      <w:r w:rsidR="008B12F9">
        <w:rPr>
          <w:rFonts w:cs="Arial"/>
          <w:sz w:val="20"/>
          <w:szCs w:val="20"/>
        </w:rPr>
        <w:t>..</w:t>
      </w:r>
    </w:p>
    <w:p w14:paraId="142F1561" w14:textId="77777777" w:rsidR="00224DC8" w:rsidRPr="003322AD" w:rsidRDefault="00224DC8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96"/>
        <w:gridCol w:w="4166"/>
      </w:tblGrid>
      <w:tr w:rsidR="00224DC8" w:rsidRPr="003322AD" w14:paraId="5B054E1D" w14:textId="77777777" w:rsidTr="00224DC8">
        <w:trPr>
          <w:trHeight w:val="885"/>
        </w:trPr>
        <w:tc>
          <w:tcPr>
            <w:tcW w:w="4896" w:type="dxa"/>
          </w:tcPr>
          <w:p w14:paraId="6D53D5D8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ZAMAWIAJĄCEGO: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443FB4BB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797E64" w14:paraId="258F7A87" w14:textId="77777777" w:rsidTr="00224DC8">
        <w:trPr>
          <w:trHeight w:val="118"/>
        </w:trPr>
        <w:tc>
          <w:tcPr>
            <w:tcW w:w="4896" w:type="dxa"/>
          </w:tcPr>
          <w:p w14:paraId="759282C0" w14:textId="77777777" w:rsidR="00224DC8" w:rsidRPr="00797E64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10AF0640" w14:textId="77777777" w:rsidR="00224DC8" w:rsidRPr="00797E64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797E64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  <w:tr w:rsidR="00224DC8" w:rsidRPr="003322AD" w14:paraId="30C16C1A" w14:textId="77777777" w:rsidTr="00224DC8">
        <w:trPr>
          <w:trHeight w:val="833"/>
        </w:trPr>
        <w:tc>
          <w:tcPr>
            <w:tcW w:w="4896" w:type="dxa"/>
          </w:tcPr>
          <w:p w14:paraId="0C5C4624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WYKONAWCY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4AFB964A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797E64" w14:paraId="6380F61D" w14:textId="77777777" w:rsidTr="00224DC8">
        <w:trPr>
          <w:trHeight w:val="225"/>
        </w:trPr>
        <w:tc>
          <w:tcPr>
            <w:tcW w:w="4896" w:type="dxa"/>
            <w:vAlign w:val="center"/>
          </w:tcPr>
          <w:p w14:paraId="075CE569" w14:textId="77777777" w:rsidR="00224DC8" w:rsidRPr="00797E64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11D996F5" w14:textId="77777777" w:rsidR="00224DC8" w:rsidRPr="00797E64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797E64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</w:tbl>
    <w:p w14:paraId="656EB0D1" w14:textId="77777777" w:rsidR="00224DC8" w:rsidRPr="00797E64" w:rsidRDefault="00224DC8" w:rsidP="002F0C4A">
      <w:pPr>
        <w:rPr>
          <w:rFonts w:cs="Arial"/>
          <w:sz w:val="16"/>
          <w:szCs w:val="16"/>
        </w:rPr>
      </w:pPr>
    </w:p>
    <w:p w14:paraId="62822C8C" w14:textId="77777777" w:rsidR="00224DC8" w:rsidRPr="00797E64" w:rsidRDefault="00224DC8" w:rsidP="002F0C4A">
      <w:pPr>
        <w:rPr>
          <w:rFonts w:cs="Arial"/>
          <w:sz w:val="16"/>
          <w:szCs w:val="16"/>
        </w:rPr>
      </w:pPr>
      <w:r w:rsidRPr="00797E64">
        <w:rPr>
          <w:rFonts w:cs="Arial"/>
          <w:sz w:val="16"/>
          <w:szCs w:val="16"/>
        </w:rPr>
        <w:t xml:space="preserve">Protokół wykonano w </w:t>
      </w:r>
      <w:r w:rsidRPr="00797E64">
        <w:rPr>
          <w:rFonts w:cs="Arial"/>
          <w:b/>
          <w:sz w:val="16"/>
          <w:szCs w:val="16"/>
        </w:rPr>
        <w:t>3</w:t>
      </w:r>
      <w:r w:rsidRPr="00797E64">
        <w:rPr>
          <w:rFonts w:cs="Arial"/>
          <w:sz w:val="16"/>
          <w:szCs w:val="16"/>
        </w:rPr>
        <w:t xml:space="preserve"> egzemplarzach, w tym otrzymują:</w:t>
      </w:r>
    </w:p>
    <w:p w14:paraId="4554B546" w14:textId="3D5F2DA4" w:rsidR="00224DC8" w:rsidRPr="00797E64" w:rsidRDefault="00224DC8" w:rsidP="002F0C4A">
      <w:pPr>
        <w:rPr>
          <w:rFonts w:cs="Arial"/>
          <w:sz w:val="16"/>
          <w:szCs w:val="16"/>
        </w:rPr>
      </w:pPr>
      <w:r w:rsidRPr="00797E64">
        <w:rPr>
          <w:rFonts w:cs="Arial"/>
          <w:sz w:val="16"/>
          <w:szCs w:val="16"/>
        </w:rPr>
        <w:t>Zamawiający</w:t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sym w:font="Wingdings" w:char="F0FE"/>
      </w:r>
      <w:r w:rsidRPr="00797E64">
        <w:rPr>
          <w:rFonts w:cs="Arial"/>
          <w:sz w:val="16"/>
          <w:szCs w:val="16"/>
        </w:rPr>
        <w:tab/>
        <w:t>2 egz.</w:t>
      </w:r>
      <w:r w:rsid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t>Wykonawca</w:t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sym w:font="Wingdings" w:char="F0FE"/>
      </w:r>
      <w:r w:rsidRPr="00797E64">
        <w:rPr>
          <w:rFonts w:cs="Arial"/>
          <w:sz w:val="16"/>
          <w:szCs w:val="16"/>
        </w:rPr>
        <w:tab/>
        <w:t>1 egz.</w:t>
      </w:r>
    </w:p>
    <w:p w14:paraId="5DBB13D9" w14:textId="77777777" w:rsidR="00224DC8" w:rsidRPr="00797E64" w:rsidRDefault="00224DC8" w:rsidP="002F0C4A">
      <w:pPr>
        <w:rPr>
          <w:rFonts w:cs="Arial"/>
          <w:sz w:val="16"/>
          <w:szCs w:val="16"/>
        </w:rPr>
      </w:pPr>
    </w:p>
    <w:p w14:paraId="6CF5485E" w14:textId="77777777" w:rsidR="00224DC8" w:rsidRPr="00797E64" w:rsidRDefault="00224DC8" w:rsidP="002F0C4A">
      <w:pPr>
        <w:rPr>
          <w:rFonts w:cs="Arial"/>
          <w:sz w:val="16"/>
          <w:szCs w:val="16"/>
          <w:u w:val="single"/>
        </w:rPr>
      </w:pPr>
      <w:r w:rsidRPr="00797E64">
        <w:rPr>
          <w:rFonts w:cs="Arial"/>
          <w:sz w:val="16"/>
          <w:szCs w:val="16"/>
          <w:u w:val="single"/>
        </w:rPr>
        <w:t>Załączniki:</w:t>
      </w:r>
    </w:p>
    <w:p w14:paraId="50132122" w14:textId="6FF62CE6" w:rsidR="00224DC8" w:rsidRDefault="00224DC8" w:rsidP="00797E64">
      <w:pPr>
        <w:rPr>
          <w:rFonts w:cs="Arial"/>
          <w:szCs w:val="18"/>
        </w:rPr>
      </w:pPr>
      <w:r w:rsidRPr="00797E64">
        <w:rPr>
          <w:rFonts w:cs="Arial"/>
          <w:sz w:val="16"/>
          <w:szCs w:val="16"/>
        </w:rPr>
        <w:t>- Atesty</w:t>
      </w:r>
      <w:r w:rsidR="00F8690B" w:rsidRPr="00797E64">
        <w:rPr>
          <w:rFonts w:cs="Arial"/>
          <w:sz w:val="16"/>
          <w:szCs w:val="16"/>
        </w:rPr>
        <w:t>,</w:t>
      </w:r>
      <w:r w:rsidRPr="00797E64">
        <w:rPr>
          <w:rFonts w:cs="Arial"/>
          <w:sz w:val="16"/>
          <w:szCs w:val="16"/>
        </w:rPr>
        <w:t xml:space="preserve"> aprobaty i deklaracje zgodności odbieranych materiałów budowlanych</w:t>
      </w:r>
      <w:bookmarkStart w:id="0" w:name="_GoBack"/>
      <w:bookmarkEnd w:id="0"/>
      <w:r>
        <w:rPr>
          <w:rFonts w:cs="Arial"/>
          <w:szCs w:val="18"/>
        </w:rPr>
        <w:br w:type="page"/>
      </w:r>
    </w:p>
    <w:p w14:paraId="30A73D6C" w14:textId="77777777" w:rsidR="00DA122E" w:rsidRPr="00595E0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22"/>
          <w:szCs w:val="22"/>
        </w:rPr>
      </w:pPr>
      <w:r w:rsidRPr="00595E0E">
        <w:rPr>
          <w:rFonts w:cs="Arial"/>
          <w:bCs/>
          <w:sz w:val="22"/>
          <w:szCs w:val="22"/>
        </w:rPr>
        <w:lastRenderedPageBreak/>
        <w:t xml:space="preserve">Toruń, </w:t>
      </w:r>
      <w:r w:rsidRPr="00595E0E">
        <w:rPr>
          <w:rFonts w:cs="Arial"/>
          <w:b/>
          <w:bCs/>
          <w:sz w:val="22"/>
          <w:szCs w:val="22"/>
        </w:rPr>
        <w:t>..…………</w:t>
      </w:r>
    </w:p>
    <w:p w14:paraId="1AEC3825" w14:textId="77777777" w:rsidR="00DA122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12"/>
          <w:szCs w:val="12"/>
        </w:rPr>
      </w:pPr>
      <w:r w:rsidRPr="00CD7E0C">
        <w:rPr>
          <w:rFonts w:cs="Arial"/>
          <w:b/>
          <w:bCs/>
          <w:sz w:val="12"/>
          <w:szCs w:val="12"/>
        </w:rPr>
        <w:t>(miejscowość i data)</w:t>
      </w:r>
    </w:p>
    <w:p w14:paraId="7332AA19" w14:textId="77777777" w:rsidR="00DA122E" w:rsidRPr="00CD7E0C" w:rsidRDefault="00DA122E" w:rsidP="00DA122E">
      <w:pPr>
        <w:pStyle w:val="NormalnyWeb"/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36EB4A57" w14:textId="77777777" w:rsidR="00224DC8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</w:rPr>
      </w:pPr>
      <w:r w:rsidRPr="00BE4A0F">
        <w:rPr>
          <w:rFonts w:cs="Arial"/>
          <w:b/>
          <w:bCs/>
          <w:sz w:val="28"/>
          <w:szCs w:val="28"/>
        </w:rPr>
        <w:t xml:space="preserve">PROTOKÓŁ </w:t>
      </w:r>
      <w:r>
        <w:rPr>
          <w:rFonts w:cs="Arial"/>
          <w:b/>
          <w:bCs/>
          <w:sz w:val="28"/>
          <w:szCs w:val="28"/>
        </w:rPr>
        <w:t>nr 3 /………………………..*</w:t>
      </w:r>
    </w:p>
    <w:p w14:paraId="7B8FCF8E" w14:textId="77777777" w:rsidR="00224DC8" w:rsidRPr="00CC3273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  <w:b/>
          <w:sz w:val="24"/>
          <w:szCs w:val="24"/>
        </w:rPr>
      </w:pPr>
      <w:r w:rsidRPr="00CC3273">
        <w:rPr>
          <w:rFonts w:cs="Arial"/>
          <w:b/>
          <w:sz w:val="24"/>
          <w:szCs w:val="24"/>
        </w:rPr>
        <w:t>Odbiór wykopu oraz podsypki piaskowej</w:t>
      </w:r>
    </w:p>
    <w:p w14:paraId="3428FD03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237F1D0E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Numer umowy: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5E8A6811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7EC7470A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 w:rsidRPr="00AD42DF">
        <w:rPr>
          <w:rFonts w:cs="Arial"/>
          <w:sz w:val="20"/>
          <w:szCs w:val="20"/>
          <w:u w:val="single"/>
        </w:rPr>
        <w:t>Nazwa wykonawcy:</w:t>
      </w:r>
      <w:r>
        <w:rPr>
          <w:rFonts w:cs="Arial"/>
          <w:sz w:val="20"/>
          <w:szCs w:val="20"/>
          <w:u w:val="single"/>
        </w:rPr>
        <w:tab/>
      </w:r>
    </w:p>
    <w:p w14:paraId="3DFD35EE" w14:textId="77777777" w:rsidR="00DA122E" w:rsidRDefault="00DA122E" w:rsidP="00DA122E">
      <w:pPr>
        <w:jc w:val="both"/>
        <w:rPr>
          <w:rFonts w:cs="Arial"/>
          <w:sz w:val="20"/>
          <w:szCs w:val="20"/>
          <w:u w:val="single"/>
        </w:rPr>
      </w:pPr>
    </w:p>
    <w:p w14:paraId="360AC97F" w14:textId="77777777" w:rsidR="00DA122E" w:rsidRPr="003322AD" w:rsidRDefault="00DA122E" w:rsidP="00DA122E">
      <w:pPr>
        <w:jc w:val="both"/>
        <w:rPr>
          <w:rFonts w:cs="Arial"/>
          <w:b/>
          <w:sz w:val="20"/>
          <w:szCs w:val="20"/>
        </w:rPr>
      </w:pPr>
      <w:r w:rsidRPr="003322AD">
        <w:rPr>
          <w:rFonts w:cs="Arial"/>
          <w:sz w:val="20"/>
          <w:szCs w:val="20"/>
          <w:u w:val="single"/>
        </w:rPr>
        <w:t>Zadanie: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56E0E567" w14:textId="77777777" w:rsidR="00DA122E" w:rsidRDefault="00DA122E" w:rsidP="00DA122E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0127523A" w14:textId="24C4F26B" w:rsidR="00224DC8" w:rsidRPr="003322AD" w:rsidRDefault="00224DC8" w:rsidP="002F0C4A">
      <w:pPr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W dniu ………………………..</w:t>
      </w:r>
      <w:r w:rsidR="00F8690B">
        <w:rPr>
          <w:rFonts w:cs="Arial"/>
          <w:sz w:val="20"/>
          <w:szCs w:val="20"/>
        </w:rPr>
        <w:t xml:space="preserve"> </w:t>
      </w:r>
      <w:r w:rsidRPr="003322AD">
        <w:rPr>
          <w:rFonts w:cs="Arial"/>
          <w:sz w:val="20"/>
          <w:szCs w:val="20"/>
        </w:rPr>
        <w:t>dokonano sprawdzenia prawidłowości spadku podłoża za pomocą niwelatora oraz jakości i grubości wykonanej podsypki piaskowej</w:t>
      </w:r>
      <w:r>
        <w:rPr>
          <w:rFonts w:cs="Arial"/>
          <w:sz w:val="20"/>
          <w:szCs w:val="20"/>
        </w:rPr>
        <w:t xml:space="preserve"> i stwierdzono zgodność/niezgodność*.</w:t>
      </w:r>
    </w:p>
    <w:p w14:paraId="5C8A2122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</w:p>
    <w:p w14:paraId="3A25F9AF" w14:textId="3D0FB1B6" w:rsidR="00224DC8" w:rsidRPr="003322AD" w:rsidRDefault="00224DC8" w:rsidP="002F0C4A">
      <w:pPr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Stwierdzono, że podłoże oraz podsypka piaskowa zostały wykonane ze spadkiem zgodnym</w:t>
      </w:r>
      <w:r>
        <w:rPr>
          <w:rFonts w:cs="Arial"/>
          <w:sz w:val="20"/>
          <w:szCs w:val="20"/>
        </w:rPr>
        <w:t>/niezgodnym*</w:t>
      </w:r>
      <w:r w:rsidRPr="003322AD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br/>
      </w:r>
      <w:r w:rsidRPr="003322AD">
        <w:rPr>
          <w:rFonts w:cs="Arial"/>
          <w:sz w:val="20"/>
          <w:szCs w:val="20"/>
        </w:rPr>
        <w:t xml:space="preserve">z dokumentacją techniczną i sztuką budowlaną. Podłoże </w:t>
      </w:r>
      <w:r>
        <w:rPr>
          <w:rFonts w:cs="Arial"/>
          <w:sz w:val="20"/>
          <w:szCs w:val="20"/>
        </w:rPr>
        <w:t xml:space="preserve">zostało </w:t>
      </w:r>
      <w:r w:rsidRPr="003322AD">
        <w:rPr>
          <w:rFonts w:cs="Arial"/>
          <w:sz w:val="20"/>
          <w:szCs w:val="20"/>
        </w:rPr>
        <w:t>zakwalifikowan</w:t>
      </w:r>
      <w:r>
        <w:rPr>
          <w:rFonts w:cs="Arial"/>
          <w:sz w:val="20"/>
          <w:szCs w:val="20"/>
        </w:rPr>
        <w:t>e/niezakwalifikowane</w:t>
      </w:r>
      <w:r w:rsidR="00054E38">
        <w:rPr>
          <w:rFonts w:cs="Arial"/>
          <w:sz w:val="20"/>
          <w:szCs w:val="20"/>
        </w:rPr>
        <w:t>*</w:t>
      </w:r>
      <w:r w:rsidRPr="003322AD">
        <w:rPr>
          <w:rFonts w:cs="Arial"/>
          <w:sz w:val="20"/>
          <w:szCs w:val="20"/>
        </w:rPr>
        <w:t xml:space="preserve"> do układania rurociągów.</w:t>
      </w:r>
    </w:p>
    <w:p w14:paraId="5DE875D4" w14:textId="77777777" w:rsidR="00224DC8" w:rsidRDefault="00224DC8" w:rsidP="002F0C4A">
      <w:pPr>
        <w:jc w:val="both"/>
        <w:rPr>
          <w:rFonts w:cs="Arial"/>
          <w:sz w:val="20"/>
          <w:szCs w:val="20"/>
        </w:rPr>
      </w:pPr>
    </w:p>
    <w:p w14:paraId="39FD3C41" w14:textId="77777777" w:rsidR="00224DC8" w:rsidRDefault="00224DC8" w:rsidP="002F0C4A">
      <w:pPr>
        <w:jc w:val="both"/>
        <w:rPr>
          <w:rFonts w:cs="Arial"/>
          <w:sz w:val="20"/>
          <w:szCs w:val="20"/>
        </w:rPr>
      </w:pPr>
    </w:p>
    <w:p w14:paraId="42FD5537" w14:textId="77777777" w:rsidR="00224DC8" w:rsidRDefault="00224DC8" w:rsidP="002F0C4A">
      <w:pPr>
        <w:jc w:val="both"/>
        <w:rPr>
          <w:rFonts w:cs="Arial"/>
          <w:sz w:val="20"/>
          <w:szCs w:val="20"/>
        </w:rPr>
      </w:pPr>
    </w:p>
    <w:p w14:paraId="0BBB0363" w14:textId="77777777" w:rsidR="00224DC8" w:rsidRDefault="00224DC8" w:rsidP="002F0C4A">
      <w:pPr>
        <w:jc w:val="both"/>
        <w:rPr>
          <w:rFonts w:cs="Arial"/>
          <w:sz w:val="20"/>
          <w:szCs w:val="20"/>
        </w:rPr>
      </w:pPr>
    </w:p>
    <w:p w14:paraId="207DAFBA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96"/>
        <w:gridCol w:w="4166"/>
      </w:tblGrid>
      <w:tr w:rsidR="00224DC8" w:rsidRPr="003322AD" w14:paraId="47EC8F2C" w14:textId="77777777" w:rsidTr="00224DC8">
        <w:trPr>
          <w:trHeight w:val="885"/>
        </w:trPr>
        <w:tc>
          <w:tcPr>
            <w:tcW w:w="4896" w:type="dxa"/>
          </w:tcPr>
          <w:p w14:paraId="10CB4658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ZAMAWIAJĄCEGO: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6156544A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797E64" w14:paraId="65B1A2CA" w14:textId="77777777" w:rsidTr="00224DC8">
        <w:trPr>
          <w:trHeight w:val="118"/>
        </w:trPr>
        <w:tc>
          <w:tcPr>
            <w:tcW w:w="4896" w:type="dxa"/>
          </w:tcPr>
          <w:p w14:paraId="593D613A" w14:textId="77777777" w:rsidR="00224DC8" w:rsidRPr="00797E64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22C7CA89" w14:textId="77777777" w:rsidR="00224DC8" w:rsidRPr="00797E64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797E64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  <w:tr w:rsidR="00224DC8" w:rsidRPr="003322AD" w14:paraId="187AB4D7" w14:textId="77777777" w:rsidTr="00224DC8">
        <w:trPr>
          <w:trHeight w:val="833"/>
        </w:trPr>
        <w:tc>
          <w:tcPr>
            <w:tcW w:w="4896" w:type="dxa"/>
          </w:tcPr>
          <w:p w14:paraId="6ABF01FC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WYKONAWCY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3CBC2240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797E64" w14:paraId="63A91ED3" w14:textId="77777777" w:rsidTr="00224DC8">
        <w:trPr>
          <w:trHeight w:val="225"/>
        </w:trPr>
        <w:tc>
          <w:tcPr>
            <w:tcW w:w="4896" w:type="dxa"/>
            <w:vAlign w:val="center"/>
          </w:tcPr>
          <w:p w14:paraId="36784970" w14:textId="77777777" w:rsidR="00224DC8" w:rsidRPr="00797E64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3FA62368" w14:textId="77777777" w:rsidR="00224DC8" w:rsidRPr="00797E64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797E64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</w:tbl>
    <w:p w14:paraId="6A1080E2" w14:textId="77777777" w:rsidR="00224DC8" w:rsidRPr="00797E64" w:rsidRDefault="00224DC8" w:rsidP="002F0C4A">
      <w:pPr>
        <w:rPr>
          <w:rFonts w:cs="Arial"/>
          <w:sz w:val="16"/>
          <w:szCs w:val="16"/>
        </w:rPr>
      </w:pPr>
    </w:p>
    <w:p w14:paraId="162D3E16" w14:textId="77777777" w:rsidR="00224DC8" w:rsidRPr="00797E64" w:rsidRDefault="00224DC8" w:rsidP="002F0C4A">
      <w:pPr>
        <w:rPr>
          <w:rFonts w:cs="Arial"/>
          <w:sz w:val="16"/>
          <w:szCs w:val="16"/>
        </w:rPr>
      </w:pPr>
    </w:p>
    <w:p w14:paraId="60B39F9E" w14:textId="77777777" w:rsidR="00224DC8" w:rsidRPr="00797E64" w:rsidRDefault="00224DC8" w:rsidP="002F0C4A">
      <w:pPr>
        <w:rPr>
          <w:rFonts w:cs="Arial"/>
          <w:sz w:val="16"/>
          <w:szCs w:val="16"/>
        </w:rPr>
      </w:pPr>
    </w:p>
    <w:p w14:paraId="65FF5121" w14:textId="77777777" w:rsidR="00224DC8" w:rsidRPr="00797E64" w:rsidRDefault="00224DC8" w:rsidP="002F0C4A">
      <w:pPr>
        <w:rPr>
          <w:rFonts w:cs="Arial"/>
          <w:sz w:val="16"/>
          <w:szCs w:val="16"/>
        </w:rPr>
      </w:pPr>
    </w:p>
    <w:p w14:paraId="0ED84BF0" w14:textId="77777777" w:rsidR="00224DC8" w:rsidRPr="00797E64" w:rsidRDefault="00224DC8" w:rsidP="002F0C4A">
      <w:pPr>
        <w:rPr>
          <w:rFonts w:cs="Arial"/>
          <w:sz w:val="16"/>
          <w:szCs w:val="16"/>
        </w:rPr>
      </w:pPr>
    </w:p>
    <w:p w14:paraId="1AE5EDB6" w14:textId="77777777" w:rsidR="00224DC8" w:rsidRPr="00797E64" w:rsidRDefault="00224DC8" w:rsidP="002F0C4A">
      <w:pPr>
        <w:rPr>
          <w:rFonts w:cs="Arial"/>
          <w:sz w:val="16"/>
          <w:szCs w:val="16"/>
        </w:rPr>
      </w:pPr>
    </w:p>
    <w:p w14:paraId="01DD2973" w14:textId="77777777" w:rsidR="00224DC8" w:rsidRPr="00797E64" w:rsidRDefault="00224DC8" w:rsidP="002F0C4A">
      <w:pPr>
        <w:rPr>
          <w:rFonts w:cs="Arial"/>
          <w:sz w:val="16"/>
          <w:szCs w:val="16"/>
        </w:rPr>
      </w:pPr>
      <w:r w:rsidRPr="00797E64">
        <w:rPr>
          <w:rFonts w:cs="Arial"/>
          <w:sz w:val="16"/>
          <w:szCs w:val="16"/>
        </w:rPr>
        <w:t xml:space="preserve">Protokół wykonano w </w:t>
      </w:r>
      <w:r w:rsidRPr="00797E64">
        <w:rPr>
          <w:rFonts w:cs="Arial"/>
          <w:b/>
          <w:sz w:val="16"/>
          <w:szCs w:val="16"/>
        </w:rPr>
        <w:t>3</w:t>
      </w:r>
      <w:r w:rsidRPr="00797E64">
        <w:rPr>
          <w:rFonts w:cs="Arial"/>
          <w:sz w:val="16"/>
          <w:szCs w:val="16"/>
        </w:rPr>
        <w:t xml:space="preserve"> egzemplarzach, w tym otrzymują:</w:t>
      </w:r>
    </w:p>
    <w:p w14:paraId="1C8BDB73" w14:textId="77777777" w:rsidR="00224DC8" w:rsidRPr="00797E64" w:rsidRDefault="00224DC8" w:rsidP="002F0C4A">
      <w:pPr>
        <w:rPr>
          <w:rFonts w:cs="Arial"/>
          <w:sz w:val="16"/>
          <w:szCs w:val="16"/>
        </w:rPr>
      </w:pPr>
    </w:p>
    <w:p w14:paraId="7738FD6A" w14:textId="71FDE7A7" w:rsidR="00224DC8" w:rsidRPr="00797E64" w:rsidRDefault="00224DC8" w:rsidP="002F0C4A">
      <w:pPr>
        <w:rPr>
          <w:rFonts w:cs="Arial"/>
          <w:sz w:val="16"/>
          <w:szCs w:val="16"/>
        </w:rPr>
      </w:pPr>
      <w:r w:rsidRPr="00797E64">
        <w:rPr>
          <w:rFonts w:cs="Arial"/>
          <w:sz w:val="16"/>
          <w:szCs w:val="16"/>
        </w:rPr>
        <w:t>Zamawiający</w:t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sym w:font="Wingdings" w:char="F0FE"/>
      </w:r>
      <w:r w:rsidRPr="00797E64">
        <w:rPr>
          <w:rFonts w:cs="Arial"/>
          <w:sz w:val="16"/>
          <w:szCs w:val="16"/>
        </w:rPr>
        <w:tab/>
        <w:t>2 egz.</w:t>
      </w:r>
      <w:r w:rsid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t>Wykonawca</w:t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sym w:font="Wingdings" w:char="F0FE"/>
      </w:r>
      <w:r w:rsidRPr="00797E64">
        <w:rPr>
          <w:rFonts w:cs="Arial"/>
          <w:sz w:val="16"/>
          <w:szCs w:val="16"/>
        </w:rPr>
        <w:tab/>
        <w:t>1 egz.</w:t>
      </w:r>
    </w:p>
    <w:p w14:paraId="605EB4A1" w14:textId="77777777" w:rsidR="00224DC8" w:rsidRPr="00797E64" w:rsidRDefault="00224DC8" w:rsidP="002F0C4A">
      <w:pPr>
        <w:rPr>
          <w:rFonts w:cs="Arial"/>
          <w:sz w:val="16"/>
          <w:szCs w:val="16"/>
        </w:rPr>
      </w:pPr>
    </w:p>
    <w:p w14:paraId="2C447EB3" w14:textId="77777777" w:rsidR="00224DC8" w:rsidRPr="00797E64" w:rsidRDefault="00224DC8" w:rsidP="002F0C4A">
      <w:pPr>
        <w:rPr>
          <w:rFonts w:cs="Arial"/>
          <w:sz w:val="16"/>
          <w:szCs w:val="16"/>
          <w:u w:val="single"/>
        </w:rPr>
      </w:pPr>
      <w:r w:rsidRPr="00797E64">
        <w:rPr>
          <w:rFonts w:cs="Arial"/>
          <w:sz w:val="16"/>
          <w:szCs w:val="16"/>
          <w:u w:val="single"/>
        </w:rPr>
        <w:t>W załączeniu:</w:t>
      </w:r>
    </w:p>
    <w:p w14:paraId="5ABD5651" w14:textId="014DEF35" w:rsidR="00224DC8" w:rsidRPr="00797E64" w:rsidRDefault="00224DC8" w:rsidP="002F0C4A">
      <w:pPr>
        <w:rPr>
          <w:rFonts w:cs="Arial"/>
          <w:sz w:val="16"/>
          <w:szCs w:val="16"/>
        </w:rPr>
      </w:pPr>
      <w:r w:rsidRPr="00797E64">
        <w:rPr>
          <w:rFonts w:cs="Arial"/>
          <w:sz w:val="16"/>
          <w:szCs w:val="16"/>
        </w:rPr>
        <w:t>- opinia archeologa – w wypadku takiej konieczności</w:t>
      </w:r>
    </w:p>
    <w:p w14:paraId="2CA55198" w14:textId="17AD5ED1" w:rsidR="00224DC8" w:rsidRPr="00797E64" w:rsidRDefault="00224DC8" w:rsidP="002F0C4A">
      <w:pPr>
        <w:rPr>
          <w:rFonts w:cs="Arial"/>
          <w:sz w:val="16"/>
          <w:szCs w:val="16"/>
        </w:rPr>
      </w:pPr>
      <w:r w:rsidRPr="00797E64">
        <w:rPr>
          <w:rFonts w:cs="Arial"/>
          <w:sz w:val="16"/>
          <w:szCs w:val="16"/>
        </w:rPr>
        <w:t>- dokumentacja fotograficzna wykonanych prac – wersja elektroniczna</w:t>
      </w:r>
    </w:p>
    <w:p w14:paraId="5D380AD6" w14:textId="77777777" w:rsidR="00224DC8" w:rsidRDefault="00224DC8" w:rsidP="002F0C4A">
      <w:pPr>
        <w:rPr>
          <w:rFonts w:cs="Arial"/>
          <w:szCs w:val="18"/>
        </w:rPr>
      </w:pPr>
      <w:r>
        <w:rPr>
          <w:rFonts w:cs="Arial"/>
          <w:szCs w:val="18"/>
        </w:rPr>
        <w:br w:type="page"/>
      </w:r>
    </w:p>
    <w:p w14:paraId="5D6808F9" w14:textId="77777777" w:rsidR="00DA122E" w:rsidRPr="00595E0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22"/>
          <w:szCs w:val="22"/>
        </w:rPr>
      </w:pPr>
      <w:r w:rsidRPr="00595E0E">
        <w:rPr>
          <w:rFonts w:cs="Arial"/>
          <w:bCs/>
          <w:sz w:val="22"/>
          <w:szCs w:val="22"/>
        </w:rPr>
        <w:lastRenderedPageBreak/>
        <w:t xml:space="preserve">Toruń, </w:t>
      </w:r>
      <w:r w:rsidRPr="00595E0E">
        <w:rPr>
          <w:rFonts w:cs="Arial"/>
          <w:b/>
          <w:bCs/>
          <w:sz w:val="22"/>
          <w:szCs w:val="22"/>
        </w:rPr>
        <w:t>..…………</w:t>
      </w:r>
    </w:p>
    <w:p w14:paraId="7B2D1F41" w14:textId="77777777" w:rsidR="00DA122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12"/>
          <w:szCs w:val="12"/>
        </w:rPr>
      </w:pPr>
      <w:r w:rsidRPr="00CD7E0C">
        <w:rPr>
          <w:rFonts w:cs="Arial"/>
          <w:b/>
          <w:bCs/>
          <w:sz w:val="12"/>
          <w:szCs w:val="12"/>
        </w:rPr>
        <w:t>(miejscowość i data)</w:t>
      </w:r>
    </w:p>
    <w:p w14:paraId="0D1508E9" w14:textId="77777777" w:rsidR="00DA122E" w:rsidRPr="00CD7E0C" w:rsidRDefault="00DA122E" w:rsidP="00DA122E">
      <w:pPr>
        <w:pStyle w:val="NormalnyWeb"/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5D1BA513" w14:textId="77777777" w:rsidR="00224DC8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</w:rPr>
      </w:pPr>
      <w:r w:rsidRPr="00BE4A0F">
        <w:rPr>
          <w:rFonts w:cs="Arial"/>
          <w:b/>
          <w:bCs/>
          <w:sz w:val="28"/>
          <w:szCs w:val="28"/>
        </w:rPr>
        <w:t xml:space="preserve">PROTOKÓŁ </w:t>
      </w:r>
      <w:r>
        <w:rPr>
          <w:rFonts w:cs="Arial"/>
          <w:b/>
          <w:bCs/>
          <w:sz w:val="28"/>
          <w:szCs w:val="28"/>
        </w:rPr>
        <w:t>nr 4 /…………………………………..*</w:t>
      </w:r>
    </w:p>
    <w:p w14:paraId="0898BFEB" w14:textId="77777777" w:rsidR="00224DC8" w:rsidRPr="00CC3273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  <w:b/>
          <w:sz w:val="24"/>
          <w:szCs w:val="24"/>
        </w:rPr>
      </w:pPr>
      <w:r w:rsidRPr="00CC3273">
        <w:rPr>
          <w:rFonts w:cs="Arial"/>
          <w:b/>
          <w:sz w:val="24"/>
          <w:szCs w:val="24"/>
        </w:rPr>
        <w:t>Próba ciśnieniowa</w:t>
      </w:r>
      <w:r>
        <w:rPr>
          <w:rFonts w:cs="Arial"/>
          <w:b/>
          <w:sz w:val="24"/>
          <w:szCs w:val="24"/>
        </w:rPr>
        <w:t>/szczelności</w:t>
      </w:r>
      <w:r w:rsidRPr="00CC3273">
        <w:rPr>
          <w:rFonts w:cs="Arial"/>
          <w:b/>
          <w:sz w:val="24"/>
          <w:szCs w:val="24"/>
        </w:rPr>
        <w:t xml:space="preserve"> realizowanego odcinka</w:t>
      </w:r>
    </w:p>
    <w:p w14:paraId="5F5753B1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3432A197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Numer umowy: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156DF41A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363A3F8B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 w:rsidRPr="00AD42DF">
        <w:rPr>
          <w:rFonts w:cs="Arial"/>
          <w:sz w:val="20"/>
          <w:szCs w:val="20"/>
          <w:u w:val="single"/>
        </w:rPr>
        <w:t>Nazwa wykonawcy:</w:t>
      </w:r>
      <w:r>
        <w:rPr>
          <w:rFonts w:cs="Arial"/>
          <w:sz w:val="20"/>
          <w:szCs w:val="20"/>
          <w:u w:val="single"/>
        </w:rPr>
        <w:tab/>
      </w:r>
    </w:p>
    <w:p w14:paraId="73A496E1" w14:textId="77777777" w:rsidR="00DA122E" w:rsidRDefault="00DA122E" w:rsidP="00DA122E">
      <w:pPr>
        <w:jc w:val="both"/>
        <w:rPr>
          <w:rFonts w:cs="Arial"/>
          <w:sz w:val="20"/>
          <w:szCs w:val="20"/>
          <w:u w:val="single"/>
        </w:rPr>
      </w:pPr>
    </w:p>
    <w:p w14:paraId="0C3D1859" w14:textId="77777777" w:rsidR="00DA122E" w:rsidRPr="003322AD" w:rsidRDefault="00DA122E" w:rsidP="00DA122E">
      <w:pPr>
        <w:jc w:val="both"/>
        <w:rPr>
          <w:rFonts w:cs="Arial"/>
          <w:b/>
          <w:sz w:val="20"/>
          <w:szCs w:val="20"/>
        </w:rPr>
      </w:pPr>
      <w:r w:rsidRPr="003322AD">
        <w:rPr>
          <w:rFonts w:cs="Arial"/>
          <w:sz w:val="20"/>
          <w:szCs w:val="20"/>
          <w:u w:val="single"/>
        </w:rPr>
        <w:t>Zadanie: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1EDBC34F" w14:textId="77777777" w:rsidR="00DA122E" w:rsidRDefault="00DA122E" w:rsidP="00DA122E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33EDA25A" w14:textId="70D20A4E" w:rsidR="00224DC8" w:rsidRPr="003322AD" w:rsidRDefault="00224DC8" w:rsidP="002F0C4A">
      <w:pPr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W dniu ………………………..</w:t>
      </w:r>
      <w:r w:rsidR="00EE32E2">
        <w:rPr>
          <w:rFonts w:cs="Arial"/>
          <w:sz w:val="20"/>
          <w:szCs w:val="20"/>
        </w:rPr>
        <w:t xml:space="preserve"> </w:t>
      </w:r>
      <w:r w:rsidRPr="003322AD">
        <w:rPr>
          <w:rFonts w:cs="Arial"/>
          <w:sz w:val="20"/>
          <w:szCs w:val="20"/>
        </w:rPr>
        <w:t>przeprowadzono próbę ciśnieniową/szczelności (czynnik woda/powietrze) z</w:t>
      </w:r>
      <w:r w:rsidR="00EE32E2">
        <w:rPr>
          <w:rFonts w:cs="Arial"/>
          <w:sz w:val="20"/>
          <w:szCs w:val="20"/>
        </w:rPr>
        <w:t> </w:t>
      </w:r>
      <w:r w:rsidRPr="003322AD">
        <w:rPr>
          <w:rFonts w:cs="Arial"/>
          <w:sz w:val="20"/>
          <w:szCs w:val="20"/>
        </w:rPr>
        <w:t>wynikiem</w:t>
      </w:r>
      <w:r w:rsidR="00EE32E2">
        <w:rPr>
          <w:rFonts w:cs="Arial"/>
          <w:sz w:val="20"/>
          <w:szCs w:val="20"/>
        </w:rPr>
        <w:t xml:space="preserve"> </w:t>
      </w:r>
      <w:r w:rsidRPr="003322AD">
        <w:rPr>
          <w:rFonts w:cs="Arial"/>
          <w:sz w:val="20"/>
          <w:szCs w:val="20"/>
        </w:rPr>
        <w:t>…………………………</w:t>
      </w:r>
    </w:p>
    <w:p w14:paraId="3E7A2A2A" w14:textId="4A46987F" w:rsidR="00224DC8" w:rsidRPr="003322AD" w:rsidRDefault="00224DC8" w:rsidP="002F0C4A">
      <w:pPr>
        <w:jc w:val="both"/>
        <w:rPr>
          <w:rFonts w:cs="Arial"/>
          <w:sz w:val="20"/>
          <w:szCs w:val="20"/>
        </w:rPr>
      </w:pPr>
    </w:p>
    <w:p w14:paraId="5F6FA4BB" w14:textId="5E46347C" w:rsidR="00224DC8" w:rsidRPr="003322AD" w:rsidRDefault="00224DC8" w:rsidP="002F0C4A">
      <w:pPr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Parametry próby:</w:t>
      </w:r>
      <w:r w:rsidR="00797E64">
        <w:rPr>
          <w:rFonts w:cs="Arial"/>
          <w:sz w:val="20"/>
          <w:szCs w:val="20"/>
        </w:rPr>
        <w:tab/>
      </w:r>
      <w:r w:rsidRPr="003322AD">
        <w:rPr>
          <w:rFonts w:cs="Arial"/>
          <w:sz w:val="20"/>
          <w:szCs w:val="20"/>
        </w:rPr>
        <w:t>…………….…</w:t>
      </w:r>
    </w:p>
    <w:p w14:paraId="590F950A" w14:textId="77777777" w:rsidR="00224DC8" w:rsidRDefault="00224DC8" w:rsidP="002F0C4A">
      <w:pPr>
        <w:jc w:val="both"/>
        <w:rPr>
          <w:rFonts w:cs="Arial"/>
          <w:sz w:val="20"/>
          <w:szCs w:val="20"/>
        </w:rPr>
      </w:pPr>
    </w:p>
    <w:p w14:paraId="45D58B2E" w14:textId="77777777" w:rsidR="00224DC8" w:rsidRDefault="00224DC8" w:rsidP="002F0C4A">
      <w:pPr>
        <w:jc w:val="both"/>
        <w:rPr>
          <w:rFonts w:cs="Arial"/>
          <w:sz w:val="20"/>
          <w:szCs w:val="20"/>
        </w:rPr>
      </w:pPr>
    </w:p>
    <w:p w14:paraId="2C4948CA" w14:textId="77777777" w:rsidR="00224DC8" w:rsidRDefault="00224DC8" w:rsidP="002F0C4A">
      <w:pPr>
        <w:jc w:val="both"/>
        <w:rPr>
          <w:rFonts w:cs="Arial"/>
          <w:sz w:val="20"/>
          <w:szCs w:val="20"/>
        </w:rPr>
      </w:pPr>
    </w:p>
    <w:p w14:paraId="127A4880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96"/>
        <w:gridCol w:w="4166"/>
      </w:tblGrid>
      <w:tr w:rsidR="00224DC8" w:rsidRPr="003322AD" w14:paraId="52417B4F" w14:textId="77777777" w:rsidTr="00224DC8">
        <w:trPr>
          <w:trHeight w:val="885"/>
        </w:trPr>
        <w:tc>
          <w:tcPr>
            <w:tcW w:w="4896" w:type="dxa"/>
          </w:tcPr>
          <w:p w14:paraId="783C052D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ZAMAWIAJĄCEGO: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319F95C5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797E64" w14:paraId="7338AFD7" w14:textId="77777777" w:rsidTr="00224DC8">
        <w:trPr>
          <w:trHeight w:val="118"/>
        </w:trPr>
        <w:tc>
          <w:tcPr>
            <w:tcW w:w="4896" w:type="dxa"/>
          </w:tcPr>
          <w:p w14:paraId="35247040" w14:textId="77777777" w:rsidR="00224DC8" w:rsidRPr="00797E64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51F305F7" w14:textId="77777777" w:rsidR="00224DC8" w:rsidRPr="00797E64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797E64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  <w:tr w:rsidR="00224DC8" w:rsidRPr="003322AD" w14:paraId="5114E7C5" w14:textId="77777777" w:rsidTr="00224DC8">
        <w:trPr>
          <w:trHeight w:val="873"/>
        </w:trPr>
        <w:tc>
          <w:tcPr>
            <w:tcW w:w="4896" w:type="dxa"/>
          </w:tcPr>
          <w:p w14:paraId="60BEC683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EKSPLOATATORA:</w:t>
            </w:r>
            <w:r w:rsidRPr="003322AD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11D26FBA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797E64" w14:paraId="370E4E80" w14:textId="77777777" w:rsidTr="00224DC8">
        <w:trPr>
          <w:trHeight w:val="290"/>
        </w:trPr>
        <w:tc>
          <w:tcPr>
            <w:tcW w:w="4896" w:type="dxa"/>
          </w:tcPr>
          <w:p w14:paraId="2A0C490F" w14:textId="77777777" w:rsidR="00224DC8" w:rsidRPr="00797E64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345B8BC8" w14:textId="77777777" w:rsidR="00224DC8" w:rsidRPr="00797E64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797E64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  <w:tr w:rsidR="00224DC8" w:rsidRPr="003322AD" w14:paraId="34E082F9" w14:textId="77777777" w:rsidTr="00224DC8">
        <w:trPr>
          <w:trHeight w:val="833"/>
        </w:trPr>
        <w:tc>
          <w:tcPr>
            <w:tcW w:w="4896" w:type="dxa"/>
          </w:tcPr>
          <w:p w14:paraId="3AE64BFB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WYKONAWCY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2FFDC0F7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797E64" w14:paraId="7E2D2777" w14:textId="77777777" w:rsidTr="00224DC8">
        <w:trPr>
          <w:trHeight w:val="225"/>
        </w:trPr>
        <w:tc>
          <w:tcPr>
            <w:tcW w:w="4896" w:type="dxa"/>
            <w:vAlign w:val="center"/>
          </w:tcPr>
          <w:p w14:paraId="240D49A0" w14:textId="77777777" w:rsidR="00224DC8" w:rsidRPr="00797E64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2CCE3753" w14:textId="77777777" w:rsidR="00224DC8" w:rsidRPr="00797E64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797E64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</w:tbl>
    <w:p w14:paraId="255008E7" w14:textId="77777777" w:rsidR="00224DC8" w:rsidRPr="00797E64" w:rsidRDefault="00224DC8" w:rsidP="002F0C4A">
      <w:pPr>
        <w:rPr>
          <w:rFonts w:cs="Arial"/>
          <w:sz w:val="16"/>
          <w:szCs w:val="16"/>
        </w:rPr>
      </w:pPr>
    </w:p>
    <w:p w14:paraId="0A724563" w14:textId="77777777" w:rsidR="00224DC8" w:rsidRPr="00797E64" w:rsidRDefault="00224DC8" w:rsidP="002F0C4A">
      <w:pPr>
        <w:rPr>
          <w:rFonts w:cs="Arial"/>
          <w:sz w:val="16"/>
          <w:szCs w:val="16"/>
        </w:rPr>
      </w:pPr>
      <w:r w:rsidRPr="00797E64">
        <w:rPr>
          <w:rFonts w:cs="Arial"/>
          <w:sz w:val="16"/>
          <w:szCs w:val="16"/>
        </w:rPr>
        <w:t xml:space="preserve">Protokół wykonano w </w:t>
      </w:r>
      <w:r w:rsidRPr="00797E64">
        <w:rPr>
          <w:rFonts w:cs="Arial"/>
          <w:b/>
          <w:sz w:val="16"/>
          <w:szCs w:val="16"/>
        </w:rPr>
        <w:t>3</w:t>
      </w:r>
      <w:r w:rsidRPr="00797E64">
        <w:rPr>
          <w:rFonts w:cs="Arial"/>
          <w:sz w:val="16"/>
          <w:szCs w:val="16"/>
        </w:rPr>
        <w:t xml:space="preserve"> egzemplarzach, w tym otrzymują:</w:t>
      </w:r>
    </w:p>
    <w:p w14:paraId="5CDC94AB" w14:textId="77777777" w:rsidR="00224DC8" w:rsidRPr="00797E64" w:rsidRDefault="00224DC8" w:rsidP="002F0C4A">
      <w:pPr>
        <w:rPr>
          <w:rFonts w:cs="Arial"/>
          <w:sz w:val="16"/>
          <w:szCs w:val="16"/>
        </w:rPr>
      </w:pPr>
    </w:p>
    <w:p w14:paraId="52D1148A" w14:textId="079BCCDE" w:rsidR="00224DC8" w:rsidRDefault="00224DC8" w:rsidP="00797E64">
      <w:pPr>
        <w:rPr>
          <w:rFonts w:cs="Arial"/>
          <w:sz w:val="20"/>
          <w:szCs w:val="20"/>
        </w:rPr>
      </w:pPr>
      <w:r w:rsidRPr="00797E64">
        <w:rPr>
          <w:rFonts w:cs="Arial"/>
          <w:sz w:val="16"/>
          <w:szCs w:val="16"/>
        </w:rPr>
        <w:t>Zamawiający</w:t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sym w:font="Wingdings" w:char="F0FE"/>
      </w:r>
      <w:r w:rsidRPr="00797E64">
        <w:rPr>
          <w:rFonts w:cs="Arial"/>
          <w:sz w:val="16"/>
          <w:szCs w:val="16"/>
        </w:rPr>
        <w:tab/>
        <w:t>2 egz.</w:t>
      </w:r>
      <w:r w:rsid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t>Wykonawca</w:t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sym w:font="Wingdings" w:char="F0FE"/>
      </w:r>
      <w:r w:rsidRPr="00797E64">
        <w:rPr>
          <w:rFonts w:cs="Arial"/>
          <w:sz w:val="16"/>
          <w:szCs w:val="16"/>
        </w:rPr>
        <w:tab/>
        <w:t>1 egz.</w:t>
      </w:r>
      <w:r>
        <w:rPr>
          <w:rFonts w:cs="Arial"/>
          <w:sz w:val="20"/>
          <w:szCs w:val="20"/>
        </w:rPr>
        <w:br w:type="page"/>
      </w:r>
    </w:p>
    <w:p w14:paraId="6D3B01FA" w14:textId="77777777" w:rsidR="00DA122E" w:rsidRPr="00595E0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22"/>
          <w:szCs w:val="22"/>
        </w:rPr>
      </w:pPr>
      <w:r w:rsidRPr="00595E0E">
        <w:rPr>
          <w:rFonts w:cs="Arial"/>
          <w:bCs/>
          <w:sz w:val="22"/>
          <w:szCs w:val="22"/>
        </w:rPr>
        <w:lastRenderedPageBreak/>
        <w:t xml:space="preserve">Toruń, </w:t>
      </w:r>
      <w:r w:rsidRPr="00595E0E">
        <w:rPr>
          <w:rFonts w:cs="Arial"/>
          <w:b/>
          <w:bCs/>
          <w:sz w:val="22"/>
          <w:szCs w:val="22"/>
        </w:rPr>
        <w:t>..…………</w:t>
      </w:r>
    </w:p>
    <w:p w14:paraId="0BC7BDC6" w14:textId="77777777" w:rsidR="00DA122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12"/>
          <w:szCs w:val="12"/>
        </w:rPr>
      </w:pPr>
      <w:r w:rsidRPr="00CD7E0C">
        <w:rPr>
          <w:rFonts w:cs="Arial"/>
          <w:b/>
          <w:bCs/>
          <w:sz w:val="12"/>
          <w:szCs w:val="12"/>
        </w:rPr>
        <w:t>(miejscowość i data)</w:t>
      </w:r>
    </w:p>
    <w:p w14:paraId="08C8026A" w14:textId="77777777" w:rsidR="00DA122E" w:rsidRPr="00CD7E0C" w:rsidRDefault="00DA122E" w:rsidP="00DA122E">
      <w:pPr>
        <w:pStyle w:val="NormalnyWeb"/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036F1F10" w14:textId="77777777" w:rsidR="00224DC8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</w:rPr>
      </w:pPr>
      <w:r w:rsidRPr="00BE4A0F">
        <w:rPr>
          <w:rFonts w:cs="Arial"/>
          <w:b/>
          <w:bCs/>
          <w:sz w:val="28"/>
          <w:szCs w:val="28"/>
        </w:rPr>
        <w:t xml:space="preserve">PROTOKÓŁ </w:t>
      </w:r>
      <w:r>
        <w:rPr>
          <w:rFonts w:cs="Arial"/>
          <w:b/>
          <w:bCs/>
          <w:sz w:val="28"/>
          <w:szCs w:val="28"/>
        </w:rPr>
        <w:t>nr 5 /……………………….*</w:t>
      </w:r>
    </w:p>
    <w:p w14:paraId="5907553E" w14:textId="77777777" w:rsidR="00224DC8" w:rsidRPr="00CC3273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  <w:b/>
          <w:sz w:val="24"/>
          <w:szCs w:val="24"/>
        </w:rPr>
      </w:pPr>
      <w:r w:rsidRPr="00CC3273">
        <w:rPr>
          <w:rFonts w:cs="Arial"/>
          <w:b/>
          <w:sz w:val="24"/>
          <w:szCs w:val="24"/>
        </w:rPr>
        <w:t>Odbiór połączeń spawanych</w:t>
      </w:r>
    </w:p>
    <w:p w14:paraId="1B38946E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64A30C9C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Numer umowy: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5E27B5E8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347A5B13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 w:rsidRPr="00AD42DF">
        <w:rPr>
          <w:rFonts w:cs="Arial"/>
          <w:sz w:val="20"/>
          <w:szCs w:val="20"/>
          <w:u w:val="single"/>
        </w:rPr>
        <w:t>Nazwa wykonawcy:</w:t>
      </w:r>
      <w:r>
        <w:rPr>
          <w:rFonts w:cs="Arial"/>
          <w:sz w:val="20"/>
          <w:szCs w:val="20"/>
          <w:u w:val="single"/>
        </w:rPr>
        <w:tab/>
      </w:r>
    </w:p>
    <w:p w14:paraId="5504C0EB" w14:textId="77777777" w:rsidR="00DA122E" w:rsidRDefault="00DA122E" w:rsidP="00DA122E">
      <w:pPr>
        <w:jc w:val="both"/>
        <w:rPr>
          <w:rFonts w:cs="Arial"/>
          <w:sz w:val="20"/>
          <w:szCs w:val="20"/>
          <w:u w:val="single"/>
        </w:rPr>
      </w:pPr>
    </w:p>
    <w:p w14:paraId="3269C91E" w14:textId="77777777" w:rsidR="00DA122E" w:rsidRPr="003322AD" w:rsidRDefault="00DA122E" w:rsidP="00DA122E">
      <w:pPr>
        <w:jc w:val="both"/>
        <w:rPr>
          <w:rFonts w:cs="Arial"/>
          <w:b/>
          <w:sz w:val="20"/>
          <w:szCs w:val="20"/>
        </w:rPr>
      </w:pPr>
      <w:r w:rsidRPr="003322AD">
        <w:rPr>
          <w:rFonts w:cs="Arial"/>
          <w:sz w:val="20"/>
          <w:szCs w:val="20"/>
          <w:u w:val="single"/>
        </w:rPr>
        <w:t>Zadanie: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1F556442" w14:textId="77777777" w:rsidR="00DA122E" w:rsidRDefault="00DA122E" w:rsidP="00DA122E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0A4FB771" w14:textId="06E3BC26" w:rsidR="00224DC8" w:rsidRPr="003322AD" w:rsidRDefault="00224DC8" w:rsidP="002F0C4A">
      <w:pPr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W dniu ………………………..</w:t>
      </w:r>
      <w:r w:rsidR="00EE32E2">
        <w:rPr>
          <w:rFonts w:cs="Arial"/>
          <w:sz w:val="20"/>
          <w:szCs w:val="20"/>
        </w:rPr>
        <w:t xml:space="preserve"> </w:t>
      </w:r>
      <w:r w:rsidRPr="003322AD">
        <w:rPr>
          <w:rFonts w:cs="Arial"/>
          <w:sz w:val="20"/>
          <w:szCs w:val="20"/>
        </w:rPr>
        <w:t xml:space="preserve">na podstawie przeprowadzonej próby ciśnieniowej/szczelności (zgodnie </w:t>
      </w:r>
      <w:r>
        <w:rPr>
          <w:rFonts w:cs="Arial"/>
          <w:sz w:val="20"/>
          <w:szCs w:val="20"/>
        </w:rPr>
        <w:br/>
      </w:r>
      <w:r w:rsidRPr="003322AD">
        <w:rPr>
          <w:rFonts w:cs="Arial"/>
          <w:sz w:val="20"/>
          <w:szCs w:val="20"/>
        </w:rPr>
        <w:t xml:space="preserve">z </w:t>
      </w:r>
      <w:r>
        <w:rPr>
          <w:rFonts w:cs="Arial"/>
          <w:sz w:val="20"/>
          <w:szCs w:val="20"/>
        </w:rPr>
        <w:t>Protokołem nr 4/…………….),</w:t>
      </w:r>
      <w:r w:rsidR="00EE32E2">
        <w:rPr>
          <w:rFonts w:cs="Arial"/>
          <w:sz w:val="20"/>
          <w:szCs w:val="20"/>
        </w:rPr>
        <w:t xml:space="preserve"> </w:t>
      </w:r>
      <w:r w:rsidRPr="003322AD">
        <w:rPr>
          <w:rFonts w:cs="Arial"/>
          <w:sz w:val="20"/>
          <w:szCs w:val="20"/>
        </w:rPr>
        <w:t xml:space="preserve">załączonych protokołów badań </w:t>
      </w:r>
      <w:proofErr w:type="spellStart"/>
      <w:r w:rsidRPr="003322AD">
        <w:rPr>
          <w:rFonts w:cs="Arial"/>
          <w:sz w:val="20"/>
          <w:szCs w:val="20"/>
        </w:rPr>
        <w:t>Rtg</w:t>
      </w:r>
      <w:proofErr w:type="spellEnd"/>
      <w:r w:rsidRPr="003322AD">
        <w:rPr>
          <w:rFonts w:cs="Arial"/>
          <w:sz w:val="20"/>
          <w:szCs w:val="20"/>
        </w:rPr>
        <w:t xml:space="preserve">/ultradźwiękowych (…….szt. protokołów) </w:t>
      </w:r>
      <w:r>
        <w:rPr>
          <w:rFonts w:cs="Arial"/>
          <w:sz w:val="20"/>
          <w:szCs w:val="20"/>
        </w:rPr>
        <w:br/>
        <w:t xml:space="preserve">oraz ustaleń zawartych w załączniku A do niniejszego protokołu </w:t>
      </w:r>
      <w:r w:rsidRPr="003322AD">
        <w:rPr>
          <w:rFonts w:cs="Arial"/>
          <w:sz w:val="20"/>
          <w:szCs w:val="20"/>
        </w:rPr>
        <w:t>dopuszcza</w:t>
      </w:r>
      <w:r>
        <w:rPr>
          <w:rFonts w:cs="Arial"/>
          <w:sz w:val="20"/>
          <w:szCs w:val="20"/>
        </w:rPr>
        <w:t>/nie dopuszcza*</w:t>
      </w:r>
      <w:r w:rsidRPr="003322AD">
        <w:rPr>
          <w:rFonts w:cs="Arial"/>
          <w:sz w:val="20"/>
          <w:szCs w:val="20"/>
        </w:rPr>
        <w:t xml:space="preserve"> się połączenie do izolowania.</w:t>
      </w:r>
    </w:p>
    <w:p w14:paraId="58D8DC3D" w14:textId="56A9B7F3" w:rsidR="00224DC8" w:rsidRDefault="00224DC8" w:rsidP="002F0C4A">
      <w:pPr>
        <w:rPr>
          <w:rFonts w:cs="Arial"/>
          <w:sz w:val="20"/>
          <w:szCs w:val="20"/>
        </w:rPr>
      </w:pPr>
    </w:p>
    <w:p w14:paraId="4802D97E" w14:textId="08A41954" w:rsidR="00797E64" w:rsidRDefault="00797E64" w:rsidP="002F0C4A">
      <w:pPr>
        <w:rPr>
          <w:rFonts w:cs="Arial"/>
          <w:sz w:val="20"/>
          <w:szCs w:val="20"/>
        </w:rPr>
      </w:pPr>
    </w:p>
    <w:p w14:paraId="1A6C6D28" w14:textId="5F60FFBA" w:rsidR="00797E64" w:rsidRDefault="00797E64" w:rsidP="002F0C4A">
      <w:pPr>
        <w:rPr>
          <w:rFonts w:cs="Arial"/>
          <w:sz w:val="20"/>
          <w:szCs w:val="20"/>
        </w:rPr>
      </w:pPr>
    </w:p>
    <w:p w14:paraId="273F7E34" w14:textId="77777777" w:rsidR="00797E64" w:rsidRDefault="00797E64" w:rsidP="002F0C4A">
      <w:pPr>
        <w:rPr>
          <w:rFonts w:cs="Arial"/>
          <w:sz w:val="20"/>
          <w:szCs w:val="20"/>
        </w:rPr>
      </w:pPr>
    </w:p>
    <w:p w14:paraId="1285E355" w14:textId="77777777" w:rsidR="00224DC8" w:rsidRDefault="00224DC8" w:rsidP="002F0C4A">
      <w:pPr>
        <w:rPr>
          <w:rFonts w:cs="Arial"/>
          <w:sz w:val="20"/>
          <w:szCs w:val="20"/>
        </w:rPr>
      </w:pPr>
    </w:p>
    <w:p w14:paraId="356EFF2F" w14:textId="77777777" w:rsidR="00224DC8" w:rsidRDefault="00224DC8" w:rsidP="002F0C4A">
      <w:pPr>
        <w:rPr>
          <w:rFonts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96"/>
        <w:gridCol w:w="4166"/>
      </w:tblGrid>
      <w:tr w:rsidR="00224DC8" w:rsidRPr="003322AD" w14:paraId="12E378EF" w14:textId="77777777" w:rsidTr="00224DC8">
        <w:trPr>
          <w:trHeight w:val="885"/>
        </w:trPr>
        <w:tc>
          <w:tcPr>
            <w:tcW w:w="4896" w:type="dxa"/>
          </w:tcPr>
          <w:p w14:paraId="7E40769A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ZAMAWIAJĄCEGO: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0A12EB8F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797E64" w14:paraId="1CFB9174" w14:textId="77777777" w:rsidTr="00224DC8">
        <w:trPr>
          <w:trHeight w:val="118"/>
        </w:trPr>
        <w:tc>
          <w:tcPr>
            <w:tcW w:w="4896" w:type="dxa"/>
          </w:tcPr>
          <w:p w14:paraId="3BA33434" w14:textId="77777777" w:rsidR="00224DC8" w:rsidRPr="00797E64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7F167E63" w14:textId="77777777" w:rsidR="00224DC8" w:rsidRPr="00797E64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797E64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  <w:tr w:rsidR="00224DC8" w:rsidRPr="003322AD" w14:paraId="5CE91398" w14:textId="77777777" w:rsidTr="00224DC8">
        <w:trPr>
          <w:trHeight w:val="833"/>
        </w:trPr>
        <w:tc>
          <w:tcPr>
            <w:tcW w:w="4896" w:type="dxa"/>
          </w:tcPr>
          <w:p w14:paraId="7A07E1C9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WYKONAWCY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1B6DC346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797E64" w14:paraId="1BA082D7" w14:textId="77777777" w:rsidTr="00224DC8">
        <w:trPr>
          <w:trHeight w:val="225"/>
        </w:trPr>
        <w:tc>
          <w:tcPr>
            <w:tcW w:w="4896" w:type="dxa"/>
            <w:vAlign w:val="center"/>
          </w:tcPr>
          <w:p w14:paraId="74A18CC6" w14:textId="77777777" w:rsidR="00224DC8" w:rsidRPr="00797E64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74A290F8" w14:textId="77777777" w:rsidR="00224DC8" w:rsidRPr="00797E64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797E64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</w:tbl>
    <w:p w14:paraId="77C8389C" w14:textId="768B10E1" w:rsidR="00224DC8" w:rsidRDefault="00224DC8" w:rsidP="002F0C4A">
      <w:pPr>
        <w:rPr>
          <w:rFonts w:cs="Arial"/>
          <w:sz w:val="16"/>
          <w:szCs w:val="16"/>
        </w:rPr>
      </w:pPr>
    </w:p>
    <w:p w14:paraId="5013734C" w14:textId="38AC3666" w:rsidR="00797E64" w:rsidRDefault="00797E64" w:rsidP="002F0C4A">
      <w:pPr>
        <w:rPr>
          <w:rFonts w:cs="Arial"/>
          <w:sz w:val="16"/>
          <w:szCs w:val="16"/>
        </w:rPr>
      </w:pPr>
    </w:p>
    <w:p w14:paraId="41AFBAC0" w14:textId="7F04CD65" w:rsidR="00797E64" w:rsidRDefault="00797E64" w:rsidP="002F0C4A">
      <w:pPr>
        <w:rPr>
          <w:rFonts w:cs="Arial"/>
          <w:sz w:val="16"/>
          <w:szCs w:val="16"/>
        </w:rPr>
      </w:pPr>
    </w:p>
    <w:p w14:paraId="764894FF" w14:textId="5EDAC9B8" w:rsidR="00797E64" w:rsidRDefault="00797E64" w:rsidP="002F0C4A">
      <w:pPr>
        <w:rPr>
          <w:rFonts w:cs="Arial"/>
          <w:sz w:val="16"/>
          <w:szCs w:val="16"/>
        </w:rPr>
      </w:pPr>
    </w:p>
    <w:p w14:paraId="0A797FC6" w14:textId="7CD584C5" w:rsidR="00797E64" w:rsidRDefault="00797E64" w:rsidP="002F0C4A">
      <w:pPr>
        <w:rPr>
          <w:rFonts w:cs="Arial"/>
          <w:sz w:val="16"/>
          <w:szCs w:val="16"/>
        </w:rPr>
      </w:pPr>
    </w:p>
    <w:p w14:paraId="26536C95" w14:textId="62CB85A9" w:rsidR="00797E64" w:rsidRDefault="00797E64" w:rsidP="002F0C4A">
      <w:pPr>
        <w:rPr>
          <w:rFonts w:cs="Arial"/>
          <w:sz w:val="16"/>
          <w:szCs w:val="16"/>
        </w:rPr>
      </w:pPr>
    </w:p>
    <w:p w14:paraId="34D38188" w14:textId="70C88966" w:rsidR="00797E64" w:rsidRDefault="00797E64" w:rsidP="002F0C4A">
      <w:pPr>
        <w:rPr>
          <w:rFonts w:cs="Arial"/>
          <w:sz w:val="16"/>
          <w:szCs w:val="16"/>
        </w:rPr>
      </w:pPr>
    </w:p>
    <w:p w14:paraId="584BF53B" w14:textId="710AD074" w:rsidR="00797E64" w:rsidRDefault="00797E64" w:rsidP="002F0C4A">
      <w:pPr>
        <w:rPr>
          <w:rFonts w:cs="Arial"/>
          <w:sz w:val="16"/>
          <w:szCs w:val="16"/>
        </w:rPr>
      </w:pPr>
    </w:p>
    <w:p w14:paraId="46EBE501" w14:textId="4814D5AF" w:rsidR="00797E64" w:rsidRDefault="00797E64" w:rsidP="002F0C4A">
      <w:pPr>
        <w:rPr>
          <w:rFonts w:cs="Arial"/>
          <w:sz w:val="16"/>
          <w:szCs w:val="16"/>
        </w:rPr>
      </w:pPr>
    </w:p>
    <w:p w14:paraId="6256674D" w14:textId="4C460DB4" w:rsidR="00797E64" w:rsidRDefault="00797E64" w:rsidP="002F0C4A">
      <w:pPr>
        <w:rPr>
          <w:rFonts w:cs="Arial"/>
          <w:sz w:val="16"/>
          <w:szCs w:val="16"/>
        </w:rPr>
      </w:pPr>
    </w:p>
    <w:p w14:paraId="368881AA" w14:textId="2FA242E5" w:rsidR="00797E64" w:rsidRDefault="00797E64" w:rsidP="002F0C4A">
      <w:pPr>
        <w:rPr>
          <w:rFonts w:cs="Arial"/>
          <w:sz w:val="16"/>
          <w:szCs w:val="16"/>
        </w:rPr>
      </w:pPr>
    </w:p>
    <w:p w14:paraId="7EED087B" w14:textId="0AD0AB23" w:rsidR="00797E64" w:rsidRDefault="00797E64" w:rsidP="002F0C4A">
      <w:pPr>
        <w:rPr>
          <w:rFonts w:cs="Arial"/>
          <w:sz w:val="16"/>
          <w:szCs w:val="16"/>
        </w:rPr>
      </w:pPr>
    </w:p>
    <w:p w14:paraId="02420F8C" w14:textId="28237015" w:rsidR="00797E64" w:rsidRDefault="00797E64" w:rsidP="002F0C4A">
      <w:pPr>
        <w:rPr>
          <w:rFonts w:cs="Arial"/>
          <w:sz w:val="16"/>
          <w:szCs w:val="16"/>
        </w:rPr>
      </w:pPr>
    </w:p>
    <w:p w14:paraId="728F9218" w14:textId="5506D336" w:rsidR="00797E64" w:rsidRDefault="00797E64" w:rsidP="002F0C4A">
      <w:pPr>
        <w:rPr>
          <w:rFonts w:cs="Arial"/>
          <w:sz w:val="16"/>
          <w:szCs w:val="16"/>
        </w:rPr>
      </w:pPr>
    </w:p>
    <w:p w14:paraId="01E1A62C" w14:textId="543EB70D" w:rsidR="00797E64" w:rsidRDefault="00797E64" w:rsidP="002F0C4A">
      <w:pPr>
        <w:rPr>
          <w:rFonts w:cs="Arial"/>
          <w:sz w:val="16"/>
          <w:szCs w:val="16"/>
        </w:rPr>
      </w:pPr>
    </w:p>
    <w:p w14:paraId="05015C65" w14:textId="24A9B7B7" w:rsidR="00797E64" w:rsidRDefault="00797E64" w:rsidP="002F0C4A">
      <w:pPr>
        <w:rPr>
          <w:rFonts w:cs="Arial"/>
          <w:sz w:val="16"/>
          <w:szCs w:val="16"/>
        </w:rPr>
      </w:pPr>
    </w:p>
    <w:p w14:paraId="1DF9B2F0" w14:textId="103BCAC6" w:rsidR="00797E64" w:rsidRDefault="00797E64" w:rsidP="002F0C4A">
      <w:pPr>
        <w:rPr>
          <w:rFonts w:cs="Arial"/>
          <w:sz w:val="16"/>
          <w:szCs w:val="16"/>
        </w:rPr>
      </w:pPr>
    </w:p>
    <w:p w14:paraId="60DEDAE1" w14:textId="67FCA412" w:rsidR="00797E64" w:rsidRDefault="00797E64" w:rsidP="002F0C4A">
      <w:pPr>
        <w:rPr>
          <w:rFonts w:cs="Arial"/>
          <w:sz w:val="16"/>
          <w:szCs w:val="16"/>
        </w:rPr>
      </w:pPr>
    </w:p>
    <w:p w14:paraId="622F4624" w14:textId="773F8A5E" w:rsidR="00797E64" w:rsidRDefault="00797E64" w:rsidP="002F0C4A">
      <w:pPr>
        <w:rPr>
          <w:rFonts w:cs="Arial"/>
          <w:sz w:val="16"/>
          <w:szCs w:val="16"/>
        </w:rPr>
      </w:pPr>
    </w:p>
    <w:p w14:paraId="5BAC39EC" w14:textId="620BB99C" w:rsidR="00797E64" w:rsidRDefault="00797E64" w:rsidP="002F0C4A">
      <w:pPr>
        <w:rPr>
          <w:rFonts w:cs="Arial"/>
          <w:sz w:val="16"/>
          <w:szCs w:val="16"/>
        </w:rPr>
      </w:pPr>
    </w:p>
    <w:p w14:paraId="76DC6F5C" w14:textId="0F2AFCBD" w:rsidR="00797E64" w:rsidRDefault="00797E64" w:rsidP="002F0C4A">
      <w:pPr>
        <w:rPr>
          <w:rFonts w:cs="Arial"/>
          <w:sz w:val="16"/>
          <w:szCs w:val="16"/>
        </w:rPr>
      </w:pPr>
    </w:p>
    <w:p w14:paraId="7F2EA550" w14:textId="6D05F942" w:rsidR="00797E64" w:rsidRDefault="00797E64" w:rsidP="002F0C4A">
      <w:pPr>
        <w:rPr>
          <w:rFonts w:cs="Arial"/>
          <w:sz w:val="16"/>
          <w:szCs w:val="16"/>
        </w:rPr>
      </w:pPr>
    </w:p>
    <w:p w14:paraId="19385057" w14:textId="77777777" w:rsidR="00797E64" w:rsidRPr="00797E64" w:rsidRDefault="00797E64" w:rsidP="002F0C4A">
      <w:pPr>
        <w:rPr>
          <w:rFonts w:cs="Arial"/>
          <w:sz w:val="16"/>
          <w:szCs w:val="16"/>
        </w:rPr>
      </w:pPr>
    </w:p>
    <w:p w14:paraId="5730B5F3" w14:textId="77777777" w:rsidR="00224DC8" w:rsidRPr="00797E64" w:rsidRDefault="00224DC8" w:rsidP="002F0C4A">
      <w:pPr>
        <w:rPr>
          <w:rFonts w:cs="Arial"/>
          <w:sz w:val="16"/>
          <w:szCs w:val="16"/>
        </w:rPr>
      </w:pPr>
    </w:p>
    <w:p w14:paraId="02C12018" w14:textId="77777777" w:rsidR="00224DC8" w:rsidRPr="00797E64" w:rsidRDefault="00224DC8" w:rsidP="002F0C4A">
      <w:pPr>
        <w:rPr>
          <w:rFonts w:cs="Arial"/>
          <w:sz w:val="16"/>
          <w:szCs w:val="16"/>
        </w:rPr>
      </w:pPr>
      <w:r w:rsidRPr="00797E64">
        <w:rPr>
          <w:rFonts w:cs="Arial"/>
          <w:sz w:val="16"/>
          <w:szCs w:val="16"/>
        </w:rPr>
        <w:t xml:space="preserve">Protokół wykonano w </w:t>
      </w:r>
      <w:r w:rsidRPr="00797E64">
        <w:rPr>
          <w:rFonts w:cs="Arial"/>
          <w:b/>
          <w:sz w:val="16"/>
          <w:szCs w:val="16"/>
        </w:rPr>
        <w:t>3</w:t>
      </w:r>
      <w:r w:rsidRPr="00797E64">
        <w:rPr>
          <w:rFonts w:cs="Arial"/>
          <w:sz w:val="16"/>
          <w:szCs w:val="16"/>
        </w:rPr>
        <w:t xml:space="preserve"> egzemplarzach, w tym otrzymują:</w:t>
      </w:r>
    </w:p>
    <w:p w14:paraId="72FCA52F" w14:textId="43FDA9CA" w:rsidR="00224DC8" w:rsidRPr="00797E64" w:rsidRDefault="00224DC8" w:rsidP="002F0C4A">
      <w:pPr>
        <w:rPr>
          <w:rFonts w:cs="Arial"/>
          <w:sz w:val="16"/>
          <w:szCs w:val="16"/>
        </w:rPr>
      </w:pPr>
      <w:r w:rsidRPr="00797E64">
        <w:rPr>
          <w:rFonts w:cs="Arial"/>
          <w:sz w:val="16"/>
          <w:szCs w:val="16"/>
        </w:rPr>
        <w:t>Zamawiający</w:t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sym w:font="Wingdings" w:char="F0FE"/>
      </w:r>
      <w:r w:rsidRPr="00797E64">
        <w:rPr>
          <w:rFonts w:cs="Arial"/>
          <w:sz w:val="16"/>
          <w:szCs w:val="16"/>
        </w:rPr>
        <w:tab/>
        <w:t>2 egz.</w:t>
      </w:r>
      <w:r w:rsidR="00797E64">
        <w:rPr>
          <w:rFonts w:cs="Arial"/>
          <w:sz w:val="16"/>
          <w:szCs w:val="16"/>
        </w:rPr>
        <w:tab/>
      </w:r>
      <w:r w:rsid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t>Wykonawca</w:t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tab/>
      </w:r>
      <w:r w:rsidRPr="00797E64">
        <w:rPr>
          <w:rFonts w:cs="Arial"/>
          <w:sz w:val="16"/>
          <w:szCs w:val="16"/>
        </w:rPr>
        <w:sym w:font="Wingdings" w:char="F0FE"/>
      </w:r>
      <w:r w:rsidRPr="00797E64">
        <w:rPr>
          <w:rFonts w:cs="Arial"/>
          <w:sz w:val="16"/>
          <w:szCs w:val="16"/>
        </w:rPr>
        <w:tab/>
        <w:t>1 egz.</w:t>
      </w:r>
    </w:p>
    <w:p w14:paraId="4D6697CA" w14:textId="77777777" w:rsidR="00224DC8" w:rsidRPr="00797E64" w:rsidRDefault="00224DC8" w:rsidP="002F0C4A">
      <w:pPr>
        <w:rPr>
          <w:rFonts w:cs="Arial"/>
          <w:sz w:val="16"/>
          <w:szCs w:val="16"/>
          <w:u w:val="single"/>
        </w:rPr>
      </w:pPr>
      <w:r w:rsidRPr="00797E64">
        <w:rPr>
          <w:rFonts w:cs="Arial"/>
          <w:sz w:val="16"/>
          <w:szCs w:val="16"/>
          <w:u w:val="single"/>
        </w:rPr>
        <w:t>W załączeniu:</w:t>
      </w:r>
    </w:p>
    <w:p w14:paraId="73DA078E" w14:textId="77777777" w:rsidR="00224DC8" w:rsidRPr="00797E64" w:rsidRDefault="00224DC8" w:rsidP="002F0C4A">
      <w:pPr>
        <w:rPr>
          <w:rFonts w:cs="Arial"/>
          <w:sz w:val="16"/>
          <w:szCs w:val="16"/>
        </w:rPr>
      </w:pPr>
      <w:r w:rsidRPr="00797E64">
        <w:rPr>
          <w:rFonts w:cs="Arial"/>
          <w:sz w:val="16"/>
          <w:szCs w:val="16"/>
        </w:rPr>
        <w:t>- załącznik A</w:t>
      </w:r>
    </w:p>
    <w:p w14:paraId="0E60D75D" w14:textId="77777777" w:rsidR="00224DC8" w:rsidRPr="00797E64" w:rsidRDefault="00224DC8" w:rsidP="002F0C4A">
      <w:pPr>
        <w:rPr>
          <w:rFonts w:cs="Arial"/>
          <w:sz w:val="16"/>
          <w:szCs w:val="16"/>
        </w:rPr>
      </w:pPr>
      <w:r w:rsidRPr="00797E64">
        <w:rPr>
          <w:rFonts w:cs="Arial"/>
          <w:sz w:val="16"/>
          <w:szCs w:val="16"/>
        </w:rPr>
        <w:t>- protokoły z wykonanymi pomiarami badań RTG/ultradźwiękowych</w:t>
      </w:r>
    </w:p>
    <w:p w14:paraId="3432B92B" w14:textId="0558790F" w:rsidR="00224DC8" w:rsidRPr="00797E64" w:rsidRDefault="00224DC8" w:rsidP="002F0C4A">
      <w:pPr>
        <w:rPr>
          <w:rFonts w:cs="Arial"/>
          <w:sz w:val="16"/>
          <w:szCs w:val="16"/>
        </w:rPr>
      </w:pPr>
      <w:r w:rsidRPr="00797E64">
        <w:rPr>
          <w:rFonts w:cs="Arial"/>
          <w:sz w:val="16"/>
          <w:szCs w:val="16"/>
        </w:rPr>
        <w:t>- schemat sieci cieplnej z oznaczonymi wykonanymi połączeniami spawanymi</w:t>
      </w:r>
    </w:p>
    <w:p w14:paraId="2645816E" w14:textId="77777777" w:rsidR="00DA122E" w:rsidRPr="00595E0E" w:rsidRDefault="00224DC8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22"/>
          <w:szCs w:val="22"/>
        </w:rPr>
      </w:pPr>
      <w:r>
        <w:rPr>
          <w:rFonts w:cs="Arial"/>
          <w:sz w:val="20"/>
          <w:szCs w:val="20"/>
        </w:rPr>
        <w:br w:type="column"/>
      </w:r>
      <w:r w:rsidR="00DA122E" w:rsidRPr="00595E0E">
        <w:rPr>
          <w:rFonts w:cs="Arial"/>
          <w:bCs/>
          <w:sz w:val="22"/>
          <w:szCs w:val="22"/>
        </w:rPr>
        <w:lastRenderedPageBreak/>
        <w:t xml:space="preserve">Toruń, </w:t>
      </w:r>
      <w:r w:rsidR="00DA122E" w:rsidRPr="00595E0E">
        <w:rPr>
          <w:rFonts w:cs="Arial"/>
          <w:b/>
          <w:bCs/>
          <w:sz w:val="22"/>
          <w:szCs w:val="22"/>
        </w:rPr>
        <w:t>..…………</w:t>
      </w:r>
    </w:p>
    <w:p w14:paraId="538323E3" w14:textId="77777777" w:rsidR="00DA122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12"/>
          <w:szCs w:val="12"/>
        </w:rPr>
      </w:pPr>
      <w:r w:rsidRPr="00CD7E0C">
        <w:rPr>
          <w:rFonts w:cs="Arial"/>
          <w:b/>
          <w:bCs/>
          <w:sz w:val="12"/>
          <w:szCs w:val="12"/>
        </w:rPr>
        <w:t>(miejscowość i data)</w:t>
      </w:r>
    </w:p>
    <w:p w14:paraId="6904ADE1" w14:textId="77777777" w:rsidR="00DA122E" w:rsidRPr="00CD7E0C" w:rsidRDefault="00DA122E" w:rsidP="00DA122E">
      <w:pPr>
        <w:pStyle w:val="NormalnyWeb"/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36A06B0A" w14:textId="3C91B1E8" w:rsidR="00224DC8" w:rsidRDefault="00224DC8" w:rsidP="002F0C4A">
      <w:pPr>
        <w:jc w:val="center"/>
        <w:rPr>
          <w:rFonts w:cs="Arial"/>
          <w:b/>
          <w:sz w:val="24"/>
        </w:rPr>
      </w:pPr>
      <w:r w:rsidRPr="00CC3273">
        <w:rPr>
          <w:rFonts w:cs="Arial"/>
          <w:b/>
          <w:sz w:val="24"/>
        </w:rPr>
        <w:t xml:space="preserve">Załącznik A do PROTOKOŁU nr </w:t>
      </w:r>
      <w:r w:rsidR="00054E38">
        <w:rPr>
          <w:rFonts w:cs="Arial"/>
          <w:b/>
          <w:sz w:val="24"/>
        </w:rPr>
        <w:t>5</w:t>
      </w:r>
      <w:r w:rsidR="00F07F9E">
        <w:rPr>
          <w:rFonts w:cs="Arial"/>
          <w:b/>
          <w:sz w:val="24"/>
        </w:rPr>
        <w:t xml:space="preserve"> </w:t>
      </w:r>
      <w:r>
        <w:rPr>
          <w:rFonts w:cs="Arial"/>
          <w:b/>
          <w:sz w:val="24"/>
        </w:rPr>
        <w:t>/………………………………..*</w:t>
      </w:r>
      <w:r w:rsidRPr="00CC3273">
        <w:rPr>
          <w:rFonts w:cs="Arial"/>
          <w:b/>
          <w:sz w:val="24"/>
        </w:rPr>
        <w:t xml:space="preserve"> </w:t>
      </w:r>
    </w:p>
    <w:p w14:paraId="429B2F11" w14:textId="77777777" w:rsidR="00224DC8" w:rsidRPr="00CC3273" w:rsidRDefault="00224DC8" w:rsidP="002F0C4A">
      <w:pPr>
        <w:jc w:val="center"/>
        <w:rPr>
          <w:rFonts w:cs="Arial"/>
          <w:b/>
          <w:sz w:val="24"/>
        </w:rPr>
      </w:pPr>
    </w:p>
    <w:p w14:paraId="43372ECE" w14:textId="02DA609F" w:rsidR="00224DC8" w:rsidRPr="00CC3273" w:rsidRDefault="007E080B" w:rsidP="002F0C4A">
      <w:pPr>
        <w:jc w:val="center"/>
        <w:rPr>
          <w:rFonts w:cs="Arial"/>
          <w:b/>
          <w:sz w:val="24"/>
        </w:rPr>
      </w:pPr>
      <w:r w:rsidRPr="00CC3273">
        <w:rPr>
          <w:rFonts w:cs="Arial"/>
          <w:b/>
          <w:sz w:val="24"/>
        </w:rPr>
        <w:t xml:space="preserve">Odbiór połączeń spawanych </w:t>
      </w:r>
    </w:p>
    <w:p w14:paraId="370B7C50" w14:textId="77777777" w:rsidR="00224DC8" w:rsidRDefault="00224DC8" w:rsidP="002F0C4A">
      <w:pPr>
        <w:jc w:val="center"/>
        <w:rPr>
          <w:rFonts w:cs="Arial"/>
          <w:sz w:val="22"/>
          <w:szCs w:val="22"/>
        </w:rPr>
      </w:pPr>
    </w:p>
    <w:p w14:paraId="4EACDCFB" w14:textId="77777777" w:rsidR="00224DC8" w:rsidRDefault="00224DC8" w:rsidP="002F0C4A">
      <w:pPr>
        <w:rPr>
          <w:rFonts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"/>
        <w:gridCol w:w="3240"/>
        <w:gridCol w:w="5504"/>
      </w:tblGrid>
      <w:tr w:rsidR="00224DC8" w:rsidRPr="00E86080" w14:paraId="4DAC949A" w14:textId="77777777" w:rsidTr="00224DC8">
        <w:tc>
          <w:tcPr>
            <w:tcW w:w="468" w:type="dxa"/>
          </w:tcPr>
          <w:p w14:paraId="58A673CE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04B591E3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  <w:r w:rsidRPr="00E86080"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3240" w:type="dxa"/>
          </w:tcPr>
          <w:p w14:paraId="44AA6218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57820823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  <w:r w:rsidRPr="00E86080">
              <w:rPr>
                <w:rFonts w:cs="Arial"/>
                <w:sz w:val="22"/>
                <w:szCs w:val="22"/>
              </w:rPr>
              <w:t>Nazwa konstrukcji</w:t>
            </w:r>
          </w:p>
        </w:tc>
        <w:tc>
          <w:tcPr>
            <w:tcW w:w="5504" w:type="dxa"/>
            <w:tcBorders>
              <w:bottom w:val="dotted" w:sz="8" w:space="0" w:color="auto"/>
            </w:tcBorders>
          </w:tcPr>
          <w:p w14:paraId="327F0341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</w:tr>
      <w:tr w:rsidR="00224DC8" w:rsidRPr="00E86080" w14:paraId="42BB5C5C" w14:textId="77777777" w:rsidTr="00224DC8">
        <w:tc>
          <w:tcPr>
            <w:tcW w:w="468" w:type="dxa"/>
          </w:tcPr>
          <w:p w14:paraId="70CDB66D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1EDC75AD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  <w:r w:rsidRPr="00E86080"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3240" w:type="dxa"/>
          </w:tcPr>
          <w:p w14:paraId="0A9B2DEA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7E3D2918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  <w:r w:rsidRPr="00E86080">
              <w:rPr>
                <w:rFonts w:cs="Arial"/>
                <w:sz w:val="22"/>
                <w:szCs w:val="22"/>
              </w:rPr>
              <w:t>Nr rysunku (projektu)</w:t>
            </w:r>
          </w:p>
        </w:tc>
        <w:tc>
          <w:tcPr>
            <w:tcW w:w="5504" w:type="dxa"/>
            <w:tcBorders>
              <w:top w:val="dotted" w:sz="8" w:space="0" w:color="auto"/>
              <w:bottom w:val="dotted" w:sz="8" w:space="0" w:color="auto"/>
            </w:tcBorders>
          </w:tcPr>
          <w:p w14:paraId="0B5E7BAD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</w:tr>
      <w:tr w:rsidR="00224DC8" w:rsidRPr="00E86080" w14:paraId="62CDB218" w14:textId="77777777" w:rsidTr="00224DC8">
        <w:tc>
          <w:tcPr>
            <w:tcW w:w="468" w:type="dxa"/>
          </w:tcPr>
          <w:p w14:paraId="28D31E53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463F1504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  <w:r w:rsidRPr="00E86080"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3240" w:type="dxa"/>
          </w:tcPr>
          <w:p w14:paraId="7D162380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555CD8AA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  <w:r w:rsidRPr="00E86080">
              <w:rPr>
                <w:rFonts w:cs="Arial"/>
                <w:sz w:val="22"/>
                <w:szCs w:val="22"/>
              </w:rPr>
              <w:t>Rodzaj materiału rodzimego</w:t>
            </w:r>
          </w:p>
        </w:tc>
        <w:tc>
          <w:tcPr>
            <w:tcW w:w="5504" w:type="dxa"/>
            <w:tcBorders>
              <w:top w:val="dotted" w:sz="8" w:space="0" w:color="auto"/>
              <w:bottom w:val="dotted" w:sz="8" w:space="0" w:color="auto"/>
            </w:tcBorders>
          </w:tcPr>
          <w:p w14:paraId="65F0D2A3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</w:tr>
      <w:tr w:rsidR="00224DC8" w:rsidRPr="00E86080" w14:paraId="62C696BA" w14:textId="77777777" w:rsidTr="00224DC8">
        <w:tc>
          <w:tcPr>
            <w:tcW w:w="468" w:type="dxa"/>
          </w:tcPr>
          <w:p w14:paraId="08363EBB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241130A7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240" w:type="dxa"/>
          </w:tcPr>
          <w:p w14:paraId="42842A4B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63575EDA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  <w:r w:rsidRPr="00E86080">
              <w:rPr>
                <w:rFonts w:cs="Arial"/>
                <w:sz w:val="22"/>
                <w:szCs w:val="22"/>
              </w:rPr>
              <w:t>Rodzaj spoiwa</w:t>
            </w:r>
          </w:p>
        </w:tc>
        <w:tc>
          <w:tcPr>
            <w:tcW w:w="5504" w:type="dxa"/>
            <w:tcBorders>
              <w:top w:val="dotted" w:sz="8" w:space="0" w:color="auto"/>
              <w:bottom w:val="dotted" w:sz="8" w:space="0" w:color="auto"/>
            </w:tcBorders>
          </w:tcPr>
          <w:p w14:paraId="29DEC8B5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</w:tr>
      <w:tr w:rsidR="00224DC8" w:rsidRPr="00E86080" w14:paraId="11BB79B2" w14:textId="77777777" w:rsidTr="00224DC8">
        <w:tc>
          <w:tcPr>
            <w:tcW w:w="468" w:type="dxa"/>
          </w:tcPr>
          <w:p w14:paraId="779148A4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1B9CAB13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  <w:r w:rsidRPr="00E86080">
              <w:rPr>
                <w:rFonts w:cs="Arial"/>
                <w:sz w:val="22"/>
                <w:szCs w:val="22"/>
              </w:rPr>
              <w:t>4.</w:t>
            </w:r>
          </w:p>
        </w:tc>
        <w:tc>
          <w:tcPr>
            <w:tcW w:w="3240" w:type="dxa"/>
          </w:tcPr>
          <w:p w14:paraId="645BB62A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2D68674A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  <w:r w:rsidRPr="00E86080">
              <w:rPr>
                <w:rFonts w:cs="Arial"/>
                <w:sz w:val="22"/>
                <w:szCs w:val="22"/>
              </w:rPr>
              <w:t>Metoda spawania</w:t>
            </w:r>
          </w:p>
        </w:tc>
        <w:tc>
          <w:tcPr>
            <w:tcW w:w="5504" w:type="dxa"/>
            <w:tcBorders>
              <w:top w:val="dotted" w:sz="8" w:space="0" w:color="auto"/>
              <w:bottom w:val="dotted" w:sz="8" w:space="0" w:color="auto"/>
            </w:tcBorders>
          </w:tcPr>
          <w:p w14:paraId="194F494B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</w:tr>
      <w:tr w:rsidR="00224DC8" w:rsidRPr="00E86080" w14:paraId="35770964" w14:textId="77777777" w:rsidTr="00224DC8">
        <w:tc>
          <w:tcPr>
            <w:tcW w:w="468" w:type="dxa"/>
          </w:tcPr>
          <w:p w14:paraId="60386506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6E887C55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  <w:r w:rsidRPr="00E86080">
              <w:rPr>
                <w:rFonts w:cs="Arial"/>
                <w:sz w:val="22"/>
                <w:szCs w:val="22"/>
              </w:rPr>
              <w:t>5.</w:t>
            </w:r>
          </w:p>
        </w:tc>
        <w:tc>
          <w:tcPr>
            <w:tcW w:w="3240" w:type="dxa"/>
          </w:tcPr>
          <w:p w14:paraId="0516AAF7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51A9705D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  <w:r w:rsidRPr="00E86080">
              <w:rPr>
                <w:rFonts w:cs="Arial"/>
                <w:sz w:val="22"/>
                <w:szCs w:val="22"/>
              </w:rPr>
              <w:t>Dziennik spawania</w:t>
            </w:r>
          </w:p>
        </w:tc>
        <w:tc>
          <w:tcPr>
            <w:tcW w:w="5504" w:type="dxa"/>
            <w:tcBorders>
              <w:top w:val="dotted" w:sz="8" w:space="0" w:color="auto"/>
              <w:bottom w:val="dotted" w:sz="8" w:space="0" w:color="auto"/>
            </w:tcBorders>
          </w:tcPr>
          <w:p w14:paraId="6C48872F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</w:tr>
      <w:tr w:rsidR="00224DC8" w:rsidRPr="00E86080" w14:paraId="63E60D84" w14:textId="77777777" w:rsidTr="00224DC8">
        <w:tc>
          <w:tcPr>
            <w:tcW w:w="468" w:type="dxa"/>
          </w:tcPr>
          <w:p w14:paraId="32B009C9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2674304C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  <w:r w:rsidRPr="00E86080">
              <w:rPr>
                <w:rFonts w:cs="Arial"/>
                <w:sz w:val="22"/>
                <w:szCs w:val="22"/>
              </w:rPr>
              <w:t>6.</w:t>
            </w:r>
          </w:p>
        </w:tc>
        <w:tc>
          <w:tcPr>
            <w:tcW w:w="3240" w:type="dxa"/>
          </w:tcPr>
          <w:p w14:paraId="526DAA00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541FAC66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  <w:r w:rsidRPr="00E86080">
              <w:rPr>
                <w:rFonts w:cs="Arial"/>
                <w:sz w:val="22"/>
                <w:szCs w:val="22"/>
              </w:rPr>
              <w:t>Metody kontroli połączeń spawanych</w:t>
            </w:r>
          </w:p>
        </w:tc>
        <w:tc>
          <w:tcPr>
            <w:tcW w:w="5504" w:type="dxa"/>
            <w:tcBorders>
              <w:top w:val="dotted" w:sz="8" w:space="0" w:color="auto"/>
              <w:bottom w:val="dotted" w:sz="8" w:space="0" w:color="auto"/>
            </w:tcBorders>
          </w:tcPr>
          <w:p w14:paraId="5E259C32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</w:tr>
      <w:tr w:rsidR="00224DC8" w:rsidRPr="00E86080" w14:paraId="28A79733" w14:textId="77777777" w:rsidTr="00224DC8">
        <w:tc>
          <w:tcPr>
            <w:tcW w:w="468" w:type="dxa"/>
          </w:tcPr>
          <w:p w14:paraId="0BA17B9D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240" w:type="dxa"/>
          </w:tcPr>
          <w:p w14:paraId="4D0FF6C6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787AE15E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504" w:type="dxa"/>
            <w:tcBorders>
              <w:top w:val="dotted" w:sz="8" w:space="0" w:color="auto"/>
              <w:bottom w:val="dotted" w:sz="8" w:space="0" w:color="auto"/>
            </w:tcBorders>
          </w:tcPr>
          <w:p w14:paraId="1D24D261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</w:tr>
      <w:tr w:rsidR="00224DC8" w:rsidRPr="00E86080" w14:paraId="588EE1F7" w14:textId="77777777" w:rsidTr="00224DC8">
        <w:tc>
          <w:tcPr>
            <w:tcW w:w="468" w:type="dxa"/>
          </w:tcPr>
          <w:p w14:paraId="40604FB3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49DE6D81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  <w:r w:rsidRPr="00E86080">
              <w:rPr>
                <w:rFonts w:cs="Arial"/>
                <w:sz w:val="22"/>
                <w:szCs w:val="22"/>
              </w:rPr>
              <w:t>7.</w:t>
            </w:r>
          </w:p>
        </w:tc>
        <w:tc>
          <w:tcPr>
            <w:tcW w:w="3240" w:type="dxa"/>
          </w:tcPr>
          <w:p w14:paraId="751BC1C8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44E60047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  <w:r w:rsidRPr="00E86080">
              <w:rPr>
                <w:rFonts w:cs="Arial"/>
                <w:sz w:val="22"/>
                <w:szCs w:val="22"/>
              </w:rPr>
              <w:t>Numery protokołów z badań</w:t>
            </w:r>
          </w:p>
        </w:tc>
        <w:tc>
          <w:tcPr>
            <w:tcW w:w="5504" w:type="dxa"/>
            <w:tcBorders>
              <w:top w:val="dotted" w:sz="8" w:space="0" w:color="auto"/>
              <w:bottom w:val="dotted" w:sz="8" w:space="0" w:color="auto"/>
            </w:tcBorders>
          </w:tcPr>
          <w:p w14:paraId="46A58FEA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</w:tr>
      <w:tr w:rsidR="00224DC8" w:rsidRPr="00E86080" w14:paraId="350112C1" w14:textId="77777777" w:rsidTr="00224DC8">
        <w:tc>
          <w:tcPr>
            <w:tcW w:w="468" w:type="dxa"/>
          </w:tcPr>
          <w:p w14:paraId="7C7FB863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4AD1B13D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240" w:type="dxa"/>
          </w:tcPr>
          <w:p w14:paraId="698953FD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504" w:type="dxa"/>
            <w:tcBorders>
              <w:top w:val="dotted" w:sz="8" w:space="0" w:color="auto"/>
              <w:bottom w:val="dotted" w:sz="8" w:space="0" w:color="auto"/>
            </w:tcBorders>
          </w:tcPr>
          <w:p w14:paraId="54680127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</w:tr>
      <w:tr w:rsidR="00224DC8" w:rsidRPr="00E86080" w14:paraId="26A91F76" w14:textId="77777777" w:rsidTr="00224DC8">
        <w:tc>
          <w:tcPr>
            <w:tcW w:w="468" w:type="dxa"/>
          </w:tcPr>
          <w:p w14:paraId="05394AF0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01FC7DFB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  <w:r w:rsidRPr="00E86080">
              <w:rPr>
                <w:rFonts w:cs="Arial"/>
                <w:sz w:val="22"/>
                <w:szCs w:val="22"/>
              </w:rPr>
              <w:t>8.</w:t>
            </w:r>
          </w:p>
        </w:tc>
        <w:tc>
          <w:tcPr>
            <w:tcW w:w="3240" w:type="dxa"/>
          </w:tcPr>
          <w:p w14:paraId="4E79C0C7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2FE56DC9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  <w:r w:rsidRPr="00E86080">
              <w:rPr>
                <w:rFonts w:cs="Arial"/>
                <w:sz w:val="22"/>
                <w:szCs w:val="22"/>
              </w:rPr>
              <w:t>Uwagi</w:t>
            </w:r>
          </w:p>
        </w:tc>
        <w:tc>
          <w:tcPr>
            <w:tcW w:w="5504" w:type="dxa"/>
            <w:tcBorders>
              <w:top w:val="dotted" w:sz="8" w:space="0" w:color="auto"/>
              <w:bottom w:val="dotted" w:sz="8" w:space="0" w:color="auto"/>
            </w:tcBorders>
          </w:tcPr>
          <w:p w14:paraId="0FB17A2F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</w:tr>
      <w:tr w:rsidR="00224DC8" w:rsidRPr="00E86080" w14:paraId="245BD613" w14:textId="77777777" w:rsidTr="00224DC8">
        <w:tc>
          <w:tcPr>
            <w:tcW w:w="468" w:type="dxa"/>
          </w:tcPr>
          <w:p w14:paraId="4128C929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240" w:type="dxa"/>
          </w:tcPr>
          <w:p w14:paraId="54B9F4D2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7CF20EB3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504" w:type="dxa"/>
            <w:tcBorders>
              <w:top w:val="dotted" w:sz="8" w:space="0" w:color="auto"/>
              <w:bottom w:val="dotted" w:sz="8" w:space="0" w:color="auto"/>
            </w:tcBorders>
          </w:tcPr>
          <w:p w14:paraId="6D2AF73D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</w:tr>
      <w:tr w:rsidR="00224DC8" w:rsidRPr="00E86080" w14:paraId="3E4D4CDB" w14:textId="77777777" w:rsidTr="00224DC8">
        <w:tc>
          <w:tcPr>
            <w:tcW w:w="468" w:type="dxa"/>
          </w:tcPr>
          <w:p w14:paraId="72305491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240" w:type="dxa"/>
          </w:tcPr>
          <w:p w14:paraId="43292B52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1D6FD151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504" w:type="dxa"/>
            <w:tcBorders>
              <w:top w:val="dotted" w:sz="8" w:space="0" w:color="auto"/>
              <w:bottom w:val="dotted" w:sz="8" w:space="0" w:color="auto"/>
            </w:tcBorders>
          </w:tcPr>
          <w:p w14:paraId="65BDD2CF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</w:tr>
      <w:tr w:rsidR="00224DC8" w:rsidRPr="00E86080" w14:paraId="52B0F848" w14:textId="77777777" w:rsidTr="00224DC8">
        <w:tc>
          <w:tcPr>
            <w:tcW w:w="468" w:type="dxa"/>
          </w:tcPr>
          <w:p w14:paraId="368A387D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240" w:type="dxa"/>
          </w:tcPr>
          <w:p w14:paraId="6FA5DF76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497A99B8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504" w:type="dxa"/>
            <w:tcBorders>
              <w:top w:val="dotted" w:sz="8" w:space="0" w:color="auto"/>
              <w:bottom w:val="dotted" w:sz="8" w:space="0" w:color="auto"/>
            </w:tcBorders>
          </w:tcPr>
          <w:p w14:paraId="7F67F863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</w:tr>
      <w:tr w:rsidR="00224DC8" w:rsidRPr="00E86080" w14:paraId="79B2151B" w14:textId="77777777" w:rsidTr="00224DC8">
        <w:tc>
          <w:tcPr>
            <w:tcW w:w="468" w:type="dxa"/>
          </w:tcPr>
          <w:p w14:paraId="6A31C7FB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12D1E29F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  <w:r w:rsidRPr="00E86080">
              <w:rPr>
                <w:rFonts w:cs="Arial"/>
                <w:sz w:val="22"/>
                <w:szCs w:val="22"/>
              </w:rPr>
              <w:t>9.</w:t>
            </w:r>
          </w:p>
        </w:tc>
        <w:tc>
          <w:tcPr>
            <w:tcW w:w="3240" w:type="dxa"/>
          </w:tcPr>
          <w:p w14:paraId="18EF9999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3AE44006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  <w:r w:rsidRPr="00E86080">
              <w:rPr>
                <w:rFonts w:cs="Arial"/>
                <w:sz w:val="22"/>
                <w:szCs w:val="22"/>
              </w:rPr>
              <w:t>Podpisy</w:t>
            </w:r>
          </w:p>
        </w:tc>
        <w:tc>
          <w:tcPr>
            <w:tcW w:w="5504" w:type="dxa"/>
            <w:tcBorders>
              <w:top w:val="dotted" w:sz="8" w:space="0" w:color="auto"/>
              <w:bottom w:val="dotted" w:sz="8" w:space="0" w:color="auto"/>
            </w:tcBorders>
          </w:tcPr>
          <w:p w14:paraId="6178FDEB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</w:tr>
      <w:tr w:rsidR="00224DC8" w:rsidRPr="00E86080" w14:paraId="0C48649E" w14:textId="77777777" w:rsidTr="00224DC8">
        <w:tc>
          <w:tcPr>
            <w:tcW w:w="468" w:type="dxa"/>
          </w:tcPr>
          <w:p w14:paraId="3FE0ACDD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240" w:type="dxa"/>
          </w:tcPr>
          <w:p w14:paraId="29545E19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  <w:p w14:paraId="24AAA752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504" w:type="dxa"/>
            <w:tcBorders>
              <w:top w:val="dotted" w:sz="8" w:space="0" w:color="auto"/>
              <w:bottom w:val="dotted" w:sz="8" w:space="0" w:color="auto"/>
            </w:tcBorders>
          </w:tcPr>
          <w:p w14:paraId="41E1BE25" w14:textId="77777777" w:rsidR="00224DC8" w:rsidRPr="00E86080" w:rsidRDefault="00224DC8" w:rsidP="002F0C4A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5048A656" w14:textId="77777777" w:rsidR="00224DC8" w:rsidRDefault="00224DC8" w:rsidP="002F0C4A">
      <w:pPr>
        <w:rPr>
          <w:rFonts w:cs="Arial"/>
          <w:szCs w:val="18"/>
        </w:rPr>
      </w:pPr>
    </w:p>
    <w:p w14:paraId="0E222024" w14:textId="77777777" w:rsidR="00224DC8" w:rsidRDefault="00224DC8" w:rsidP="002F0C4A">
      <w:pPr>
        <w:rPr>
          <w:rFonts w:cs="Arial"/>
          <w:szCs w:val="18"/>
        </w:rPr>
      </w:pPr>
    </w:p>
    <w:p w14:paraId="4E37B1F6" w14:textId="77777777" w:rsidR="00224DC8" w:rsidRDefault="00224DC8" w:rsidP="002F0C4A">
      <w:pPr>
        <w:rPr>
          <w:rFonts w:cs="Arial"/>
          <w:szCs w:val="18"/>
        </w:rPr>
      </w:pPr>
    </w:p>
    <w:p w14:paraId="49B2FCA3" w14:textId="77777777" w:rsidR="00224DC8" w:rsidRDefault="00224DC8" w:rsidP="002F0C4A">
      <w:pPr>
        <w:rPr>
          <w:rFonts w:cs="Arial"/>
          <w:sz w:val="20"/>
          <w:szCs w:val="20"/>
        </w:rPr>
      </w:pPr>
    </w:p>
    <w:p w14:paraId="7292E3FC" w14:textId="77777777" w:rsidR="00224DC8" w:rsidRDefault="00224DC8" w:rsidP="002F0C4A">
      <w:pPr>
        <w:pStyle w:val="NormalnyWeb"/>
        <w:spacing w:before="0" w:beforeAutospacing="0" w:after="0" w:afterAutospacing="0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026C3A98" w14:textId="77777777" w:rsidR="00DA122E" w:rsidRPr="00595E0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22"/>
          <w:szCs w:val="22"/>
        </w:rPr>
      </w:pPr>
      <w:r w:rsidRPr="00595E0E">
        <w:rPr>
          <w:rFonts w:cs="Arial"/>
          <w:bCs/>
          <w:sz w:val="22"/>
          <w:szCs w:val="22"/>
        </w:rPr>
        <w:lastRenderedPageBreak/>
        <w:t xml:space="preserve">Toruń, </w:t>
      </w:r>
      <w:r w:rsidRPr="00595E0E">
        <w:rPr>
          <w:rFonts w:cs="Arial"/>
          <w:b/>
          <w:bCs/>
          <w:sz w:val="22"/>
          <w:szCs w:val="22"/>
        </w:rPr>
        <w:t>..…………</w:t>
      </w:r>
    </w:p>
    <w:p w14:paraId="0D1097A3" w14:textId="77777777" w:rsidR="00DA122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12"/>
          <w:szCs w:val="12"/>
        </w:rPr>
      </w:pPr>
      <w:r w:rsidRPr="00CD7E0C">
        <w:rPr>
          <w:rFonts w:cs="Arial"/>
          <w:b/>
          <w:bCs/>
          <w:sz w:val="12"/>
          <w:szCs w:val="12"/>
        </w:rPr>
        <w:t>(miejscowość i data)</w:t>
      </w:r>
    </w:p>
    <w:p w14:paraId="50960775" w14:textId="77777777" w:rsidR="00DA122E" w:rsidRPr="00CD7E0C" w:rsidRDefault="00DA122E" w:rsidP="00DA122E">
      <w:pPr>
        <w:pStyle w:val="NormalnyWeb"/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4FDB6085" w14:textId="77777777" w:rsidR="00224DC8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</w:rPr>
      </w:pPr>
      <w:r w:rsidRPr="00BE4A0F">
        <w:rPr>
          <w:rFonts w:cs="Arial"/>
          <w:b/>
          <w:bCs/>
          <w:sz w:val="28"/>
          <w:szCs w:val="28"/>
        </w:rPr>
        <w:t xml:space="preserve">PROTOKÓŁ </w:t>
      </w:r>
      <w:r>
        <w:rPr>
          <w:rFonts w:cs="Arial"/>
          <w:b/>
          <w:bCs/>
          <w:sz w:val="28"/>
          <w:szCs w:val="28"/>
        </w:rPr>
        <w:t>nr 6 /…………………………*</w:t>
      </w:r>
    </w:p>
    <w:p w14:paraId="2E12B1D3" w14:textId="77777777" w:rsidR="00224DC8" w:rsidRPr="00CC3273" w:rsidRDefault="00224DC8" w:rsidP="002F0C4A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jc w:val="center"/>
        <w:rPr>
          <w:rFonts w:cs="Arial"/>
          <w:b/>
          <w:sz w:val="24"/>
        </w:rPr>
      </w:pPr>
      <w:r w:rsidRPr="00CC3273">
        <w:rPr>
          <w:rFonts w:cs="Arial"/>
          <w:b/>
          <w:sz w:val="24"/>
        </w:rPr>
        <w:t>Odbiór wykonanych zespołów złączy izolujących połączenia spawane</w:t>
      </w:r>
    </w:p>
    <w:p w14:paraId="226434C6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7949528A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Numer umowy: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0CF06455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7D45CF71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 w:rsidRPr="00AD42DF">
        <w:rPr>
          <w:rFonts w:cs="Arial"/>
          <w:sz w:val="20"/>
          <w:szCs w:val="20"/>
          <w:u w:val="single"/>
        </w:rPr>
        <w:t>Nazwa wykonawcy:</w:t>
      </w:r>
      <w:r>
        <w:rPr>
          <w:rFonts w:cs="Arial"/>
          <w:sz w:val="20"/>
          <w:szCs w:val="20"/>
          <w:u w:val="single"/>
        </w:rPr>
        <w:tab/>
      </w:r>
    </w:p>
    <w:p w14:paraId="7A341596" w14:textId="77777777" w:rsidR="00DA122E" w:rsidRDefault="00DA122E" w:rsidP="00DA122E">
      <w:pPr>
        <w:jc w:val="both"/>
        <w:rPr>
          <w:rFonts w:cs="Arial"/>
          <w:sz w:val="20"/>
          <w:szCs w:val="20"/>
          <w:u w:val="single"/>
        </w:rPr>
      </w:pPr>
    </w:p>
    <w:p w14:paraId="3B2D1F4B" w14:textId="77777777" w:rsidR="00DA122E" w:rsidRPr="003322AD" w:rsidRDefault="00DA122E" w:rsidP="00DA122E">
      <w:pPr>
        <w:jc w:val="both"/>
        <w:rPr>
          <w:rFonts w:cs="Arial"/>
          <w:b/>
          <w:sz w:val="20"/>
          <w:szCs w:val="20"/>
        </w:rPr>
      </w:pPr>
      <w:r w:rsidRPr="003322AD">
        <w:rPr>
          <w:rFonts w:cs="Arial"/>
          <w:sz w:val="20"/>
          <w:szCs w:val="20"/>
          <w:u w:val="single"/>
        </w:rPr>
        <w:t>Zadanie: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4D164734" w14:textId="77777777" w:rsidR="00DA122E" w:rsidRDefault="00DA122E" w:rsidP="00DA122E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2F28EC68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Na podstawie zapisów z odbiorów częściowych połączeń z dni ……………………………….</w:t>
      </w:r>
    </w:p>
    <w:p w14:paraId="500215F7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7B1189CE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stwierdza się w dniu …………………….</w:t>
      </w:r>
    </w:p>
    <w:p w14:paraId="6AE0A54F" w14:textId="77777777" w:rsidR="00224DC8" w:rsidRPr="003322AD" w:rsidRDefault="00224DC8" w:rsidP="002F0C4A">
      <w:pPr>
        <w:pStyle w:val="Akapitzlist"/>
        <w:numPr>
          <w:ilvl w:val="0"/>
          <w:numId w:val="4"/>
        </w:numPr>
        <w:spacing w:line="240" w:lineRule="auto"/>
        <w:contextualSpacing/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Prawidłowość</w:t>
      </w:r>
      <w:r>
        <w:rPr>
          <w:rFonts w:cs="Arial"/>
          <w:sz w:val="20"/>
          <w:szCs w:val="20"/>
        </w:rPr>
        <w:t>/nieprawidłowość*</w:t>
      </w:r>
      <w:r w:rsidRPr="003322AD">
        <w:rPr>
          <w:rFonts w:cs="Arial"/>
          <w:sz w:val="20"/>
          <w:szCs w:val="20"/>
        </w:rPr>
        <w:t xml:space="preserve"> wykonania połączeń instalacji alarmowej (sygnalizacji i lokalizacji uszkodzeń),</w:t>
      </w:r>
    </w:p>
    <w:p w14:paraId="4732C31B" w14:textId="77777777" w:rsidR="00224DC8" w:rsidRPr="003322AD" w:rsidRDefault="00224DC8" w:rsidP="002F0C4A">
      <w:pPr>
        <w:pStyle w:val="Akapitzlist"/>
        <w:numPr>
          <w:ilvl w:val="0"/>
          <w:numId w:val="4"/>
        </w:numPr>
        <w:spacing w:line="240" w:lineRule="auto"/>
        <w:contextualSpacing/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Prawidłowość</w:t>
      </w:r>
      <w:r>
        <w:rPr>
          <w:rFonts w:cs="Arial"/>
          <w:sz w:val="20"/>
          <w:szCs w:val="20"/>
        </w:rPr>
        <w:t>/nieprawidłowość*</w:t>
      </w:r>
      <w:r w:rsidRPr="003322AD">
        <w:rPr>
          <w:rFonts w:cs="Arial"/>
          <w:sz w:val="20"/>
          <w:szCs w:val="20"/>
        </w:rPr>
        <w:t xml:space="preserve"> wykonania izolacji połączeń i ich szczelność. </w:t>
      </w:r>
    </w:p>
    <w:p w14:paraId="0173C2F2" w14:textId="77777777" w:rsidR="00224DC8" w:rsidRDefault="00224DC8" w:rsidP="002F0C4A">
      <w:pPr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 xml:space="preserve"> </w:t>
      </w:r>
    </w:p>
    <w:p w14:paraId="510A731D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96"/>
        <w:gridCol w:w="4166"/>
      </w:tblGrid>
      <w:tr w:rsidR="00224DC8" w:rsidRPr="003322AD" w14:paraId="06F6936F" w14:textId="77777777" w:rsidTr="00224DC8">
        <w:trPr>
          <w:trHeight w:val="885"/>
        </w:trPr>
        <w:tc>
          <w:tcPr>
            <w:tcW w:w="4896" w:type="dxa"/>
          </w:tcPr>
          <w:p w14:paraId="18EEF808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ZAMAWIAJĄCEGO: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22ADF757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3D5FA8" w14:paraId="2FEB5605" w14:textId="77777777" w:rsidTr="00224DC8">
        <w:trPr>
          <w:trHeight w:val="118"/>
        </w:trPr>
        <w:tc>
          <w:tcPr>
            <w:tcW w:w="4896" w:type="dxa"/>
          </w:tcPr>
          <w:p w14:paraId="3C82C019" w14:textId="77777777" w:rsidR="00224DC8" w:rsidRPr="003D5FA8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7F105073" w14:textId="77777777" w:rsidR="00224DC8" w:rsidRPr="003D5FA8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3D5FA8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  <w:tr w:rsidR="00224DC8" w:rsidRPr="003322AD" w14:paraId="253B3491" w14:textId="77777777" w:rsidTr="00224DC8">
        <w:trPr>
          <w:trHeight w:val="833"/>
        </w:trPr>
        <w:tc>
          <w:tcPr>
            <w:tcW w:w="4896" w:type="dxa"/>
          </w:tcPr>
          <w:p w14:paraId="724FDC99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WYKONAWCY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7CCED12A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3D5FA8" w14:paraId="2879A567" w14:textId="77777777" w:rsidTr="00224DC8">
        <w:trPr>
          <w:trHeight w:val="225"/>
        </w:trPr>
        <w:tc>
          <w:tcPr>
            <w:tcW w:w="4896" w:type="dxa"/>
            <w:vAlign w:val="center"/>
          </w:tcPr>
          <w:p w14:paraId="6B5C5F56" w14:textId="77777777" w:rsidR="00224DC8" w:rsidRPr="003D5FA8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51C25D14" w14:textId="77777777" w:rsidR="00224DC8" w:rsidRPr="003D5FA8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3D5FA8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</w:tbl>
    <w:p w14:paraId="5DCB31CA" w14:textId="77777777" w:rsidR="00224DC8" w:rsidRPr="003D5FA8" w:rsidRDefault="00224DC8" w:rsidP="002F0C4A">
      <w:pPr>
        <w:rPr>
          <w:rFonts w:cs="Arial"/>
          <w:sz w:val="16"/>
          <w:szCs w:val="16"/>
        </w:rPr>
      </w:pPr>
    </w:p>
    <w:p w14:paraId="5741F643" w14:textId="148C8D49" w:rsidR="00224DC8" w:rsidRDefault="00224DC8" w:rsidP="002F0C4A">
      <w:pPr>
        <w:rPr>
          <w:rFonts w:cs="Arial"/>
          <w:sz w:val="16"/>
          <w:szCs w:val="16"/>
        </w:rPr>
      </w:pPr>
    </w:p>
    <w:p w14:paraId="6F14D965" w14:textId="78872B26" w:rsidR="00797E64" w:rsidRDefault="00797E64" w:rsidP="002F0C4A">
      <w:pPr>
        <w:rPr>
          <w:rFonts w:cs="Arial"/>
          <w:sz w:val="16"/>
          <w:szCs w:val="16"/>
        </w:rPr>
      </w:pPr>
    </w:p>
    <w:p w14:paraId="748F4936" w14:textId="30EF53AC" w:rsidR="00797E64" w:rsidRDefault="00797E64" w:rsidP="002F0C4A">
      <w:pPr>
        <w:rPr>
          <w:rFonts w:cs="Arial"/>
          <w:sz w:val="16"/>
          <w:szCs w:val="16"/>
        </w:rPr>
      </w:pPr>
    </w:p>
    <w:p w14:paraId="6869C838" w14:textId="303C85E9" w:rsidR="00797E64" w:rsidRDefault="00797E64" w:rsidP="002F0C4A">
      <w:pPr>
        <w:rPr>
          <w:rFonts w:cs="Arial"/>
          <w:sz w:val="16"/>
          <w:szCs w:val="16"/>
        </w:rPr>
      </w:pPr>
    </w:p>
    <w:p w14:paraId="1CEA00F5" w14:textId="0D4557B4" w:rsidR="00797E64" w:rsidRDefault="00797E64" w:rsidP="002F0C4A">
      <w:pPr>
        <w:rPr>
          <w:rFonts w:cs="Arial"/>
          <w:sz w:val="16"/>
          <w:szCs w:val="16"/>
        </w:rPr>
      </w:pPr>
    </w:p>
    <w:p w14:paraId="38425ECC" w14:textId="48EBA58D" w:rsidR="00797E64" w:rsidRDefault="00797E64" w:rsidP="002F0C4A">
      <w:pPr>
        <w:rPr>
          <w:rFonts w:cs="Arial"/>
          <w:sz w:val="16"/>
          <w:szCs w:val="16"/>
        </w:rPr>
      </w:pPr>
    </w:p>
    <w:p w14:paraId="133AE2C6" w14:textId="76E6E4E7" w:rsidR="00797E64" w:rsidRDefault="00797E64" w:rsidP="002F0C4A">
      <w:pPr>
        <w:rPr>
          <w:rFonts w:cs="Arial"/>
          <w:sz w:val="16"/>
          <w:szCs w:val="16"/>
        </w:rPr>
      </w:pPr>
    </w:p>
    <w:p w14:paraId="12E8739F" w14:textId="2743C474" w:rsidR="00797E64" w:rsidRDefault="00797E64" w:rsidP="002F0C4A">
      <w:pPr>
        <w:rPr>
          <w:rFonts w:cs="Arial"/>
          <w:sz w:val="16"/>
          <w:szCs w:val="16"/>
        </w:rPr>
      </w:pPr>
    </w:p>
    <w:p w14:paraId="6DD45873" w14:textId="2B67147A" w:rsidR="00797E64" w:rsidRDefault="00797E64" w:rsidP="002F0C4A">
      <w:pPr>
        <w:rPr>
          <w:rFonts w:cs="Arial"/>
          <w:sz w:val="16"/>
          <w:szCs w:val="16"/>
        </w:rPr>
      </w:pPr>
    </w:p>
    <w:p w14:paraId="2C895082" w14:textId="3AD277FC" w:rsidR="00797E64" w:rsidRDefault="00797E64" w:rsidP="002F0C4A">
      <w:pPr>
        <w:rPr>
          <w:rFonts w:cs="Arial"/>
          <w:sz w:val="16"/>
          <w:szCs w:val="16"/>
        </w:rPr>
      </w:pPr>
    </w:p>
    <w:p w14:paraId="3751D2D8" w14:textId="7BCE13DF" w:rsidR="00797E64" w:rsidRDefault="00797E64" w:rsidP="002F0C4A">
      <w:pPr>
        <w:rPr>
          <w:rFonts w:cs="Arial"/>
          <w:sz w:val="16"/>
          <w:szCs w:val="16"/>
        </w:rPr>
      </w:pPr>
    </w:p>
    <w:p w14:paraId="2BDD5A02" w14:textId="1C4518C6" w:rsidR="00797E64" w:rsidRDefault="00797E64" w:rsidP="002F0C4A">
      <w:pPr>
        <w:rPr>
          <w:rFonts w:cs="Arial"/>
          <w:sz w:val="16"/>
          <w:szCs w:val="16"/>
        </w:rPr>
      </w:pPr>
    </w:p>
    <w:p w14:paraId="21D42D83" w14:textId="2A5422DB" w:rsidR="00797E64" w:rsidRDefault="00797E64" w:rsidP="002F0C4A">
      <w:pPr>
        <w:rPr>
          <w:rFonts w:cs="Arial"/>
          <w:sz w:val="16"/>
          <w:szCs w:val="16"/>
        </w:rPr>
      </w:pPr>
    </w:p>
    <w:p w14:paraId="78C9ED1E" w14:textId="3A74716A" w:rsidR="00797E64" w:rsidRDefault="00797E64" w:rsidP="002F0C4A">
      <w:pPr>
        <w:rPr>
          <w:rFonts w:cs="Arial"/>
          <w:sz w:val="16"/>
          <w:szCs w:val="16"/>
        </w:rPr>
      </w:pPr>
    </w:p>
    <w:p w14:paraId="202FB7AB" w14:textId="1F3966D4" w:rsidR="00797E64" w:rsidRDefault="00797E64" w:rsidP="002F0C4A">
      <w:pPr>
        <w:rPr>
          <w:rFonts w:cs="Arial"/>
          <w:sz w:val="16"/>
          <w:szCs w:val="16"/>
        </w:rPr>
      </w:pPr>
    </w:p>
    <w:p w14:paraId="782A9E17" w14:textId="392B16E1" w:rsidR="00797E64" w:rsidRDefault="00797E64" w:rsidP="002F0C4A">
      <w:pPr>
        <w:rPr>
          <w:rFonts w:cs="Arial"/>
          <w:sz w:val="16"/>
          <w:szCs w:val="16"/>
        </w:rPr>
      </w:pPr>
    </w:p>
    <w:p w14:paraId="45197940" w14:textId="2470EA4C" w:rsidR="00797E64" w:rsidRDefault="00797E64" w:rsidP="002F0C4A">
      <w:pPr>
        <w:rPr>
          <w:rFonts w:cs="Arial"/>
          <w:sz w:val="16"/>
          <w:szCs w:val="16"/>
        </w:rPr>
      </w:pPr>
    </w:p>
    <w:p w14:paraId="1AD92587" w14:textId="77777777" w:rsidR="00797E64" w:rsidRPr="003D5FA8" w:rsidRDefault="00797E64" w:rsidP="002F0C4A">
      <w:pPr>
        <w:rPr>
          <w:rFonts w:cs="Arial"/>
          <w:sz w:val="16"/>
          <w:szCs w:val="16"/>
        </w:rPr>
      </w:pPr>
    </w:p>
    <w:p w14:paraId="1891470D" w14:textId="77777777" w:rsidR="00224DC8" w:rsidRPr="003D5FA8" w:rsidRDefault="00224DC8" w:rsidP="002F0C4A">
      <w:pPr>
        <w:rPr>
          <w:rFonts w:cs="Arial"/>
          <w:sz w:val="16"/>
          <w:szCs w:val="16"/>
        </w:rPr>
      </w:pPr>
    </w:p>
    <w:p w14:paraId="185F87FB" w14:textId="77777777" w:rsidR="00224DC8" w:rsidRPr="003D5FA8" w:rsidRDefault="00224DC8" w:rsidP="002F0C4A">
      <w:pPr>
        <w:rPr>
          <w:rFonts w:cs="Arial"/>
          <w:sz w:val="16"/>
          <w:szCs w:val="16"/>
        </w:rPr>
      </w:pPr>
      <w:r w:rsidRPr="003D5FA8">
        <w:rPr>
          <w:rFonts w:cs="Arial"/>
          <w:sz w:val="16"/>
          <w:szCs w:val="16"/>
        </w:rPr>
        <w:t xml:space="preserve">Protokół wykonano w </w:t>
      </w:r>
      <w:r w:rsidRPr="003D5FA8">
        <w:rPr>
          <w:rFonts w:cs="Arial"/>
          <w:b/>
          <w:sz w:val="16"/>
          <w:szCs w:val="16"/>
        </w:rPr>
        <w:t>3</w:t>
      </w:r>
      <w:r w:rsidRPr="003D5FA8">
        <w:rPr>
          <w:rFonts w:cs="Arial"/>
          <w:sz w:val="16"/>
          <w:szCs w:val="16"/>
        </w:rPr>
        <w:t xml:space="preserve"> egzemplarzach, w tym otrzymują:</w:t>
      </w:r>
    </w:p>
    <w:p w14:paraId="7C22873C" w14:textId="0611D9F9" w:rsidR="00224DC8" w:rsidRPr="003D5FA8" w:rsidRDefault="00224DC8" w:rsidP="002F0C4A">
      <w:pPr>
        <w:rPr>
          <w:rFonts w:cs="Arial"/>
          <w:sz w:val="16"/>
          <w:szCs w:val="16"/>
        </w:rPr>
      </w:pPr>
      <w:r w:rsidRPr="003D5FA8">
        <w:rPr>
          <w:rFonts w:cs="Arial"/>
          <w:sz w:val="16"/>
          <w:szCs w:val="16"/>
        </w:rPr>
        <w:t>Zamawiający</w:t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sym w:font="Wingdings" w:char="F0FE"/>
      </w:r>
      <w:r w:rsidRPr="003D5FA8">
        <w:rPr>
          <w:rFonts w:cs="Arial"/>
          <w:sz w:val="16"/>
          <w:szCs w:val="16"/>
        </w:rPr>
        <w:tab/>
        <w:t>2 egz.</w:t>
      </w:r>
      <w:r w:rsidR="00797E64">
        <w:rPr>
          <w:rFonts w:cs="Arial"/>
          <w:sz w:val="16"/>
          <w:szCs w:val="16"/>
        </w:rPr>
        <w:tab/>
      </w:r>
      <w:r w:rsidR="00797E64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>Wykonawca</w:t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sym w:font="Wingdings" w:char="F0FE"/>
      </w:r>
      <w:r w:rsidRPr="003D5FA8">
        <w:rPr>
          <w:rFonts w:cs="Arial"/>
          <w:sz w:val="16"/>
          <w:szCs w:val="16"/>
        </w:rPr>
        <w:tab/>
        <w:t>1 egz.</w:t>
      </w:r>
    </w:p>
    <w:p w14:paraId="61F2A8DA" w14:textId="77777777" w:rsidR="00224DC8" w:rsidRPr="003D5FA8" w:rsidRDefault="00224DC8" w:rsidP="002F0C4A">
      <w:pPr>
        <w:rPr>
          <w:rFonts w:cs="Arial"/>
          <w:sz w:val="16"/>
          <w:szCs w:val="16"/>
        </w:rPr>
      </w:pPr>
    </w:p>
    <w:p w14:paraId="3544950D" w14:textId="77777777" w:rsidR="00224DC8" w:rsidRPr="003D5FA8" w:rsidRDefault="00224DC8" w:rsidP="002F0C4A">
      <w:pPr>
        <w:rPr>
          <w:rFonts w:cs="Arial"/>
          <w:sz w:val="16"/>
          <w:szCs w:val="16"/>
        </w:rPr>
      </w:pPr>
      <w:r w:rsidRPr="003D5FA8">
        <w:rPr>
          <w:rFonts w:cs="Arial"/>
          <w:sz w:val="16"/>
          <w:szCs w:val="16"/>
          <w:u w:val="single"/>
        </w:rPr>
        <w:t>W załączeniu</w:t>
      </w:r>
      <w:r w:rsidRPr="003D5FA8">
        <w:rPr>
          <w:rFonts w:cs="Arial"/>
          <w:sz w:val="16"/>
          <w:szCs w:val="16"/>
        </w:rPr>
        <w:t>:</w:t>
      </w:r>
    </w:p>
    <w:p w14:paraId="7A038A78" w14:textId="3BF6F823" w:rsidR="00224DC8" w:rsidRDefault="00224DC8" w:rsidP="003D5FA8">
      <w:pPr>
        <w:rPr>
          <w:rFonts w:cs="Arial"/>
          <w:sz w:val="20"/>
          <w:szCs w:val="20"/>
        </w:rPr>
      </w:pPr>
      <w:r w:rsidRPr="003D5FA8">
        <w:rPr>
          <w:rFonts w:cs="Arial"/>
          <w:sz w:val="16"/>
          <w:szCs w:val="16"/>
        </w:rPr>
        <w:t>- schemat sieci cieplnej z oznaczonymi wykonanymi zespołów złącz izolujących połączenia spawane</w:t>
      </w:r>
      <w:r>
        <w:rPr>
          <w:rFonts w:cs="Arial"/>
          <w:sz w:val="20"/>
          <w:szCs w:val="20"/>
        </w:rPr>
        <w:br w:type="page"/>
      </w:r>
    </w:p>
    <w:p w14:paraId="67450E15" w14:textId="77777777" w:rsidR="00DA122E" w:rsidRPr="00595E0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22"/>
          <w:szCs w:val="22"/>
        </w:rPr>
      </w:pPr>
      <w:r w:rsidRPr="00595E0E">
        <w:rPr>
          <w:rFonts w:cs="Arial"/>
          <w:bCs/>
          <w:sz w:val="22"/>
          <w:szCs w:val="22"/>
        </w:rPr>
        <w:lastRenderedPageBreak/>
        <w:t xml:space="preserve">Toruń, </w:t>
      </w:r>
      <w:r w:rsidRPr="00595E0E">
        <w:rPr>
          <w:rFonts w:cs="Arial"/>
          <w:b/>
          <w:bCs/>
          <w:sz w:val="22"/>
          <w:szCs w:val="22"/>
        </w:rPr>
        <w:t>..…………</w:t>
      </w:r>
    </w:p>
    <w:p w14:paraId="5F3A39CE" w14:textId="77777777" w:rsidR="00DA122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12"/>
          <w:szCs w:val="12"/>
        </w:rPr>
      </w:pPr>
      <w:r w:rsidRPr="00CD7E0C">
        <w:rPr>
          <w:rFonts w:cs="Arial"/>
          <w:b/>
          <w:bCs/>
          <w:sz w:val="12"/>
          <w:szCs w:val="12"/>
        </w:rPr>
        <w:t>(miejscowość i data)</w:t>
      </w:r>
    </w:p>
    <w:p w14:paraId="57C88F8B" w14:textId="77777777" w:rsidR="00DA122E" w:rsidRPr="00CD7E0C" w:rsidRDefault="00DA122E" w:rsidP="00DA122E">
      <w:pPr>
        <w:pStyle w:val="NormalnyWeb"/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11B280A5" w14:textId="1461E9E5" w:rsidR="00224DC8" w:rsidRDefault="00224DC8" w:rsidP="002F0C4A">
      <w:pPr>
        <w:jc w:val="center"/>
        <w:rPr>
          <w:b/>
          <w:sz w:val="28"/>
        </w:rPr>
      </w:pPr>
      <w:r>
        <w:rPr>
          <w:b/>
          <w:sz w:val="28"/>
        </w:rPr>
        <w:t>PROTOKÓŁ nr 7</w:t>
      </w:r>
      <w:r w:rsidR="00F07F9E">
        <w:rPr>
          <w:b/>
          <w:sz w:val="28"/>
        </w:rPr>
        <w:t xml:space="preserve"> </w:t>
      </w:r>
      <w:r>
        <w:rPr>
          <w:b/>
          <w:sz w:val="28"/>
        </w:rPr>
        <w:t>/……………………………………*</w:t>
      </w:r>
    </w:p>
    <w:p w14:paraId="07FE05B3" w14:textId="3FA7D183" w:rsidR="00224DC8" w:rsidRPr="00BE6B95" w:rsidRDefault="00224DC8" w:rsidP="002F0C4A">
      <w:pPr>
        <w:ind w:right="992"/>
        <w:jc w:val="center"/>
        <w:rPr>
          <w:sz w:val="24"/>
        </w:rPr>
      </w:pPr>
      <w:r w:rsidRPr="00BE6B95">
        <w:rPr>
          <w:b/>
          <w:sz w:val="24"/>
        </w:rPr>
        <w:t xml:space="preserve">Odbiór systemu sygnalizacji zawilgocenia sieci preizolowanej </w:t>
      </w:r>
      <w:r>
        <w:rPr>
          <w:b/>
          <w:sz w:val="24"/>
        </w:rPr>
        <w:br/>
      </w:r>
      <w:r w:rsidRPr="00BE6B95">
        <w:rPr>
          <w:b/>
          <w:sz w:val="24"/>
        </w:rPr>
        <w:t>(instalacja alarmowa)</w:t>
      </w:r>
    </w:p>
    <w:p w14:paraId="372D49A4" w14:textId="77777777" w:rsidR="00224DC8" w:rsidRDefault="00224DC8" w:rsidP="002F0C4A">
      <w:pPr>
        <w:ind w:left="11" w:right="40" w:hanging="11"/>
        <w:jc w:val="center"/>
        <w:rPr>
          <w:sz w:val="20"/>
          <w:szCs w:val="20"/>
          <w:u w:val="single"/>
        </w:rPr>
      </w:pPr>
    </w:p>
    <w:p w14:paraId="13FC5242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51EC6293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Numer umowy: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748E8EDF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1C0BE950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 w:rsidRPr="00AD42DF">
        <w:rPr>
          <w:rFonts w:cs="Arial"/>
          <w:sz w:val="20"/>
          <w:szCs w:val="20"/>
          <w:u w:val="single"/>
        </w:rPr>
        <w:t>Nazwa wykonawcy:</w:t>
      </w:r>
      <w:r>
        <w:rPr>
          <w:rFonts w:cs="Arial"/>
          <w:sz w:val="20"/>
          <w:szCs w:val="20"/>
          <w:u w:val="single"/>
        </w:rPr>
        <w:tab/>
      </w:r>
    </w:p>
    <w:p w14:paraId="100275E9" w14:textId="77777777" w:rsidR="00DA122E" w:rsidRDefault="00DA122E" w:rsidP="00DA122E">
      <w:pPr>
        <w:jc w:val="both"/>
        <w:rPr>
          <w:rFonts w:cs="Arial"/>
          <w:sz w:val="20"/>
          <w:szCs w:val="20"/>
          <w:u w:val="single"/>
        </w:rPr>
      </w:pPr>
    </w:p>
    <w:p w14:paraId="497228F0" w14:textId="77777777" w:rsidR="00DA122E" w:rsidRPr="003322AD" w:rsidRDefault="00DA122E" w:rsidP="00DA122E">
      <w:pPr>
        <w:jc w:val="both"/>
        <w:rPr>
          <w:rFonts w:cs="Arial"/>
          <w:b/>
          <w:sz w:val="20"/>
          <w:szCs w:val="20"/>
        </w:rPr>
      </w:pPr>
      <w:r w:rsidRPr="003322AD">
        <w:rPr>
          <w:rFonts w:cs="Arial"/>
          <w:sz w:val="20"/>
          <w:szCs w:val="20"/>
          <w:u w:val="single"/>
        </w:rPr>
        <w:t>Zadanie: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3B9948FE" w14:textId="77777777" w:rsidR="00DA122E" w:rsidRDefault="00DA122E" w:rsidP="00DA122E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09D53338" w14:textId="426AD092" w:rsidR="00224DC8" w:rsidRPr="001D472D" w:rsidRDefault="00224DC8" w:rsidP="002F0C4A">
      <w:pPr>
        <w:ind w:right="-1"/>
        <w:jc w:val="both"/>
        <w:rPr>
          <w:rFonts w:eastAsia="Arial" w:cs="Arial"/>
          <w:sz w:val="20"/>
          <w:szCs w:val="20"/>
        </w:rPr>
      </w:pPr>
      <w:r w:rsidRPr="001D472D">
        <w:rPr>
          <w:rFonts w:cs="Arial"/>
          <w:sz w:val="20"/>
          <w:szCs w:val="20"/>
        </w:rPr>
        <w:t>W dniu ……………………</w:t>
      </w:r>
      <w:r w:rsidR="00C771D2">
        <w:rPr>
          <w:rFonts w:cs="Arial"/>
          <w:sz w:val="20"/>
          <w:szCs w:val="20"/>
        </w:rPr>
        <w:t xml:space="preserve"> </w:t>
      </w:r>
      <w:r w:rsidRPr="001D472D">
        <w:rPr>
          <w:rFonts w:cs="Arial"/>
          <w:sz w:val="20"/>
          <w:szCs w:val="20"/>
        </w:rPr>
        <w:t>dokonano sprawdzenia zgodności z dokumentacją wykonanego systemu alarmowego (sygnalizacji i lokalizacji uszkodzeń) oraz prawidłowości jego działania.</w:t>
      </w:r>
      <w:r w:rsidRPr="001D472D">
        <w:rPr>
          <w:rFonts w:eastAsia="Arial" w:cs="Arial"/>
          <w:sz w:val="20"/>
          <w:szCs w:val="20"/>
        </w:rPr>
        <w:t xml:space="preserve"> </w:t>
      </w:r>
    </w:p>
    <w:p w14:paraId="531A93F4" w14:textId="77777777" w:rsidR="00224DC8" w:rsidRPr="001D472D" w:rsidRDefault="00224DC8" w:rsidP="002F0C4A">
      <w:pPr>
        <w:ind w:right="-1"/>
        <w:rPr>
          <w:rFonts w:eastAsia="Arial" w:cs="Arial"/>
          <w:sz w:val="20"/>
          <w:szCs w:val="20"/>
        </w:rPr>
      </w:pPr>
      <w:r w:rsidRPr="001D472D">
        <w:rPr>
          <w:rFonts w:eastAsia="Arial" w:cs="Arial"/>
          <w:sz w:val="20"/>
          <w:szCs w:val="20"/>
        </w:rPr>
        <w:t>Stwierdzono, że:</w:t>
      </w:r>
    </w:p>
    <w:p w14:paraId="3DAAE2B7" w14:textId="77777777" w:rsidR="00224DC8" w:rsidRPr="001D472D" w:rsidRDefault="00224DC8" w:rsidP="002F0C4A">
      <w:pPr>
        <w:pStyle w:val="Akapitzlist"/>
        <w:numPr>
          <w:ilvl w:val="0"/>
          <w:numId w:val="5"/>
        </w:numPr>
        <w:spacing w:line="240" w:lineRule="auto"/>
        <w:ind w:left="426" w:right="-1" w:hanging="284"/>
        <w:contextualSpacing/>
        <w:jc w:val="both"/>
        <w:rPr>
          <w:rFonts w:eastAsia="Arial" w:cs="Arial"/>
          <w:sz w:val="20"/>
          <w:szCs w:val="20"/>
        </w:rPr>
      </w:pPr>
      <w:r w:rsidRPr="001D472D">
        <w:rPr>
          <w:rFonts w:eastAsia="Arial" w:cs="Arial"/>
          <w:sz w:val="20"/>
          <w:szCs w:val="20"/>
        </w:rPr>
        <w:t>Instalacja alarmowa została wykonana zgodnie/niezgodnie* z wymaganiami technologii producenta materiałów preizolowanych.</w:t>
      </w:r>
    </w:p>
    <w:p w14:paraId="5FC84F9C" w14:textId="542B0A5E" w:rsidR="00224DC8" w:rsidRPr="001D472D" w:rsidRDefault="00224DC8" w:rsidP="002F0C4A">
      <w:pPr>
        <w:numPr>
          <w:ilvl w:val="0"/>
          <w:numId w:val="5"/>
        </w:numPr>
        <w:ind w:left="426" w:right="-1" w:hanging="284"/>
        <w:contextualSpacing/>
        <w:jc w:val="both"/>
        <w:rPr>
          <w:rFonts w:cs="Arial"/>
          <w:sz w:val="20"/>
          <w:szCs w:val="20"/>
        </w:rPr>
      </w:pPr>
      <w:r w:rsidRPr="001D472D">
        <w:rPr>
          <w:rFonts w:eastAsia="Arial" w:cs="Arial"/>
          <w:sz w:val="20"/>
          <w:szCs w:val="20"/>
        </w:rPr>
        <w:t>Wykonawca załączył/nie załączył* dokumentację</w:t>
      </w:r>
      <w:r w:rsidR="000D35E0">
        <w:rPr>
          <w:rFonts w:eastAsia="Arial" w:cs="Arial"/>
          <w:sz w:val="20"/>
          <w:szCs w:val="20"/>
        </w:rPr>
        <w:t>(-i)</w:t>
      </w:r>
      <w:r w:rsidRPr="001D472D">
        <w:rPr>
          <w:rFonts w:eastAsia="Arial" w:cs="Arial"/>
          <w:sz w:val="20"/>
          <w:szCs w:val="20"/>
        </w:rPr>
        <w:t xml:space="preserve"> alarmową</w:t>
      </w:r>
      <w:r w:rsidR="000D35E0">
        <w:rPr>
          <w:rFonts w:eastAsia="Arial" w:cs="Arial"/>
          <w:sz w:val="20"/>
          <w:szCs w:val="20"/>
        </w:rPr>
        <w:t>(-ej)</w:t>
      </w:r>
      <w:r w:rsidRPr="001D472D">
        <w:rPr>
          <w:rFonts w:eastAsia="Arial" w:cs="Arial"/>
          <w:sz w:val="20"/>
          <w:szCs w:val="20"/>
        </w:rPr>
        <w:t xml:space="preserve"> sygnaliza</w:t>
      </w:r>
      <w:r>
        <w:rPr>
          <w:rFonts w:eastAsia="Arial" w:cs="Arial"/>
          <w:sz w:val="20"/>
          <w:szCs w:val="20"/>
        </w:rPr>
        <w:t xml:space="preserve">cji alarmowej - … egz. Zgodnie </w:t>
      </w:r>
      <w:r w:rsidRPr="001D472D">
        <w:rPr>
          <w:rFonts w:eastAsia="Arial" w:cs="Arial"/>
          <w:sz w:val="20"/>
          <w:szCs w:val="20"/>
        </w:rPr>
        <w:t>z</w:t>
      </w:r>
      <w:r w:rsidR="008B12F9">
        <w:rPr>
          <w:rFonts w:eastAsia="Arial" w:cs="Arial"/>
          <w:sz w:val="20"/>
          <w:szCs w:val="20"/>
        </w:rPr>
        <w:t> </w:t>
      </w:r>
      <w:r w:rsidRPr="001D472D">
        <w:rPr>
          <w:rFonts w:eastAsia="Arial" w:cs="Arial"/>
          <w:sz w:val="20"/>
          <w:szCs w:val="20"/>
        </w:rPr>
        <w:t>wykazem załączników.</w:t>
      </w:r>
    </w:p>
    <w:p w14:paraId="22A2F84D" w14:textId="74E2568C" w:rsidR="00224DC8" w:rsidRPr="001D472D" w:rsidRDefault="00224DC8" w:rsidP="002F0C4A">
      <w:pPr>
        <w:numPr>
          <w:ilvl w:val="0"/>
          <w:numId w:val="5"/>
        </w:numPr>
        <w:ind w:left="426" w:right="-1" w:hanging="284"/>
        <w:contextualSpacing/>
        <w:jc w:val="both"/>
        <w:rPr>
          <w:rFonts w:cs="Arial"/>
          <w:sz w:val="20"/>
          <w:szCs w:val="20"/>
        </w:rPr>
      </w:pPr>
      <w:r w:rsidRPr="001D472D">
        <w:rPr>
          <w:rFonts w:eastAsia="Arial" w:cs="Arial"/>
          <w:sz w:val="20"/>
          <w:szCs w:val="20"/>
        </w:rPr>
        <w:t>Stwierdzam zgodność/niezgodność* systemu alarmowego z dokumentacj</w:t>
      </w:r>
      <w:r w:rsidR="00DB7155">
        <w:rPr>
          <w:rFonts w:eastAsia="Arial" w:cs="Arial"/>
          <w:sz w:val="20"/>
          <w:szCs w:val="20"/>
        </w:rPr>
        <w:t>ą</w:t>
      </w:r>
      <w:r w:rsidRPr="001D472D">
        <w:rPr>
          <w:rFonts w:eastAsia="Arial" w:cs="Arial"/>
          <w:sz w:val="20"/>
          <w:szCs w:val="20"/>
        </w:rPr>
        <w:t xml:space="preserve"> powykonawczą.</w:t>
      </w:r>
    </w:p>
    <w:p w14:paraId="611C79A3" w14:textId="00CD2D18" w:rsidR="00224DC8" w:rsidRPr="001D472D" w:rsidRDefault="00224DC8" w:rsidP="002F0C4A">
      <w:pPr>
        <w:numPr>
          <w:ilvl w:val="0"/>
          <w:numId w:val="5"/>
        </w:numPr>
        <w:ind w:left="426" w:right="-1" w:hanging="284"/>
        <w:jc w:val="both"/>
        <w:rPr>
          <w:rFonts w:cs="Arial"/>
          <w:sz w:val="20"/>
          <w:szCs w:val="20"/>
        </w:rPr>
      </w:pPr>
      <w:r w:rsidRPr="001D472D">
        <w:rPr>
          <w:rFonts w:cs="Arial"/>
          <w:sz w:val="20"/>
          <w:szCs w:val="20"/>
        </w:rPr>
        <w:t>Do protokołu dołączono/nie dołączono* nośnik</w:t>
      </w:r>
      <w:r w:rsidR="000D35E0">
        <w:rPr>
          <w:rFonts w:cs="Arial"/>
          <w:sz w:val="20"/>
          <w:szCs w:val="20"/>
        </w:rPr>
        <w:t>(-a)</w:t>
      </w:r>
      <w:r w:rsidRPr="001D472D">
        <w:rPr>
          <w:rFonts w:cs="Arial"/>
          <w:sz w:val="20"/>
          <w:szCs w:val="20"/>
        </w:rPr>
        <w:t xml:space="preserve"> danych z kompletną </w:t>
      </w:r>
      <w:r>
        <w:rPr>
          <w:rFonts w:cs="Arial"/>
          <w:sz w:val="20"/>
          <w:szCs w:val="20"/>
        </w:rPr>
        <w:t>dokumentacj</w:t>
      </w:r>
      <w:r w:rsidR="00DB7155">
        <w:rPr>
          <w:rFonts w:cs="Arial"/>
          <w:sz w:val="20"/>
          <w:szCs w:val="20"/>
        </w:rPr>
        <w:t>ą</w:t>
      </w:r>
      <w:r>
        <w:rPr>
          <w:rFonts w:cs="Arial"/>
          <w:sz w:val="20"/>
          <w:szCs w:val="20"/>
        </w:rPr>
        <w:t xml:space="preserve"> powykonawcz</w:t>
      </w:r>
      <w:r w:rsidR="00DB7155">
        <w:rPr>
          <w:rFonts w:cs="Arial"/>
          <w:sz w:val="20"/>
          <w:szCs w:val="20"/>
        </w:rPr>
        <w:t>ą</w:t>
      </w:r>
      <w:r>
        <w:rPr>
          <w:rFonts w:cs="Arial"/>
          <w:sz w:val="20"/>
          <w:szCs w:val="20"/>
        </w:rPr>
        <w:t xml:space="preserve"> wraz </w:t>
      </w:r>
      <w:r w:rsidRPr="001D472D">
        <w:rPr>
          <w:rFonts w:cs="Arial"/>
          <w:sz w:val="20"/>
          <w:szCs w:val="20"/>
        </w:rPr>
        <w:t>z</w:t>
      </w:r>
      <w:r w:rsidR="008B12F9">
        <w:rPr>
          <w:rFonts w:cs="Arial"/>
          <w:sz w:val="20"/>
          <w:szCs w:val="20"/>
        </w:rPr>
        <w:t> </w:t>
      </w:r>
      <w:r w:rsidRPr="001D472D">
        <w:rPr>
          <w:rFonts w:cs="Arial"/>
          <w:sz w:val="20"/>
          <w:szCs w:val="20"/>
        </w:rPr>
        <w:t>wykresem reflektometrycznym (impedancja falowa).</w:t>
      </w:r>
      <w:r w:rsidRPr="001D472D">
        <w:rPr>
          <w:rFonts w:cs="Arial"/>
          <w:color w:val="FF0000"/>
          <w:sz w:val="20"/>
          <w:szCs w:val="20"/>
        </w:rPr>
        <w:t xml:space="preserve"> </w:t>
      </w:r>
    </w:p>
    <w:p w14:paraId="1C734FFD" w14:textId="07A54A68" w:rsidR="00224DC8" w:rsidRPr="001D472D" w:rsidRDefault="00224DC8" w:rsidP="002F0C4A">
      <w:pPr>
        <w:numPr>
          <w:ilvl w:val="0"/>
          <w:numId w:val="5"/>
        </w:numPr>
        <w:ind w:left="426" w:right="-1" w:hanging="284"/>
        <w:jc w:val="both"/>
        <w:rPr>
          <w:rFonts w:cs="Arial"/>
          <w:sz w:val="20"/>
          <w:szCs w:val="20"/>
        </w:rPr>
      </w:pPr>
      <w:r w:rsidRPr="001D472D">
        <w:rPr>
          <w:rFonts w:cs="Arial"/>
          <w:sz w:val="20"/>
          <w:szCs w:val="20"/>
        </w:rPr>
        <w:t>Wykonane pomiary i przedstawione w tabelach oraz wykresach wartośc</w:t>
      </w:r>
      <w:r>
        <w:rPr>
          <w:rFonts w:cs="Arial"/>
          <w:sz w:val="20"/>
          <w:szCs w:val="20"/>
        </w:rPr>
        <w:t xml:space="preserve">i pomiarowe rezystancji pętli, </w:t>
      </w:r>
      <w:r w:rsidRPr="001D472D">
        <w:rPr>
          <w:rFonts w:cs="Arial"/>
          <w:sz w:val="20"/>
          <w:szCs w:val="20"/>
        </w:rPr>
        <w:t>rezystancji izolacji oraz impedancji falowej kwalifikują/nie kwalifikują* odcinek</w:t>
      </w:r>
      <w:r w:rsidR="000D35E0">
        <w:rPr>
          <w:rFonts w:cs="Arial"/>
          <w:sz w:val="20"/>
          <w:szCs w:val="20"/>
        </w:rPr>
        <w:t>(-ka)</w:t>
      </w:r>
      <w:r w:rsidRPr="001D472D">
        <w:rPr>
          <w:rFonts w:cs="Arial"/>
          <w:sz w:val="20"/>
          <w:szCs w:val="20"/>
        </w:rPr>
        <w:t xml:space="preserve"> sieci ciepłowniczej do odbioru i eksploatacji.</w:t>
      </w:r>
    </w:p>
    <w:p w14:paraId="0ED0545C" w14:textId="43296E5B" w:rsidR="00224DC8" w:rsidRDefault="00224DC8" w:rsidP="002F0C4A">
      <w:pPr>
        <w:ind w:right="-1"/>
        <w:jc w:val="both"/>
        <w:rPr>
          <w:rFonts w:cs="Arial"/>
          <w:sz w:val="20"/>
          <w:szCs w:val="20"/>
        </w:rPr>
      </w:pPr>
      <w:r w:rsidRPr="001D472D">
        <w:rPr>
          <w:rFonts w:cs="Arial"/>
          <w:sz w:val="20"/>
          <w:szCs w:val="20"/>
        </w:rPr>
        <w:t xml:space="preserve">Wykonawca oświadcza, że dokumentacja techniczna, będąca przedmiotem zamówienia, została przygotowana zgodnie </w:t>
      </w:r>
      <w:r w:rsidR="00DB7155">
        <w:rPr>
          <w:rFonts w:cs="Arial"/>
          <w:sz w:val="20"/>
          <w:szCs w:val="20"/>
        </w:rPr>
        <w:t xml:space="preserve">z </w:t>
      </w:r>
      <w:r w:rsidRPr="001D472D">
        <w:rPr>
          <w:rFonts w:cs="Arial"/>
          <w:sz w:val="20"/>
          <w:szCs w:val="20"/>
        </w:rPr>
        <w:t>wytycznymi oraz Standardami technicznymi obowiązującymi w G</w:t>
      </w:r>
      <w:r w:rsidR="007E080B">
        <w:rPr>
          <w:rFonts w:cs="Arial"/>
          <w:sz w:val="20"/>
          <w:szCs w:val="20"/>
        </w:rPr>
        <w:t>rupie</w:t>
      </w:r>
      <w:r w:rsidRPr="001D472D">
        <w:rPr>
          <w:rFonts w:cs="Arial"/>
          <w:sz w:val="20"/>
          <w:szCs w:val="20"/>
        </w:rPr>
        <w:t xml:space="preserve"> PGE EC</w:t>
      </w:r>
      <w:r w:rsidR="00D91B1A">
        <w:rPr>
          <w:rFonts w:cs="Arial"/>
          <w:sz w:val="20"/>
          <w:szCs w:val="20"/>
        </w:rPr>
        <w:t>.</w:t>
      </w:r>
    </w:p>
    <w:p w14:paraId="694110C8" w14:textId="77777777" w:rsidR="00224DC8" w:rsidRPr="001D472D" w:rsidRDefault="00224DC8" w:rsidP="002F0C4A">
      <w:pPr>
        <w:pStyle w:val="Akapitzlist"/>
        <w:spacing w:line="240" w:lineRule="auto"/>
        <w:ind w:left="426" w:right="-1" w:hanging="426"/>
        <w:jc w:val="both"/>
        <w:rPr>
          <w:rFonts w:cs="Arial"/>
          <w:sz w:val="20"/>
          <w:szCs w:val="20"/>
        </w:rPr>
      </w:pPr>
    </w:p>
    <w:p w14:paraId="002DADD0" w14:textId="6E49C0BF" w:rsidR="00224DC8" w:rsidRPr="001D472D" w:rsidRDefault="00224DC8" w:rsidP="002F0C4A">
      <w:pPr>
        <w:pStyle w:val="Akapitzlist"/>
        <w:spacing w:line="240" w:lineRule="auto"/>
        <w:ind w:left="0" w:right="-1"/>
        <w:jc w:val="both"/>
        <w:rPr>
          <w:rFonts w:cs="Arial"/>
          <w:sz w:val="20"/>
          <w:szCs w:val="20"/>
        </w:rPr>
      </w:pPr>
      <w:r w:rsidRPr="001D472D">
        <w:rPr>
          <w:rFonts w:cs="Arial"/>
          <w:sz w:val="20"/>
          <w:szCs w:val="20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B12F9">
        <w:rPr>
          <w:rFonts w:cs="Arial"/>
          <w:sz w:val="20"/>
          <w:szCs w:val="20"/>
        </w:rPr>
        <w:t>…………………………</w:t>
      </w:r>
      <w:r w:rsidRPr="001D472D">
        <w:rPr>
          <w:rFonts w:cs="Arial"/>
          <w:sz w:val="20"/>
          <w:szCs w:val="20"/>
        </w:rPr>
        <w:t xml:space="preserve"> </w:t>
      </w:r>
    </w:p>
    <w:p w14:paraId="6DEA5B14" w14:textId="77777777" w:rsidR="00224DC8" w:rsidRDefault="00224DC8" w:rsidP="002F0C4A">
      <w:pPr>
        <w:pStyle w:val="NormalnyWeb"/>
        <w:spacing w:before="0" w:beforeAutospacing="0" w:after="0" w:afterAutospacing="0"/>
        <w:jc w:val="right"/>
        <w:rPr>
          <w:rFonts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96"/>
        <w:gridCol w:w="4166"/>
      </w:tblGrid>
      <w:tr w:rsidR="00224DC8" w:rsidRPr="003322AD" w14:paraId="25666A55" w14:textId="77777777" w:rsidTr="00224DC8">
        <w:trPr>
          <w:trHeight w:val="885"/>
        </w:trPr>
        <w:tc>
          <w:tcPr>
            <w:tcW w:w="4896" w:type="dxa"/>
          </w:tcPr>
          <w:p w14:paraId="52B4FD15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ZAMAWIAJĄCEGO: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045E0159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3D5FA8" w14:paraId="1D1EAF2D" w14:textId="77777777" w:rsidTr="00224DC8">
        <w:trPr>
          <w:trHeight w:val="118"/>
        </w:trPr>
        <w:tc>
          <w:tcPr>
            <w:tcW w:w="4896" w:type="dxa"/>
          </w:tcPr>
          <w:p w14:paraId="6509FECA" w14:textId="77777777" w:rsidR="00224DC8" w:rsidRPr="003D5FA8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4B808943" w14:textId="77777777" w:rsidR="00224DC8" w:rsidRPr="003D5FA8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3D5FA8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  <w:tr w:rsidR="00224DC8" w:rsidRPr="003322AD" w14:paraId="7CB589B7" w14:textId="77777777" w:rsidTr="00224DC8">
        <w:trPr>
          <w:trHeight w:val="873"/>
        </w:trPr>
        <w:tc>
          <w:tcPr>
            <w:tcW w:w="4896" w:type="dxa"/>
          </w:tcPr>
          <w:p w14:paraId="3D33110A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EKSPLOATATORA:</w:t>
            </w:r>
            <w:r w:rsidRPr="003322AD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6B216F3E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3D5FA8" w14:paraId="70ABD9F6" w14:textId="77777777" w:rsidTr="00224DC8">
        <w:trPr>
          <w:trHeight w:val="290"/>
        </w:trPr>
        <w:tc>
          <w:tcPr>
            <w:tcW w:w="4896" w:type="dxa"/>
          </w:tcPr>
          <w:p w14:paraId="5B713CC5" w14:textId="77777777" w:rsidR="00224DC8" w:rsidRPr="003D5FA8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2235452F" w14:textId="77777777" w:rsidR="00224DC8" w:rsidRPr="003D5FA8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3D5FA8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  <w:tr w:rsidR="00224DC8" w:rsidRPr="003322AD" w14:paraId="3B57DD69" w14:textId="77777777" w:rsidTr="00224DC8">
        <w:trPr>
          <w:trHeight w:val="833"/>
        </w:trPr>
        <w:tc>
          <w:tcPr>
            <w:tcW w:w="4896" w:type="dxa"/>
          </w:tcPr>
          <w:p w14:paraId="0BD5B3EC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WYKONAWCY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20641A76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3D5FA8" w14:paraId="506309DA" w14:textId="77777777" w:rsidTr="00224DC8">
        <w:trPr>
          <w:trHeight w:val="225"/>
        </w:trPr>
        <w:tc>
          <w:tcPr>
            <w:tcW w:w="4896" w:type="dxa"/>
            <w:vAlign w:val="center"/>
          </w:tcPr>
          <w:p w14:paraId="34D5D5FE" w14:textId="77777777" w:rsidR="00224DC8" w:rsidRPr="003D5FA8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0A7F4ABE" w14:textId="77777777" w:rsidR="00224DC8" w:rsidRPr="003D5FA8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3D5FA8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</w:tbl>
    <w:p w14:paraId="212E14AA" w14:textId="77777777" w:rsidR="00224DC8" w:rsidRPr="00DA122E" w:rsidRDefault="00224DC8" w:rsidP="002F0C4A">
      <w:pPr>
        <w:pStyle w:val="NormalnyWeb"/>
        <w:spacing w:before="0" w:beforeAutospacing="0" w:after="0" w:afterAutospacing="0"/>
        <w:rPr>
          <w:rFonts w:cs="Arial"/>
          <w:b/>
          <w:bCs/>
          <w:sz w:val="14"/>
          <w:szCs w:val="14"/>
        </w:rPr>
      </w:pPr>
    </w:p>
    <w:p w14:paraId="7931E59A" w14:textId="77777777" w:rsidR="00224DC8" w:rsidRPr="00DA122E" w:rsidRDefault="00224DC8" w:rsidP="002F0C4A">
      <w:pPr>
        <w:rPr>
          <w:rFonts w:cs="Arial"/>
          <w:sz w:val="14"/>
          <w:szCs w:val="14"/>
        </w:rPr>
      </w:pPr>
      <w:r w:rsidRPr="00DA122E">
        <w:rPr>
          <w:rFonts w:cs="Arial"/>
          <w:sz w:val="14"/>
          <w:szCs w:val="14"/>
        </w:rPr>
        <w:t xml:space="preserve">Protokół wykonano w </w:t>
      </w:r>
      <w:r w:rsidRPr="00DA122E">
        <w:rPr>
          <w:rFonts w:cs="Arial"/>
          <w:b/>
          <w:sz w:val="14"/>
          <w:szCs w:val="14"/>
        </w:rPr>
        <w:t>4</w:t>
      </w:r>
      <w:r w:rsidRPr="00DA122E">
        <w:rPr>
          <w:rFonts w:cs="Arial"/>
          <w:sz w:val="14"/>
          <w:szCs w:val="14"/>
        </w:rPr>
        <w:t xml:space="preserve"> egzemplarzach, w tym otrzymują:</w:t>
      </w:r>
    </w:p>
    <w:p w14:paraId="0A422AED" w14:textId="77777777" w:rsidR="00224DC8" w:rsidRPr="00DA122E" w:rsidRDefault="00224DC8" w:rsidP="002F0C4A">
      <w:pPr>
        <w:rPr>
          <w:rFonts w:cs="Arial"/>
          <w:sz w:val="14"/>
          <w:szCs w:val="14"/>
        </w:rPr>
      </w:pPr>
      <w:r w:rsidRPr="00DA122E">
        <w:rPr>
          <w:rFonts w:cs="Arial"/>
          <w:sz w:val="14"/>
          <w:szCs w:val="14"/>
        </w:rPr>
        <w:t>Zamawiający</w:t>
      </w:r>
      <w:r w:rsidRPr="00DA122E">
        <w:rPr>
          <w:rFonts w:cs="Arial"/>
          <w:sz w:val="14"/>
          <w:szCs w:val="14"/>
        </w:rPr>
        <w:tab/>
      </w:r>
      <w:r w:rsidRPr="00DA122E">
        <w:rPr>
          <w:rFonts w:cs="Arial"/>
          <w:sz w:val="14"/>
          <w:szCs w:val="14"/>
        </w:rPr>
        <w:tab/>
      </w:r>
      <w:r w:rsidRPr="00DA122E">
        <w:rPr>
          <w:rFonts w:cs="Arial"/>
          <w:sz w:val="14"/>
          <w:szCs w:val="14"/>
        </w:rPr>
        <w:tab/>
      </w:r>
      <w:r w:rsidRPr="00DA122E">
        <w:rPr>
          <w:rFonts w:cs="Arial"/>
          <w:sz w:val="14"/>
          <w:szCs w:val="14"/>
        </w:rPr>
        <w:sym w:font="Wingdings" w:char="F0FE"/>
      </w:r>
      <w:r w:rsidRPr="00DA122E">
        <w:rPr>
          <w:rFonts w:cs="Arial"/>
          <w:sz w:val="14"/>
          <w:szCs w:val="14"/>
        </w:rPr>
        <w:tab/>
        <w:t>2 egz.</w:t>
      </w:r>
    </w:p>
    <w:p w14:paraId="277581D1" w14:textId="77777777" w:rsidR="00224DC8" w:rsidRPr="00DA122E" w:rsidRDefault="00224DC8" w:rsidP="002F0C4A">
      <w:pPr>
        <w:rPr>
          <w:rFonts w:cs="Arial"/>
          <w:sz w:val="14"/>
          <w:szCs w:val="14"/>
        </w:rPr>
      </w:pPr>
      <w:r w:rsidRPr="00DA122E">
        <w:rPr>
          <w:rFonts w:cs="Arial"/>
          <w:sz w:val="14"/>
          <w:szCs w:val="14"/>
        </w:rPr>
        <w:t>Wykonawca</w:t>
      </w:r>
      <w:r w:rsidRPr="00DA122E">
        <w:rPr>
          <w:rFonts w:cs="Arial"/>
          <w:sz w:val="14"/>
          <w:szCs w:val="14"/>
        </w:rPr>
        <w:tab/>
      </w:r>
      <w:r w:rsidRPr="00DA122E">
        <w:rPr>
          <w:rFonts w:cs="Arial"/>
          <w:sz w:val="14"/>
          <w:szCs w:val="14"/>
        </w:rPr>
        <w:tab/>
      </w:r>
      <w:r w:rsidRPr="00DA122E">
        <w:rPr>
          <w:rFonts w:cs="Arial"/>
          <w:sz w:val="14"/>
          <w:szCs w:val="14"/>
        </w:rPr>
        <w:tab/>
      </w:r>
      <w:r w:rsidRPr="00DA122E">
        <w:rPr>
          <w:rFonts w:cs="Arial"/>
          <w:sz w:val="14"/>
          <w:szCs w:val="14"/>
        </w:rPr>
        <w:sym w:font="Wingdings" w:char="F0FE"/>
      </w:r>
      <w:r w:rsidRPr="00DA122E">
        <w:rPr>
          <w:rFonts w:cs="Arial"/>
          <w:sz w:val="14"/>
          <w:szCs w:val="14"/>
        </w:rPr>
        <w:tab/>
        <w:t>1 egz.</w:t>
      </w:r>
    </w:p>
    <w:p w14:paraId="6201FFD9" w14:textId="77777777" w:rsidR="00224DC8" w:rsidRPr="00DA122E" w:rsidRDefault="00224DC8" w:rsidP="002F0C4A">
      <w:pPr>
        <w:rPr>
          <w:rFonts w:cs="Arial"/>
          <w:sz w:val="14"/>
          <w:szCs w:val="14"/>
        </w:rPr>
      </w:pPr>
      <w:r w:rsidRPr="00DA122E">
        <w:rPr>
          <w:rFonts w:cs="Arial"/>
          <w:sz w:val="14"/>
          <w:szCs w:val="14"/>
        </w:rPr>
        <w:t>Eksploatujący</w:t>
      </w:r>
      <w:r w:rsidRPr="00DA122E">
        <w:rPr>
          <w:rFonts w:cs="Arial"/>
          <w:sz w:val="14"/>
          <w:szCs w:val="14"/>
        </w:rPr>
        <w:tab/>
      </w:r>
      <w:r w:rsidRPr="00DA122E">
        <w:rPr>
          <w:rFonts w:cs="Arial"/>
          <w:sz w:val="14"/>
          <w:szCs w:val="14"/>
        </w:rPr>
        <w:tab/>
      </w:r>
      <w:r w:rsidRPr="00DA122E">
        <w:rPr>
          <w:rFonts w:cs="Arial"/>
          <w:sz w:val="14"/>
          <w:szCs w:val="14"/>
        </w:rPr>
        <w:tab/>
      </w:r>
      <w:r w:rsidRPr="00DA122E">
        <w:rPr>
          <w:rFonts w:cs="Arial"/>
          <w:sz w:val="14"/>
          <w:szCs w:val="14"/>
        </w:rPr>
        <w:sym w:font="Wingdings" w:char="F0FE"/>
      </w:r>
      <w:r w:rsidRPr="00DA122E">
        <w:rPr>
          <w:rFonts w:cs="Arial"/>
          <w:sz w:val="14"/>
          <w:szCs w:val="14"/>
        </w:rPr>
        <w:tab/>
        <w:t>1 egz.</w:t>
      </w:r>
    </w:p>
    <w:p w14:paraId="01C10845" w14:textId="77777777" w:rsidR="00224DC8" w:rsidRPr="00DA122E" w:rsidRDefault="00224DC8" w:rsidP="002F0C4A">
      <w:pPr>
        <w:rPr>
          <w:rFonts w:cs="Arial"/>
          <w:sz w:val="14"/>
          <w:szCs w:val="14"/>
          <w:u w:val="single"/>
        </w:rPr>
      </w:pPr>
    </w:p>
    <w:p w14:paraId="3B404CCE" w14:textId="77777777" w:rsidR="00224DC8" w:rsidRPr="00DA122E" w:rsidRDefault="00224DC8" w:rsidP="002F0C4A">
      <w:pPr>
        <w:rPr>
          <w:rFonts w:cs="Arial"/>
          <w:sz w:val="14"/>
          <w:szCs w:val="14"/>
          <w:u w:val="single"/>
        </w:rPr>
      </w:pPr>
      <w:r w:rsidRPr="00DA122E">
        <w:rPr>
          <w:rFonts w:cs="Arial"/>
          <w:sz w:val="14"/>
          <w:szCs w:val="14"/>
          <w:u w:val="single"/>
        </w:rPr>
        <w:t>Wymagane załączniki:</w:t>
      </w:r>
    </w:p>
    <w:p w14:paraId="2CCF60E4" w14:textId="1B5DD09F" w:rsidR="00224DC8" w:rsidRPr="00DA122E" w:rsidRDefault="00224DC8" w:rsidP="002F0C4A">
      <w:pPr>
        <w:pStyle w:val="Akapitzlist"/>
        <w:spacing w:line="240" w:lineRule="auto"/>
        <w:ind w:left="142" w:hanging="142"/>
        <w:jc w:val="both"/>
        <w:rPr>
          <w:rFonts w:cs="Arial"/>
          <w:sz w:val="14"/>
          <w:szCs w:val="14"/>
        </w:rPr>
      </w:pPr>
      <w:r w:rsidRPr="00DA122E">
        <w:rPr>
          <w:rFonts w:cs="Arial"/>
          <w:sz w:val="14"/>
          <w:szCs w:val="14"/>
        </w:rPr>
        <w:t>- protokoły odbioru pomiarów rezystancji izolacji oraz rezystancji pętli wraz z tabelarycznym zestawieniem i interpretacją wyników pod kątem spełnienia wymagań progowych</w:t>
      </w:r>
    </w:p>
    <w:p w14:paraId="2AC4CD71" w14:textId="3E8E9175" w:rsidR="00224DC8" w:rsidRPr="00DA122E" w:rsidRDefault="00224DC8" w:rsidP="002F0C4A">
      <w:pPr>
        <w:pStyle w:val="Akapitzlist"/>
        <w:spacing w:line="240" w:lineRule="auto"/>
        <w:ind w:left="142" w:hanging="142"/>
        <w:jc w:val="both"/>
        <w:rPr>
          <w:rFonts w:cs="Arial"/>
          <w:sz w:val="14"/>
          <w:szCs w:val="14"/>
        </w:rPr>
      </w:pPr>
      <w:r w:rsidRPr="00DA122E">
        <w:rPr>
          <w:rFonts w:cs="Arial"/>
          <w:sz w:val="14"/>
          <w:szCs w:val="14"/>
        </w:rPr>
        <w:t>- protokoły odbioru pomiarów impedancji falowej wraz z interpretacją wyników oraz wykresami wzorcowymi z wszystkich punktów pomiarowych na pętlach</w:t>
      </w:r>
    </w:p>
    <w:p w14:paraId="5B0A2DE2" w14:textId="17E142B5" w:rsidR="00224DC8" w:rsidRPr="00DA122E" w:rsidRDefault="00224DC8" w:rsidP="002F0C4A">
      <w:pPr>
        <w:pStyle w:val="Akapitzlist"/>
        <w:spacing w:line="240" w:lineRule="auto"/>
        <w:ind w:left="1418" w:hanging="1418"/>
        <w:jc w:val="both"/>
        <w:rPr>
          <w:rFonts w:cs="Arial"/>
          <w:sz w:val="14"/>
          <w:szCs w:val="14"/>
        </w:rPr>
      </w:pPr>
      <w:r w:rsidRPr="00DA122E">
        <w:rPr>
          <w:rFonts w:cs="Arial"/>
          <w:sz w:val="14"/>
          <w:szCs w:val="14"/>
        </w:rPr>
        <w:t>- atesty, aprobaty, certyfikaty kalibracji urządzeń pomiarowych</w:t>
      </w:r>
    </w:p>
    <w:p w14:paraId="308F1C08" w14:textId="03D7C7D3" w:rsidR="00224DC8" w:rsidRPr="00DA122E" w:rsidRDefault="00224DC8" w:rsidP="002F0C4A">
      <w:pPr>
        <w:pStyle w:val="Akapitzlist"/>
        <w:spacing w:line="240" w:lineRule="auto"/>
        <w:ind w:left="1418" w:hanging="1418"/>
        <w:jc w:val="both"/>
        <w:rPr>
          <w:rFonts w:cs="Arial"/>
          <w:sz w:val="14"/>
          <w:szCs w:val="14"/>
        </w:rPr>
      </w:pPr>
      <w:r w:rsidRPr="00DA122E">
        <w:rPr>
          <w:rFonts w:cs="Arial"/>
          <w:sz w:val="14"/>
          <w:szCs w:val="14"/>
        </w:rPr>
        <w:t>- techniczny opis przyjętych rozwiązań systemu impulsowej sygnalizacji alarmowej</w:t>
      </w:r>
    </w:p>
    <w:p w14:paraId="7D332C14" w14:textId="29AC8217" w:rsidR="00224DC8" w:rsidRPr="00DA122E" w:rsidRDefault="00224DC8" w:rsidP="002F0C4A">
      <w:pPr>
        <w:pStyle w:val="Akapitzlist"/>
        <w:spacing w:line="240" w:lineRule="auto"/>
        <w:ind w:left="1418" w:hanging="1418"/>
        <w:jc w:val="both"/>
        <w:rPr>
          <w:rFonts w:cs="Arial"/>
          <w:sz w:val="14"/>
          <w:szCs w:val="14"/>
        </w:rPr>
      </w:pPr>
      <w:r w:rsidRPr="00DA122E">
        <w:rPr>
          <w:rFonts w:cs="Arial"/>
          <w:sz w:val="14"/>
          <w:szCs w:val="14"/>
        </w:rPr>
        <w:t>- schemat montażu sieci/przyłącza ciepłowniczego</w:t>
      </w:r>
    </w:p>
    <w:p w14:paraId="2F2EFEEA" w14:textId="38643A4B" w:rsidR="00224DC8" w:rsidRPr="00DA122E" w:rsidRDefault="00224DC8" w:rsidP="002F0C4A">
      <w:pPr>
        <w:pStyle w:val="Akapitzlist"/>
        <w:spacing w:line="240" w:lineRule="auto"/>
        <w:ind w:left="1418" w:hanging="1418"/>
        <w:jc w:val="both"/>
        <w:rPr>
          <w:rFonts w:cs="Arial"/>
          <w:sz w:val="14"/>
          <w:szCs w:val="14"/>
        </w:rPr>
      </w:pPr>
      <w:r w:rsidRPr="00DA122E">
        <w:rPr>
          <w:rFonts w:cs="Arial"/>
          <w:sz w:val="14"/>
          <w:szCs w:val="14"/>
        </w:rPr>
        <w:t>- schemat montażu instalacji alarmowej</w:t>
      </w:r>
    </w:p>
    <w:p w14:paraId="38F63664" w14:textId="457BD120" w:rsidR="00224DC8" w:rsidRPr="00DA122E" w:rsidRDefault="00224DC8" w:rsidP="002F0C4A">
      <w:pPr>
        <w:pStyle w:val="Akapitzlist"/>
        <w:spacing w:line="240" w:lineRule="auto"/>
        <w:ind w:left="1418" w:hanging="1418"/>
        <w:jc w:val="both"/>
        <w:rPr>
          <w:rFonts w:cs="Arial"/>
          <w:sz w:val="14"/>
          <w:szCs w:val="14"/>
        </w:rPr>
      </w:pPr>
      <w:r w:rsidRPr="00DA122E">
        <w:rPr>
          <w:rFonts w:cs="Arial"/>
          <w:sz w:val="14"/>
          <w:szCs w:val="14"/>
        </w:rPr>
        <w:t>- uproszczony schemat instalacji alarmowej</w:t>
      </w:r>
    </w:p>
    <w:p w14:paraId="58917CEF" w14:textId="75E93599" w:rsidR="00224DC8" w:rsidRPr="00DA122E" w:rsidRDefault="00224DC8" w:rsidP="002F0C4A">
      <w:pPr>
        <w:pStyle w:val="Akapitzlist"/>
        <w:spacing w:line="240" w:lineRule="auto"/>
        <w:ind w:left="1418" w:hanging="1418"/>
        <w:jc w:val="both"/>
        <w:rPr>
          <w:rFonts w:cs="Arial"/>
          <w:sz w:val="14"/>
          <w:szCs w:val="14"/>
        </w:rPr>
      </w:pPr>
      <w:r w:rsidRPr="00DA122E">
        <w:rPr>
          <w:rFonts w:cs="Arial"/>
          <w:sz w:val="14"/>
          <w:szCs w:val="14"/>
        </w:rPr>
        <w:t xml:space="preserve">- inwentaryzacja geodezyjna sieci/przyłącza ciepłowniczego </w:t>
      </w:r>
    </w:p>
    <w:p w14:paraId="7B8613BD" w14:textId="77777777" w:rsidR="00224DC8" w:rsidRDefault="00224DC8" w:rsidP="00DA122E">
      <w:pPr>
        <w:ind w:right="424"/>
      </w:pPr>
      <w:r>
        <w:br w:type="column"/>
      </w:r>
    </w:p>
    <w:p w14:paraId="4CF8B92C" w14:textId="78B17FD8" w:rsidR="00224DC8" w:rsidRDefault="00224DC8" w:rsidP="002F0C4A">
      <w:pPr>
        <w:ind w:right="424"/>
        <w:jc w:val="center"/>
        <w:rPr>
          <w:rFonts w:cs="Arial"/>
          <w:b/>
          <w:sz w:val="20"/>
          <w:szCs w:val="20"/>
        </w:rPr>
      </w:pPr>
      <w:r w:rsidRPr="000639A6">
        <w:rPr>
          <w:rFonts w:cs="Arial"/>
          <w:b/>
          <w:sz w:val="20"/>
          <w:szCs w:val="20"/>
        </w:rPr>
        <w:t>Przykładowy protokół wykonanych pomiarów instalacji alarmowej</w:t>
      </w:r>
    </w:p>
    <w:p w14:paraId="4C828BA3" w14:textId="77777777" w:rsidR="00224DC8" w:rsidRPr="000639A6" w:rsidRDefault="00224DC8" w:rsidP="002F0C4A">
      <w:pPr>
        <w:ind w:right="424"/>
        <w:jc w:val="center"/>
        <w:rPr>
          <w:rFonts w:cs="Arial"/>
          <w:b/>
          <w:sz w:val="20"/>
          <w:szCs w:val="20"/>
        </w:rPr>
      </w:pPr>
    </w:p>
    <w:p w14:paraId="7CE4A71F" w14:textId="77777777" w:rsidR="00224DC8" w:rsidRPr="00586087" w:rsidRDefault="00224DC8" w:rsidP="002F0C4A">
      <w:pPr>
        <w:ind w:right="1073"/>
        <w:jc w:val="center"/>
        <w:rPr>
          <w:rFonts w:asciiTheme="minorHAnsi" w:hAnsiTheme="minorHAnsi" w:cstheme="minorHAnsi"/>
        </w:rPr>
      </w:pPr>
    </w:p>
    <w:tbl>
      <w:tblPr>
        <w:tblStyle w:val="Tabela-Siatka"/>
        <w:tblW w:w="10348" w:type="dxa"/>
        <w:tblInd w:w="-147" w:type="dxa"/>
        <w:tblLook w:val="04A0" w:firstRow="1" w:lastRow="0" w:firstColumn="1" w:lastColumn="0" w:noHBand="0" w:noVBand="1"/>
      </w:tblPr>
      <w:tblGrid>
        <w:gridCol w:w="3754"/>
        <w:gridCol w:w="1645"/>
        <w:gridCol w:w="1502"/>
        <w:gridCol w:w="1357"/>
        <w:gridCol w:w="2090"/>
      </w:tblGrid>
      <w:tr w:rsidR="00224DC8" w14:paraId="79FE8FA3" w14:textId="77777777" w:rsidTr="00A0212E">
        <w:trPr>
          <w:trHeight w:val="566"/>
        </w:trPr>
        <w:tc>
          <w:tcPr>
            <w:tcW w:w="3754" w:type="dxa"/>
            <w:vMerge w:val="restart"/>
          </w:tcPr>
          <w:p w14:paraId="6AEC3DCE" w14:textId="77777777" w:rsidR="00224DC8" w:rsidRPr="009C4302" w:rsidRDefault="00224DC8" w:rsidP="002F0C4A">
            <w:pPr>
              <w:rPr>
                <w:rFonts w:cs="Arial"/>
                <w:b/>
              </w:rPr>
            </w:pPr>
            <w:r w:rsidRPr="009C4302">
              <w:rPr>
                <w:rFonts w:cs="Arial"/>
                <w:b/>
              </w:rPr>
              <w:t>Opis sprawdzanego odcinka sieci:</w:t>
            </w:r>
          </w:p>
        </w:tc>
        <w:tc>
          <w:tcPr>
            <w:tcW w:w="1645" w:type="dxa"/>
          </w:tcPr>
          <w:p w14:paraId="040BF742" w14:textId="77777777" w:rsidR="00224DC8" w:rsidRPr="009C4302" w:rsidRDefault="00224DC8" w:rsidP="002F0C4A">
            <w:pPr>
              <w:ind w:left="22"/>
              <w:jc w:val="center"/>
              <w:rPr>
                <w:rFonts w:cs="Arial"/>
              </w:rPr>
            </w:pPr>
            <w:r w:rsidRPr="009C4302">
              <w:rPr>
                <w:rFonts w:cs="Arial"/>
                <w:b/>
              </w:rPr>
              <w:t>Rezystancja</w:t>
            </w:r>
          </w:p>
          <w:p w14:paraId="5A195659" w14:textId="77777777" w:rsidR="00224DC8" w:rsidRPr="009C4302" w:rsidRDefault="00224DC8" w:rsidP="002F0C4A">
            <w:pPr>
              <w:ind w:right="38"/>
              <w:jc w:val="center"/>
              <w:rPr>
                <w:rFonts w:cs="Arial"/>
              </w:rPr>
            </w:pPr>
            <w:r w:rsidRPr="009C4302">
              <w:rPr>
                <w:rFonts w:cs="Arial"/>
                <w:b/>
              </w:rPr>
              <w:t>pętli</w:t>
            </w:r>
          </w:p>
          <w:p w14:paraId="19127717" w14:textId="77777777" w:rsidR="00224DC8" w:rsidRPr="009C4302" w:rsidRDefault="00224DC8" w:rsidP="002F0C4A">
            <w:pPr>
              <w:ind w:right="37"/>
              <w:jc w:val="center"/>
              <w:rPr>
                <w:rFonts w:cs="Arial"/>
                <w:b/>
              </w:rPr>
            </w:pPr>
            <w:r w:rsidRPr="009C4302">
              <w:rPr>
                <w:rFonts w:cs="Arial"/>
                <w:b/>
              </w:rPr>
              <w:t>[Ω]</w:t>
            </w:r>
          </w:p>
          <w:p w14:paraId="746F7043" w14:textId="77777777" w:rsidR="00224DC8" w:rsidRPr="009C4302" w:rsidRDefault="00224DC8" w:rsidP="002F0C4A">
            <w:pPr>
              <w:rPr>
                <w:rFonts w:cs="Arial"/>
              </w:rPr>
            </w:pPr>
          </w:p>
        </w:tc>
        <w:tc>
          <w:tcPr>
            <w:tcW w:w="1502" w:type="dxa"/>
          </w:tcPr>
          <w:p w14:paraId="7232C268" w14:textId="77777777" w:rsidR="00224DC8" w:rsidRPr="009C4302" w:rsidRDefault="00224DC8" w:rsidP="002F0C4A">
            <w:pPr>
              <w:jc w:val="center"/>
              <w:rPr>
                <w:rFonts w:cs="Arial"/>
              </w:rPr>
            </w:pPr>
            <w:r w:rsidRPr="009C4302">
              <w:rPr>
                <w:rFonts w:cs="Arial"/>
                <w:b/>
              </w:rPr>
              <w:t>Rezystancja izolacji</w:t>
            </w:r>
          </w:p>
          <w:p w14:paraId="20590A97" w14:textId="77777777" w:rsidR="00224DC8" w:rsidRPr="009C4302" w:rsidRDefault="00224DC8" w:rsidP="002F0C4A">
            <w:pPr>
              <w:jc w:val="center"/>
              <w:rPr>
                <w:rFonts w:cs="Arial"/>
                <w:b/>
              </w:rPr>
            </w:pPr>
            <w:r w:rsidRPr="009C4302">
              <w:rPr>
                <w:rFonts w:cs="Arial"/>
                <w:b/>
              </w:rPr>
              <w:t>[MΩ]</w:t>
            </w:r>
          </w:p>
          <w:p w14:paraId="12F8119C" w14:textId="77777777" w:rsidR="00224DC8" w:rsidRPr="009C4302" w:rsidRDefault="00224DC8" w:rsidP="002F0C4A">
            <w:pPr>
              <w:rPr>
                <w:rFonts w:cs="Arial"/>
              </w:rPr>
            </w:pPr>
          </w:p>
        </w:tc>
        <w:tc>
          <w:tcPr>
            <w:tcW w:w="1357" w:type="dxa"/>
            <w:vMerge w:val="restart"/>
          </w:tcPr>
          <w:p w14:paraId="51C83D7A" w14:textId="77777777" w:rsidR="00224DC8" w:rsidRPr="009C4302" w:rsidRDefault="00224DC8" w:rsidP="002F0C4A">
            <w:pPr>
              <w:jc w:val="center"/>
              <w:rPr>
                <w:rFonts w:cs="Arial"/>
              </w:rPr>
            </w:pPr>
            <w:r w:rsidRPr="009C4302">
              <w:rPr>
                <w:rFonts w:cs="Arial"/>
                <w:b/>
              </w:rPr>
              <w:t>Długość sieci</w:t>
            </w:r>
          </w:p>
          <w:p w14:paraId="09EB46D1" w14:textId="77777777" w:rsidR="00224DC8" w:rsidRPr="009C4302" w:rsidRDefault="00224DC8" w:rsidP="002F0C4A">
            <w:pPr>
              <w:jc w:val="center"/>
              <w:rPr>
                <w:rFonts w:cs="Arial"/>
              </w:rPr>
            </w:pPr>
            <w:r w:rsidRPr="009C4302">
              <w:rPr>
                <w:rFonts w:cs="Arial"/>
                <w:b/>
              </w:rPr>
              <w:t>[</w:t>
            </w:r>
            <w:proofErr w:type="spellStart"/>
            <w:r w:rsidRPr="009C4302">
              <w:rPr>
                <w:rFonts w:cs="Arial"/>
                <w:b/>
              </w:rPr>
              <w:t>mb</w:t>
            </w:r>
            <w:proofErr w:type="spellEnd"/>
            <w:r w:rsidRPr="009C4302">
              <w:rPr>
                <w:rFonts w:cs="Arial"/>
                <w:b/>
              </w:rPr>
              <w:t>]</w:t>
            </w:r>
          </w:p>
        </w:tc>
        <w:tc>
          <w:tcPr>
            <w:tcW w:w="2090" w:type="dxa"/>
            <w:vMerge w:val="restart"/>
          </w:tcPr>
          <w:p w14:paraId="22087D12" w14:textId="7D795CA3" w:rsidR="00224DC8" w:rsidRPr="009C4302" w:rsidRDefault="00107BE6" w:rsidP="002F0C4A">
            <w:pPr>
              <w:ind w:left="6"/>
              <w:jc w:val="center"/>
              <w:rPr>
                <w:rFonts w:cs="Arial"/>
              </w:rPr>
            </w:pPr>
            <w:r>
              <w:rPr>
                <w:rFonts w:cs="Arial"/>
                <w:b/>
              </w:rPr>
              <w:t>W</w:t>
            </w:r>
            <w:r w:rsidR="00224DC8" w:rsidRPr="009C4302">
              <w:rPr>
                <w:rFonts w:cs="Arial"/>
                <w:b/>
              </w:rPr>
              <w:t>ynik pomiaru:</w:t>
            </w:r>
          </w:p>
          <w:p w14:paraId="3AB2D768" w14:textId="77777777" w:rsidR="00224DC8" w:rsidRPr="009C4302" w:rsidRDefault="00224DC8" w:rsidP="002F0C4A">
            <w:pPr>
              <w:jc w:val="center"/>
              <w:rPr>
                <w:rFonts w:cs="Arial"/>
              </w:rPr>
            </w:pPr>
            <w:r w:rsidRPr="009C4302">
              <w:rPr>
                <w:rFonts w:cs="Arial"/>
                <w:b/>
              </w:rPr>
              <w:t>pozytywny/ negatywny</w:t>
            </w:r>
          </w:p>
        </w:tc>
      </w:tr>
      <w:tr w:rsidR="00224DC8" w14:paraId="55D44442" w14:textId="77777777" w:rsidTr="00A0212E">
        <w:trPr>
          <w:trHeight w:val="649"/>
        </w:trPr>
        <w:tc>
          <w:tcPr>
            <w:tcW w:w="3754" w:type="dxa"/>
            <w:vMerge/>
          </w:tcPr>
          <w:p w14:paraId="35D95EC5" w14:textId="77777777" w:rsidR="00224DC8" w:rsidRPr="00CD4116" w:rsidRDefault="00224DC8" w:rsidP="002F0C4A">
            <w:pPr>
              <w:rPr>
                <w:b/>
              </w:rPr>
            </w:pPr>
          </w:p>
        </w:tc>
        <w:tc>
          <w:tcPr>
            <w:tcW w:w="1645" w:type="dxa"/>
          </w:tcPr>
          <w:p w14:paraId="6F157D76" w14:textId="77777777" w:rsidR="00224DC8" w:rsidRPr="009C4302" w:rsidRDefault="00224DC8" w:rsidP="002F0C4A">
            <w:pPr>
              <w:ind w:right="37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9C4302">
              <w:rPr>
                <w:rFonts w:cs="Arial"/>
                <w:color w:val="000000" w:themeColor="text1"/>
                <w:sz w:val="16"/>
                <w:szCs w:val="16"/>
              </w:rPr>
              <w:t>Wartość graniczna</w:t>
            </w:r>
          </w:p>
          <w:p w14:paraId="267B062A" w14:textId="77777777" w:rsidR="00224DC8" w:rsidRPr="009C4302" w:rsidRDefault="00224DC8" w:rsidP="002F0C4A">
            <w:pPr>
              <w:ind w:right="37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9C4302">
              <w:rPr>
                <w:rFonts w:cs="Arial"/>
                <w:b/>
                <w:color w:val="000000" w:themeColor="text1"/>
                <w:sz w:val="16"/>
                <w:szCs w:val="16"/>
              </w:rPr>
              <w:t>0,012-0,015</w:t>
            </w:r>
            <w:r w:rsidRPr="009C4302">
              <w:rPr>
                <w:rFonts w:cs="Arial"/>
                <w:color w:val="000000" w:themeColor="text1"/>
                <w:sz w:val="16"/>
                <w:szCs w:val="16"/>
              </w:rPr>
              <w:t xml:space="preserve"> </w:t>
            </w:r>
            <w:r w:rsidRPr="009C4302">
              <w:rPr>
                <w:rFonts w:cs="Arial"/>
                <w:b/>
                <w:color w:val="000000" w:themeColor="text1"/>
                <w:sz w:val="16"/>
                <w:szCs w:val="16"/>
              </w:rPr>
              <w:t xml:space="preserve">Ω/m </w:t>
            </w:r>
            <w:r w:rsidRPr="009C4302">
              <w:rPr>
                <w:rFonts w:cs="Arial"/>
                <w:color w:val="000000" w:themeColor="text1"/>
                <w:sz w:val="16"/>
                <w:szCs w:val="16"/>
              </w:rPr>
              <w:t>drutu</w:t>
            </w:r>
          </w:p>
          <w:p w14:paraId="58A83B1E" w14:textId="77777777" w:rsidR="00224DC8" w:rsidRPr="009C4302" w:rsidRDefault="00224DC8" w:rsidP="002F0C4A">
            <w:pPr>
              <w:ind w:left="22"/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502" w:type="dxa"/>
          </w:tcPr>
          <w:p w14:paraId="48F0E123" w14:textId="77777777" w:rsidR="00224DC8" w:rsidRPr="009C4302" w:rsidRDefault="00224DC8" w:rsidP="002F0C4A">
            <w:pPr>
              <w:ind w:right="37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9C4302">
              <w:rPr>
                <w:rFonts w:cs="Arial"/>
                <w:color w:val="000000" w:themeColor="text1"/>
                <w:sz w:val="16"/>
                <w:szCs w:val="16"/>
              </w:rPr>
              <w:t>Wartość graniczna</w:t>
            </w:r>
          </w:p>
          <w:p w14:paraId="5BF9E37D" w14:textId="77777777" w:rsidR="00224DC8" w:rsidRPr="009C4302" w:rsidRDefault="00224DC8" w:rsidP="002F0C4A">
            <w:pPr>
              <w:ind w:right="37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9C4302">
              <w:rPr>
                <w:rFonts w:cs="Arial"/>
                <w:b/>
                <w:color w:val="000000" w:themeColor="text1"/>
                <w:sz w:val="16"/>
                <w:szCs w:val="16"/>
              </w:rPr>
              <w:t>≥ 30MΩ/km</w:t>
            </w:r>
            <w:r w:rsidRPr="009C4302">
              <w:rPr>
                <w:rFonts w:cs="Arial"/>
                <w:color w:val="000000" w:themeColor="text1"/>
                <w:sz w:val="16"/>
                <w:szCs w:val="16"/>
              </w:rPr>
              <w:t xml:space="preserve"> drutu</w:t>
            </w:r>
          </w:p>
          <w:p w14:paraId="1C992235" w14:textId="77777777" w:rsidR="00224DC8" w:rsidRPr="009C4302" w:rsidRDefault="00224DC8" w:rsidP="002F0C4A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357" w:type="dxa"/>
            <w:vMerge/>
          </w:tcPr>
          <w:p w14:paraId="39C1FF08" w14:textId="77777777" w:rsidR="00224DC8" w:rsidRPr="00586087" w:rsidRDefault="00224DC8" w:rsidP="002F0C4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090" w:type="dxa"/>
            <w:vMerge/>
          </w:tcPr>
          <w:p w14:paraId="62619D16" w14:textId="77777777" w:rsidR="00224DC8" w:rsidRPr="00586087" w:rsidRDefault="00224DC8" w:rsidP="002F0C4A">
            <w:pPr>
              <w:ind w:left="6"/>
              <w:jc w:val="center"/>
              <w:rPr>
                <w:rFonts w:cstheme="minorHAnsi"/>
                <w:b/>
              </w:rPr>
            </w:pPr>
          </w:p>
        </w:tc>
      </w:tr>
      <w:tr w:rsidR="00224DC8" w14:paraId="0CB927C1" w14:textId="77777777" w:rsidTr="00A0212E">
        <w:trPr>
          <w:trHeight w:val="751"/>
        </w:trPr>
        <w:tc>
          <w:tcPr>
            <w:tcW w:w="10348" w:type="dxa"/>
            <w:gridSpan w:val="5"/>
          </w:tcPr>
          <w:p w14:paraId="4B4B8E10" w14:textId="77777777" w:rsidR="00224DC8" w:rsidRPr="009C4302" w:rsidRDefault="00224DC8" w:rsidP="002F0C4A">
            <w:pPr>
              <w:rPr>
                <w:rFonts w:cs="Arial"/>
              </w:rPr>
            </w:pPr>
          </w:p>
          <w:p w14:paraId="2C95DFD8" w14:textId="25042F74" w:rsidR="00224DC8" w:rsidRPr="009C4302" w:rsidRDefault="00224DC8" w:rsidP="002F0C4A">
            <w:pPr>
              <w:rPr>
                <w:rFonts w:cs="Arial"/>
              </w:rPr>
            </w:pPr>
            <w:r w:rsidRPr="009C4302">
              <w:rPr>
                <w:rFonts w:cs="Arial"/>
              </w:rPr>
              <w:t>Wartość napięcia probierczego mierzone dla rezystancji izolacji ………………………………</w:t>
            </w:r>
            <w:r w:rsidR="00107BE6">
              <w:rPr>
                <w:rFonts w:cs="Arial"/>
              </w:rPr>
              <w:t xml:space="preserve"> </w:t>
            </w:r>
            <w:r w:rsidRPr="009C4302">
              <w:rPr>
                <w:rFonts w:cs="Arial"/>
              </w:rPr>
              <w:t>[V] DC</w:t>
            </w:r>
          </w:p>
        </w:tc>
      </w:tr>
      <w:tr w:rsidR="00224DC8" w14:paraId="17F5473F" w14:textId="77777777" w:rsidTr="00A0212E">
        <w:trPr>
          <w:trHeight w:val="701"/>
        </w:trPr>
        <w:tc>
          <w:tcPr>
            <w:tcW w:w="3754" w:type="dxa"/>
            <w:vMerge w:val="restart"/>
          </w:tcPr>
          <w:p w14:paraId="3636D920" w14:textId="77777777" w:rsidR="00224DC8" w:rsidRPr="009C4302" w:rsidRDefault="00224DC8" w:rsidP="002F0C4A">
            <w:pPr>
              <w:rPr>
                <w:rFonts w:cs="Arial"/>
                <w:color w:val="000000" w:themeColor="text1"/>
              </w:rPr>
            </w:pPr>
            <w:r w:rsidRPr="009C4302">
              <w:rPr>
                <w:rFonts w:cs="Arial"/>
                <w:color w:val="000000" w:themeColor="text1"/>
              </w:rPr>
              <w:t xml:space="preserve">Pętla Nr ………………….. </w:t>
            </w:r>
          </w:p>
          <w:p w14:paraId="71347B6F" w14:textId="77777777" w:rsidR="00224DC8" w:rsidRPr="009C4302" w:rsidRDefault="00224DC8" w:rsidP="002F0C4A">
            <w:pPr>
              <w:rPr>
                <w:rFonts w:cs="Arial"/>
                <w:color w:val="000000" w:themeColor="text1"/>
              </w:rPr>
            </w:pPr>
            <w:r w:rsidRPr="009C4302">
              <w:rPr>
                <w:rFonts w:cs="Arial"/>
                <w:color w:val="000000" w:themeColor="text1"/>
              </w:rPr>
              <w:t>Długość sieci geodezyjna……………</w:t>
            </w:r>
          </w:p>
          <w:p w14:paraId="0570573A" w14:textId="77777777" w:rsidR="00224DC8" w:rsidRPr="009C4302" w:rsidRDefault="00224DC8" w:rsidP="002F0C4A">
            <w:pPr>
              <w:rPr>
                <w:rFonts w:cs="Arial"/>
                <w:color w:val="000000" w:themeColor="text1"/>
              </w:rPr>
            </w:pPr>
            <w:r w:rsidRPr="009C4302">
              <w:rPr>
                <w:rFonts w:cs="Arial"/>
                <w:color w:val="000000" w:themeColor="text1"/>
              </w:rPr>
              <w:t>Długość sieci reflektometryczna…………</w:t>
            </w:r>
          </w:p>
        </w:tc>
        <w:tc>
          <w:tcPr>
            <w:tcW w:w="1645" w:type="dxa"/>
          </w:tcPr>
          <w:p w14:paraId="41CEEFF6" w14:textId="77777777" w:rsidR="00224DC8" w:rsidRPr="009C4302" w:rsidRDefault="00224DC8" w:rsidP="002F0C4A">
            <w:pPr>
              <w:rPr>
                <w:rFonts w:cs="Arial"/>
              </w:rPr>
            </w:pPr>
          </w:p>
        </w:tc>
        <w:tc>
          <w:tcPr>
            <w:tcW w:w="1502" w:type="dxa"/>
          </w:tcPr>
          <w:p w14:paraId="3AD88A6E" w14:textId="77777777" w:rsidR="00224DC8" w:rsidRPr="009C4302" w:rsidRDefault="00224DC8" w:rsidP="002F0C4A">
            <w:pPr>
              <w:rPr>
                <w:rFonts w:cs="Arial"/>
              </w:rPr>
            </w:pPr>
          </w:p>
        </w:tc>
        <w:tc>
          <w:tcPr>
            <w:tcW w:w="1357" w:type="dxa"/>
          </w:tcPr>
          <w:p w14:paraId="2043848A" w14:textId="77777777" w:rsidR="00224DC8" w:rsidRPr="009C4302" w:rsidRDefault="00224DC8" w:rsidP="002F0C4A">
            <w:pPr>
              <w:rPr>
                <w:rFonts w:cs="Arial"/>
              </w:rPr>
            </w:pPr>
          </w:p>
        </w:tc>
        <w:tc>
          <w:tcPr>
            <w:tcW w:w="2090" w:type="dxa"/>
          </w:tcPr>
          <w:p w14:paraId="59406F28" w14:textId="77777777" w:rsidR="00224DC8" w:rsidRPr="009C4302" w:rsidRDefault="00224DC8" w:rsidP="002F0C4A">
            <w:pPr>
              <w:rPr>
                <w:rFonts w:cs="Arial"/>
              </w:rPr>
            </w:pPr>
          </w:p>
        </w:tc>
      </w:tr>
      <w:tr w:rsidR="00224DC8" w14:paraId="4C83AE21" w14:textId="77777777" w:rsidTr="00A0212E">
        <w:trPr>
          <w:trHeight w:val="711"/>
        </w:trPr>
        <w:tc>
          <w:tcPr>
            <w:tcW w:w="3754" w:type="dxa"/>
            <w:vMerge/>
          </w:tcPr>
          <w:p w14:paraId="37BAFD13" w14:textId="77777777" w:rsidR="00224DC8" w:rsidRPr="009C4302" w:rsidRDefault="00224DC8" w:rsidP="002F0C4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645" w:type="dxa"/>
          </w:tcPr>
          <w:p w14:paraId="1B8B9CCB" w14:textId="77777777" w:rsidR="00224DC8" w:rsidRPr="009C4302" w:rsidRDefault="00224DC8" w:rsidP="002F0C4A">
            <w:pPr>
              <w:rPr>
                <w:rFonts w:cs="Arial"/>
              </w:rPr>
            </w:pPr>
          </w:p>
        </w:tc>
        <w:tc>
          <w:tcPr>
            <w:tcW w:w="1502" w:type="dxa"/>
          </w:tcPr>
          <w:p w14:paraId="560AD7E2" w14:textId="77777777" w:rsidR="00224DC8" w:rsidRPr="009C4302" w:rsidRDefault="00224DC8" w:rsidP="002F0C4A">
            <w:pPr>
              <w:rPr>
                <w:rFonts w:cs="Arial"/>
              </w:rPr>
            </w:pPr>
          </w:p>
        </w:tc>
        <w:tc>
          <w:tcPr>
            <w:tcW w:w="1357" w:type="dxa"/>
          </w:tcPr>
          <w:p w14:paraId="7908E585" w14:textId="77777777" w:rsidR="00224DC8" w:rsidRPr="009C4302" w:rsidRDefault="00224DC8" w:rsidP="002F0C4A">
            <w:pPr>
              <w:rPr>
                <w:rFonts w:cs="Arial"/>
              </w:rPr>
            </w:pPr>
          </w:p>
        </w:tc>
        <w:tc>
          <w:tcPr>
            <w:tcW w:w="2090" w:type="dxa"/>
          </w:tcPr>
          <w:p w14:paraId="655A1926" w14:textId="77777777" w:rsidR="00224DC8" w:rsidRPr="009C4302" w:rsidRDefault="00224DC8" w:rsidP="002F0C4A">
            <w:pPr>
              <w:rPr>
                <w:rFonts w:cs="Arial"/>
              </w:rPr>
            </w:pPr>
          </w:p>
        </w:tc>
      </w:tr>
      <w:tr w:rsidR="00224DC8" w14:paraId="5A72DAB5" w14:textId="77777777" w:rsidTr="00A0212E">
        <w:trPr>
          <w:trHeight w:val="653"/>
        </w:trPr>
        <w:tc>
          <w:tcPr>
            <w:tcW w:w="3754" w:type="dxa"/>
            <w:vMerge w:val="restart"/>
          </w:tcPr>
          <w:p w14:paraId="72BC1455" w14:textId="77777777" w:rsidR="00224DC8" w:rsidRPr="009C4302" w:rsidRDefault="00224DC8" w:rsidP="002F0C4A">
            <w:pPr>
              <w:rPr>
                <w:rFonts w:cs="Arial"/>
                <w:color w:val="000000" w:themeColor="text1"/>
              </w:rPr>
            </w:pPr>
            <w:r w:rsidRPr="009C4302">
              <w:rPr>
                <w:rFonts w:cs="Arial"/>
                <w:color w:val="000000" w:themeColor="text1"/>
              </w:rPr>
              <w:t xml:space="preserve">Pętla Nr ………………….. </w:t>
            </w:r>
          </w:p>
          <w:p w14:paraId="3464F3BF" w14:textId="77777777" w:rsidR="00224DC8" w:rsidRPr="009C4302" w:rsidRDefault="00224DC8" w:rsidP="002F0C4A">
            <w:pPr>
              <w:rPr>
                <w:rFonts w:cs="Arial"/>
                <w:color w:val="000000" w:themeColor="text1"/>
              </w:rPr>
            </w:pPr>
            <w:r w:rsidRPr="009C4302">
              <w:rPr>
                <w:rFonts w:cs="Arial"/>
                <w:color w:val="000000" w:themeColor="text1"/>
              </w:rPr>
              <w:t>Długość sieci geodezyjna……………</w:t>
            </w:r>
          </w:p>
          <w:p w14:paraId="1FE7AB66" w14:textId="77777777" w:rsidR="00224DC8" w:rsidRPr="009C4302" w:rsidRDefault="00224DC8" w:rsidP="002F0C4A">
            <w:pPr>
              <w:rPr>
                <w:rFonts w:cs="Arial"/>
                <w:color w:val="000000" w:themeColor="text1"/>
              </w:rPr>
            </w:pPr>
            <w:r w:rsidRPr="009C4302">
              <w:rPr>
                <w:rFonts w:cs="Arial"/>
                <w:color w:val="000000" w:themeColor="text1"/>
              </w:rPr>
              <w:t>Długość sieci reflektometryczna…………</w:t>
            </w:r>
          </w:p>
        </w:tc>
        <w:tc>
          <w:tcPr>
            <w:tcW w:w="1645" w:type="dxa"/>
          </w:tcPr>
          <w:p w14:paraId="15A726B3" w14:textId="77777777" w:rsidR="00224DC8" w:rsidRPr="009C4302" w:rsidRDefault="00224DC8" w:rsidP="002F0C4A">
            <w:pPr>
              <w:rPr>
                <w:rFonts w:cs="Arial"/>
              </w:rPr>
            </w:pPr>
          </w:p>
        </w:tc>
        <w:tc>
          <w:tcPr>
            <w:tcW w:w="1502" w:type="dxa"/>
          </w:tcPr>
          <w:p w14:paraId="48844ECF" w14:textId="77777777" w:rsidR="00224DC8" w:rsidRPr="009C4302" w:rsidRDefault="00224DC8" w:rsidP="002F0C4A">
            <w:pPr>
              <w:rPr>
                <w:rFonts w:cs="Arial"/>
              </w:rPr>
            </w:pPr>
          </w:p>
        </w:tc>
        <w:tc>
          <w:tcPr>
            <w:tcW w:w="1357" w:type="dxa"/>
          </w:tcPr>
          <w:p w14:paraId="16D0345E" w14:textId="77777777" w:rsidR="00224DC8" w:rsidRPr="009C4302" w:rsidRDefault="00224DC8" w:rsidP="002F0C4A">
            <w:pPr>
              <w:rPr>
                <w:rFonts w:cs="Arial"/>
              </w:rPr>
            </w:pPr>
          </w:p>
        </w:tc>
        <w:tc>
          <w:tcPr>
            <w:tcW w:w="2090" w:type="dxa"/>
          </w:tcPr>
          <w:p w14:paraId="4C75B378" w14:textId="77777777" w:rsidR="00224DC8" w:rsidRPr="009C4302" w:rsidRDefault="00224DC8" w:rsidP="002F0C4A">
            <w:pPr>
              <w:rPr>
                <w:rFonts w:cs="Arial"/>
              </w:rPr>
            </w:pPr>
          </w:p>
        </w:tc>
      </w:tr>
      <w:tr w:rsidR="00224DC8" w14:paraId="7D6657D5" w14:textId="77777777" w:rsidTr="00A0212E">
        <w:trPr>
          <w:trHeight w:val="571"/>
        </w:trPr>
        <w:tc>
          <w:tcPr>
            <w:tcW w:w="3754" w:type="dxa"/>
            <w:vMerge/>
          </w:tcPr>
          <w:p w14:paraId="033D42F9" w14:textId="77777777" w:rsidR="00224DC8" w:rsidRPr="009C4302" w:rsidRDefault="00224DC8" w:rsidP="002F0C4A">
            <w:pPr>
              <w:rPr>
                <w:rFonts w:cs="Arial"/>
              </w:rPr>
            </w:pPr>
          </w:p>
        </w:tc>
        <w:tc>
          <w:tcPr>
            <w:tcW w:w="1645" w:type="dxa"/>
          </w:tcPr>
          <w:p w14:paraId="603F0F8A" w14:textId="77777777" w:rsidR="00224DC8" w:rsidRPr="009C4302" w:rsidRDefault="00224DC8" w:rsidP="002F0C4A">
            <w:pPr>
              <w:rPr>
                <w:rFonts w:cs="Arial"/>
              </w:rPr>
            </w:pPr>
          </w:p>
        </w:tc>
        <w:tc>
          <w:tcPr>
            <w:tcW w:w="1502" w:type="dxa"/>
          </w:tcPr>
          <w:p w14:paraId="6E440D1B" w14:textId="77777777" w:rsidR="00224DC8" w:rsidRPr="009C4302" w:rsidRDefault="00224DC8" w:rsidP="002F0C4A">
            <w:pPr>
              <w:rPr>
                <w:rFonts w:cs="Arial"/>
              </w:rPr>
            </w:pPr>
          </w:p>
        </w:tc>
        <w:tc>
          <w:tcPr>
            <w:tcW w:w="1357" w:type="dxa"/>
          </w:tcPr>
          <w:p w14:paraId="43B7ABD6" w14:textId="77777777" w:rsidR="00224DC8" w:rsidRPr="009C4302" w:rsidRDefault="00224DC8" w:rsidP="002F0C4A">
            <w:pPr>
              <w:rPr>
                <w:rFonts w:cs="Arial"/>
              </w:rPr>
            </w:pPr>
          </w:p>
        </w:tc>
        <w:tc>
          <w:tcPr>
            <w:tcW w:w="2090" w:type="dxa"/>
          </w:tcPr>
          <w:p w14:paraId="78480149" w14:textId="77777777" w:rsidR="00224DC8" w:rsidRPr="009C4302" w:rsidRDefault="00224DC8" w:rsidP="002F0C4A">
            <w:pPr>
              <w:rPr>
                <w:rFonts w:cs="Arial"/>
              </w:rPr>
            </w:pPr>
          </w:p>
        </w:tc>
      </w:tr>
      <w:tr w:rsidR="00224DC8" w14:paraId="75FE5D6F" w14:textId="77777777" w:rsidTr="00A0212E">
        <w:trPr>
          <w:trHeight w:val="1919"/>
        </w:trPr>
        <w:tc>
          <w:tcPr>
            <w:tcW w:w="3754" w:type="dxa"/>
          </w:tcPr>
          <w:p w14:paraId="5A449292" w14:textId="77777777" w:rsidR="00224DC8" w:rsidRPr="009C4302" w:rsidRDefault="00224DC8" w:rsidP="002F0C4A">
            <w:pPr>
              <w:rPr>
                <w:rFonts w:cs="Arial"/>
              </w:rPr>
            </w:pPr>
            <w:r w:rsidRPr="009C4302">
              <w:rPr>
                <w:rFonts w:cs="Arial"/>
              </w:rPr>
              <w:t>Urządzenie pomiarowe:</w:t>
            </w:r>
          </w:p>
          <w:p w14:paraId="13B7BF30" w14:textId="77777777" w:rsidR="00224DC8" w:rsidRPr="009C4302" w:rsidRDefault="00224DC8" w:rsidP="002F0C4A">
            <w:pPr>
              <w:rPr>
                <w:rFonts w:cs="Arial"/>
              </w:rPr>
            </w:pPr>
            <w:r w:rsidRPr="009C4302">
              <w:rPr>
                <w:rFonts w:cs="Arial"/>
              </w:rPr>
              <w:t>……………………………………</w:t>
            </w:r>
          </w:p>
          <w:p w14:paraId="0B2E473E" w14:textId="77777777" w:rsidR="00224DC8" w:rsidRPr="009C4302" w:rsidRDefault="00224DC8" w:rsidP="002F0C4A">
            <w:pPr>
              <w:rPr>
                <w:rFonts w:cs="Arial"/>
              </w:rPr>
            </w:pPr>
            <w:r w:rsidRPr="009C4302">
              <w:rPr>
                <w:rFonts w:cs="Arial"/>
              </w:rPr>
              <w:t xml:space="preserve">Typ: </w:t>
            </w:r>
          </w:p>
          <w:p w14:paraId="096FCED9" w14:textId="77777777" w:rsidR="00224DC8" w:rsidRPr="009C4302" w:rsidRDefault="00224DC8" w:rsidP="002F0C4A">
            <w:pPr>
              <w:rPr>
                <w:rFonts w:cs="Arial"/>
              </w:rPr>
            </w:pPr>
            <w:r w:rsidRPr="009C4302">
              <w:rPr>
                <w:rFonts w:cs="Arial"/>
              </w:rPr>
              <w:t>………………………………………………</w:t>
            </w:r>
          </w:p>
          <w:p w14:paraId="215F0C96" w14:textId="77777777" w:rsidR="00224DC8" w:rsidRPr="009C4302" w:rsidRDefault="00224DC8" w:rsidP="002F0C4A">
            <w:pPr>
              <w:rPr>
                <w:rFonts w:cs="Arial"/>
              </w:rPr>
            </w:pPr>
            <w:r w:rsidRPr="009C4302">
              <w:rPr>
                <w:rFonts w:cs="Arial"/>
              </w:rPr>
              <w:t>Legalizacja:</w:t>
            </w:r>
          </w:p>
          <w:p w14:paraId="5672A158" w14:textId="77777777" w:rsidR="00224DC8" w:rsidRPr="009C4302" w:rsidRDefault="00224DC8" w:rsidP="002F0C4A">
            <w:pPr>
              <w:rPr>
                <w:rFonts w:cs="Arial"/>
              </w:rPr>
            </w:pPr>
            <w:r w:rsidRPr="009C4302">
              <w:rPr>
                <w:rFonts w:cs="Arial"/>
              </w:rPr>
              <w:t>……………………………………</w:t>
            </w:r>
          </w:p>
          <w:p w14:paraId="06A4986B" w14:textId="77777777" w:rsidR="00224DC8" w:rsidRPr="009C4302" w:rsidRDefault="00224DC8" w:rsidP="002F0C4A">
            <w:pPr>
              <w:rPr>
                <w:rFonts w:cs="Arial"/>
              </w:rPr>
            </w:pPr>
          </w:p>
        </w:tc>
        <w:tc>
          <w:tcPr>
            <w:tcW w:w="3147" w:type="dxa"/>
            <w:gridSpan w:val="2"/>
          </w:tcPr>
          <w:p w14:paraId="7378067A" w14:textId="77777777" w:rsidR="00224DC8" w:rsidRPr="009C4302" w:rsidRDefault="00224DC8" w:rsidP="002F0C4A">
            <w:pPr>
              <w:rPr>
                <w:rFonts w:cs="Arial"/>
              </w:rPr>
            </w:pPr>
          </w:p>
          <w:p w14:paraId="5E9D6CB5" w14:textId="77777777" w:rsidR="00224DC8" w:rsidRPr="009C4302" w:rsidRDefault="00224DC8" w:rsidP="002F0C4A">
            <w:pPr>
              <w:rPr>
                <w:rFonts w:cs="Arial"/>
              </w:rPr>
            </w:pPr>
            <w:r w:rsidRPr="009C4302">
              <w:rPr>
                <w:rFonts w:cs="Arial"/>
              </w:rPr>
              <w:t>Pomiary wykonali:</w:t>
            </w:r>
            <w:r w:rsidRPr="009C4302">
              <w:rPr>
                <w:rFonts w:cs="Arial"/>
              </w:rPr>
              <w:br/>
              <w:t xml:space="preserve">……………………………………… </w:t>
            </w:r>
          </w:p>
          <w:p w14:paraId="5860354B" w14:textId="77777777" w:rsidR="00224DC8" w:rsidRPr="009C4302" w:rsidRDefault="00224DC8" w:rsidP="002F0C4A">
            <w:pPr>
              <w:rPr>
                <w:rFonts w:cs="Arial"/>
              </w:rPr>
            </w:pPr>
          </w:p>
          <w:p w14:paraId="7DE95A68" w14:textId="77777777" w:rsidR="00224DC8" w:rsidRPr="009C4302" w:rsidRDefault="00224DC8" w:rsidP="002F0C4A">
            <w:pPr>
              <w:rPr>
                <w:rFonts w:cs="Arial"/>
              </w:rPr>
            </w:pPr>
            <w:r w:rsidRPr="009C4302">
              <w:rPr>
                <w:rFonts w:cs="Arial"/>
              </w:rPr>
              <w:t xml:space="preserve">Nr i rodzaj uprawnień:   ………………………………………….  </w:t>
            </w:r>
          </w:p>
        </w:tc>
        <w:tc>
          <w:tcPr>
            <w:tcW w:w="3447" w:type="dxa"/>
            <w:gridSpan w:val="2"/>
          </w:tcPr>
          <w:p w14:paraId="7C3E31A7" w14:textId="77777777" w:rsidR="00224DC8" w:rsidRPr="009C4302" w:rsidRDefault="00224DC8" w:rsidP="002F0C4A">
            <w:pPr>
              <w:rPr>
                <w:rFonts w:cs="Arial"/>
              </w:rPr>
            </w:pPr>
          </w:p>
          <w:p w14:paraId="7903C6D4" w14:textId="77777777" w:rsidR="00224DC8" w:rsidRPr="009C4302" w:rsidRDefault="00224DC8" w:rsidP="002F0C4A">
            <w:pPr>
              <w:rPr>
                <w:rFonts w:cs="Arial"/>
              </w:rPr>
            </w:pPr>
            <w:r w:rsidRPr="009C4302">
              <w:rPr>
                <w:rFonts w:cs="Arial"/>
              </w:rPr>
              <w:t xml:space="preserve">Data wykonania pomiarów: </w:t>
            </w:r>
          </w:p>
          <w:p w14:paraId="20EFBA43" w14:textId="77777777" w:rsidR="00224DC8" w:rsidRPr="009C4302" w:rsidRDefault="00224DC8" w:rsidP="002F0C4A">
            <w:pPr>
              <w:rPr>
                <w:rFonts w:cs="Arial"/>
              </w:rPr>
            </w:pPr>
          </w:p>
          <w:p w14:paraId="27C970F0" w14:textId="77777777" w:rsidR="00224DC8" w:rsidRPr="009C4302" w:rsidRDefault="00224DC8" w:rsidP="002F0C4A">
            <w:pPr>
              <w:rPr>
                <w:rFonts w:cs="Arial"/>
              </w:rPr>
            </w:pPr>
            <w:r w:rsidRPr="009C4302">
              <w:rPr>
                <w:rFonts w:cs="Arial"/>
              </w:rPr>
              <w:t xml:space="preserve">…………………………………..  </w:t>
            </w:r>
          </w:p>
        </w:tc>
      </w:tr>
    </w:tbl>
    <w:p w14:paraId="3A5358A5" w14:textId="4EA6DB4A" w:rsidR="00224DC8" w:rsidRPr="009C4302" w:rsidRDefault="00224DC8" w:rsidP="002F0C4A">
      <w:pPr>
        <w:tabs>
          <w:tab w:val="center" w:pos="2833"/>
          <w:tab w:val="center" w:pos="3541"/>
          <w:tab w:val="center" w:pos="4249"/>
          <w:tab w:val="center" w:pos="4957"/>
          <w:tab w:val="center" w:pos="5665"/>
          <w:tab w:val="center" w:pos="7491"/>
        </w:tabs>
        <w:ind w:right="-1"/>
        <w:jc w:val="both"/>
        <w:rPr>
          <w:rFonts w:cs="Arial"/>
          <w:szCs w:val="18"/>
        </w:rPr>
      </w:pPr>
      <w:r w:rsidRPr="009C4302">
        <w:rPr>
          <w:rFonts w:cs="Arial"/>
        </w:rPr>
        <w:t>Uwaga: dopuszczalna wartość rezystancji izolacji pomiarowej danej pętli pomiarowej powinna wynosić minimum 30</w:t>
      </w:r>
      <w:r w:rsidR="00107BE6">
        <w:rPr>
          <w:rFonts w:cs="Arial"/>
        </w:rPr>
        <w:t> </w:t>
      </w:r>
      <w:r w:rsidRPr="009C4302">
        <w:rPr>
          <w:rFonts w:cs="Arial"/>
          <w:szCs w:val="18"/>
        </w:rPr>
        <w:t xml:space="preserve">MΩ/1 km drutu. Pomiary należy wykonać odrębnie dla poszczególnych pętli, napięciem pomiarowym 24V DC (zgodnie z normą </w:t>
      </w:r>
      <w:r w:rsidRPr="007E080B">
        <w:rPr>
          <w:rFonts w:cs="Arial"/>
          <w:i/>
          <w:szCs w:val="18"/>
        </w:rPr>
        <w:t>PN</w:t>
      </w:r>
      <w:r w:rsidR="00107BE6" w:rsidRPr="007E080B">
        <w:rPr>
          <w:rFonts w:cs="Arial"/>
          <w:i/>
          <w:szCs w:val="18"/>
        </w:rPr>
        <w:t>-</w:t>
      </w:r>
      <w:r w:rsidRPr="007E080B">
        <w:rPr>
          <w:rFonts w:cs="Arial"/>
          <w:i/>
          <w:szCs w:val="18"/>
        </w:rPr>
        <w:t>EN 14419</w:t>
      </w:r>
      <w:r w:rsidRPr="009C4302">
        <w:rPr>
          <w:rFonts w:cs="Arial"/>
          <w:szCs w:val="18"/>
        </w:rPr>
        <w:t>)</w:t>
      </w:r>
      <w:r w:rsidR="00107BE6">
        <w:rPr>
          <w:rFonts w:cs="Arial"/>
          <w:szCs w:val="18"/>
        </w:rPr>
        <w:t>.</w:t>
      </w:r>
    </w:p>
    <w:p w14:paraId="2A7C8C62" w14:textId="77777777" w:rsidR="00224DC8" w:rsidRPr="00586087" w:rsidRDefault="00224DC8" w:rsidP="002F0C4A">
      <w:pPr>
        <w:tabs>
          <w:tab w:val="center" w:pos="2833"/>
          <w:tab w:val="center" w:pos="3541"/>
          <w:tab w:val="center" w:pos="4249"/>
          <w:tab w:val="center" w:pos="4957"/>
          <w:tab w:val="left" w:pos="6645"/>
          <w:tab w:val="left" w:pos="8400"/>
        </w:tabs>
        <w:ind w:left="-15"/>
        <w:rPr>
          <w:rFonts w:asciiTheme="minorHAnsi" w:hAnsiTheme="minorHAnsi" w:cstheme="minorHAnsi"/>
        </w:rPr>
      </w:pPr>
      <w:r w:rsidRPr="00586087">
        <w:rPr>
          <w:rFonts w:asciiTheme="minorHAnsi" w:hAnsiTheme="minorHAnsi" w:cstheme="minorHAnsi"/>
        </w:rPr>
        <w:t>..............................................</w:t>
      </w:r>
      <w:r w:rsidRPr="00586087">
        <w:rPr>
          <w:rFonts w:asciiTheme="minorHAnsi" w:hAnsiTheme="minorHAnsi" w:cstheme="minorHAnsi"/>
        </w:rPr>
        <w:tab/>
      </w:r>
      <w:r w:rsidRPr="00586087">
        <w:rPr>
          <w:rFonts w:asciiTheme="minorHAnsi" w:hAnsiTheme="minorHAnsi" w:cstheme="minorHAnsi"/>
        </w:rPr>
        <w:tab/>
      </w:r>
      <w:r w:rsidRPr="00586087">
        <w:rPr>
          <w:rFonts w:asciiTheme="minorHAnsi" w:hAnsiTheme="minorHAnsi" w:cstheme="minorHAnsi"/>
        </w:rPr>
        <w:tab/>
      </w:r>
      <w:r w:rsidRPr="00586087">
        <w:rPr>
          <w:rFonts w:asciiTheme="minorHAnsi" w:hAnsiTheme="minorHAnsi" w:cstheme="minorHAnsi"/>
        </w:rPr>
        <w:tab/>
        <w:t xml:space="preserve">                                                        ………………………………………….</w:t>
      </w:r>
    </w:p>
    <w:p w14:paraId="0722484C" w14:textId="77777777" w:rsidR="00224DC8" w:rsidRPr="00586087" w:rsidRDefault="00224DC8" w:rsidP="002F0C4A">
      <w:pPr>
        <w:tabs>
          <w:tab w:val="center" w:pos="2833"/>
          <w:tab w:val="center" w:pos="3541"/>
          <w:tab w:val="center" w:pos="4249"/>
          <w:tab w:val="center" w:pos="4957"/>
          <w:tab w:val="center" w:pos="5665"/>
          <w:tab w:val="center" w:pos="7491"/>
        </w:tabs>
        <w:ind w:left="-15"/>
        <w:rPr>
          <w:rFonts w:asciiTheme="minorHAnsi" w:hAnsiTheme="minorHAnsi" w:cstheme="minorHAnsi"/>
        </w:rPr>
      </w:pPr>
      <w:r w:rsidRPr="00586087">
        <w:rPr>
          <w:rFonts w:asciiTheme="minorHAnsi" w:hAnsiTheme="minorHAnsi" w:cstheme="minorHAnsi"/>
        </w:rPr>
        <w:t xml:space="preserve">Pieczęć i podpis wykonawcy  </w:t>
      </w:r>
      <w:r w:rsidRPr="00586087">
        <w:rPr>
          <w:rFonts w:asciiTheme="minorHAnsi" w:hAnsiTheme="minorHAnsi" w:cstheme="minorHAnsi"/>
        </w:rPr>
        <w:tab/>
        <w:t xml:space="preserve"> </w:t>
      </w:r>
      <w:r w:rsidRPr="00586087">
        <w:rPr>
          <w:rFonts w:asciiTheme="minorHAnsi" w:hAnsiTheme="minorHAnsi" w:cstheme="minorHAnsi"/>
        </w:rPr>
        <w:tab/>
        <w:t xml:space="preserve"> </w:t>
      </w:r>
      <w:r w:rsidRPr="00586087">
        <w:rPr>
          <w:rFonts w:asciiTheme="minorHAnsi" w:hAnsiTheme="minorHAnsi" w:cstheme="minorHAnsi"/>
        </w:rPr>
        <w:tab/>
        <w:t xml:space="preserve"> </w:t>
      </w:r>
      <w:r w:rsidRPr="00586087">
        <w:rPr>
          <w:rFonts w:asciiTheme="minorHAnsi" w:hAnsiTheme="minorHAnsi" w:cstheme="minorHAnsi"/>
        </w:rPr>
        <w:tab/>
        <w:t xml:space="preserve"> </w:t>
      </w:r>
      <w:r w:rsidRPr="00586087">
        <w:rPr>
          <w:rFonts w:asciiTheme="minorHAnsi" w:hAnsiTheme="minorHAnsi" w:cstheme="minorHAnsi"/>
        </w:rPr>
        <w:tab/>
        <w:t xml:space="preserve"> </w:t>
      </w:r>
      <w:r w:rsidRPr="00586087">
        <w:rPr>
          <w:rFonts w:asciiTheme="minorHAnsi" w:hAnsiTheme="minorHAnsi" w:cstheme="minorHAnsi"/>
        </w:rPr>
        <w:tab/>
        <w:t xml:space="preserve">Pieczęć i podpis pomiarowców </w:t>
      </w:r>
    </w:p>
    <w:p w14:paraId="280AB821" w14:textId="31D2B196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7AF3830F" w14:textId="01915E6E" w:rsidR="003D5FA8" w:rsidRDefault="003D5FA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40E06639" w14:textId="77777777" w:rsidR="003D5FA8" w:rsidRDefault="003D5FA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3E469FEE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3672546A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5B1D3003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09C7C433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4FBE9B96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5E63B922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32C23FEB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611AE9CB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6087FF43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5C58AA78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5090A478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5802787E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71D55F00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21AA6C0D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21FFFBAD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7466E43A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2A4E70BE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1E48039D" w14:textId="0A7C17F0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55AF1420" w14:textId="34B8F41C" w:rsidR="00DA122E" w:rsidRDefault="00DA122E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3679A6DF" w14:textId="18E42173" w:rsidR="00DA122E" w:rsidRDefault="00DA122E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02E3E5D0" w14:textId="7D2198BB" w:rsidR="00DA122E" w:rsidRDefault="00DA122E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0CED3513" w14:textId="7BAEB71B" w:rsidR="00DA122E" w:rsidRDefault="00DA122E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78B37433" w14:textId="38803114" w:rsidR="00DA122E" w:rsidRDefault="00DA122E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28E79E8A" w14:textId="4D44573F" w:rsidR="00DA122E" w:rsidRDefault="00DA122E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51D3DE9B" w14:textId="0B12ACFC" w:rsidR="00DA122E" w:rsidRDefault="00DA122E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668304A1" w14:textId="2EAD8974" w:rsidR="00DA122E" w:rsidRDefault="00DA122E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527F0194" w14:textId="77777777" w:rsidR="00DA122E" w:rsidRDefault="00DA122E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4BBF68AA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091F184E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08F413F3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16ADF9D1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2B5584AB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0ACF6160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50D75DC4" w14:textId="77777777" w:rsidR="00224DC8" w:rsidRDefault="00224DC8" w:rsidP="002F0C4A">
      <w:pPr>
        <w:pStyle w:val="NormalnyWeb"/>
        <w:tabs>
          <w:tab w:val="left" w:pos="1954"/>
        </w:tabs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6CDC0A0D" w14:textId="77777777" w:rsidR="00DA122E" w:rsidRPr="00595E0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22"/>
          <w:szCs w:val="22"/>
        </w:rPr>
      </w:pPr>
      <w:r w:rsidRPr="00595E0E">
        <w:rPr>
          <w:rFonts w:cs="Arial"/>
          <w:bCs/>
          <w:sz w:val="22"/>
          <w:szCs w:val="22"/>
        </w:rPr>
        <w:lastRenderedPageBreak/>
        <w:t xml:space="preserve">Toruń, </w:t>
      </w:r>
      <w:r w:rsidRPr="00595E0E">
        <w:rPr>
          <w:rFonts w:cs="Arial"/>
          <w:b/>
          <w:bCs/>
          <w:sz w:val="22"/>
          <w:szCs w:val="22"/>
        </w:rPr>
        <w:t>..…………</w:t>
      </w:r>
    </w:p>
    <w:p w14:paraId="507A7D66" w14:textId="77777777" w:rsidR="00DA122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12"/>
          <w:szCs w:val="12"/>
        </w:rPr>
      </w:pPr>
      <w:r w:rsidRPr="00CD7E0C">
        <w:rPr>
          <w:rFonts w:cs="Arial"/>
          <w:b/>
          <w:bCs/>
          <w:sz w:val="12"/>
          <w:szCs w:val="12"/>
        </w:rPr>
        <w:t>(miejscowość i data)</w:t>
      </w:r>
    </w:p>
    <w:p w14:paraId="06298275" w14:textId="77777777" w:rsidR="00DA122E" w:rsidRPr="00CD7E0C" w:rsidRDefault="00DA122E" w:rsidP="00DA122E">
      <w:pPr>
        <w:pStyle w:val="NormalnyWeb"/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5E99A181" w14:textId="77777777" w:rsidR="00224DC8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</w:rPr>
      </w:pPr>
      <w:r w:rsidRPr="00BE4A0F">
        <w:rPr>
          <w:rFonts w:cs="Arial"/>
          <w:b/>
          <w:bCs/>
          <w:sz w:val="28"/>
          <w:szCs w:val="28"/>
        </w:rPr>
        <w:t xml:space="preserve">PROTOKÓŁ </w:t>
      </w:r>
      <w:r>
        <w:rPr>
          <w:rFonts w:cs="Arial"/>
          <w:b/>
          <w:bCs/>
          <w:sz w:val="28"/>
          <w:szCs w:val="28"/>
        </w:rPr>
        <w:t>nr 7A /………………………….*</w:t>
      </w:r>
    </w:p>
    <w:p w14:paraId="46D5AE1A" w14:textId="77777777" w:rsidR="00224DC8" w:rsidRPr="00CC3273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  <w:b/>
          <w:sz w:val="24"/>
          <w:szCs w:val="24"/>
        </w:rPr>
      </w:pPr>
      <w:r w:rsidRPr="00CC3273">
        <w:rPr>
          <w:rFonts w:cs="Arial"/>
          <w:b/>
          <w:sz w:val="24"/>
          <w:szCs w:val="24"/>
        </w:rPr>
        <w:t xml:space="preserve">Odbiór </w:t>
      </w:r>
      <w:r>
        <w:rPr>
          <w:rFonts w:cs="Arial"/>
          <w:b/>
          <w:sz w:val="24"/>
          <w:szCs w:val="24"/>
        </w:rPr>
        <w:t>montażu detektora / lokalizatora instalacji alarmowej</w:t>
      </w:r>
    </w:p>
    <w:p w14:paraId="0859D654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79801301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Numer umowy: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4165F9EF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0032274F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 w:rsidRPr="00AD42DF">
        <w:rPr>
          <w:rFonts w:cs="Arial"/>
          <w:sz w:val="20"/>
          <w:szCs w:val="20"/>
          <w:u w:val="single"/>
        </w:rPr>
        <w:t>Nazwa wykonawcy:</w:t>
      </w:r>
      <w:r>
        <w:rPr>
          <w:rFonts w:cs="Arial"/>
          <w:sz w:val="20"/>
          <w:szCs w:val="20"/>
          <w:u w:val="single"/>
        </w:rPr>
        <w:tab/>
      </w:r>
    </w:p>
    <w:p w14:paraId="1F1AC13E" w14:textId="77777777" w:rsidR="00DA122E" w:rsidRDefault="00DA122E" w:rsidP="00DA122E">
      <w:pPr>
        <w:jc w:val="both"/>
        <w:rPr>
          <w:rFonts w:cs="Arial"/>
          <w:sz w:val="20"/>
          <w:szCs w:val="20"/>
          <w:u w:val="single"/>
        </w:rPr>
      </w:pPr>
    </w:p>
    <w:p w14:paraId="60741C33" w14:textId="77777777" w:rsidR="00DA122E" w:rsidRPr="003322AD" w:rsidRDefault="00DA122E" w:rsidP="00DA122E">
      <w:pPr>
        <w:jc w:val="both"/>
        <w:rPr>
          <w:rFonts w:cs="Arial"/>
          <w:b/>
          <w:sz w:val="20"/>
          <w:szCs w:val="20"/>
        </w:rPr>
      </w:pPr>
      <w:r w:rsidRPr="003322AD">
        <w:rPr>
          <w:rFonts w:cs="Arial"/>
          <w:sz w:val="20"/>
          <w:szCs w:val="20"/>
          <w:u w:val="single"/>
        </w:rPr>
        <w:t>Zadanie: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616AACFD" w14:textId="77777777" w:rsidR="00DA122E" w:rsidRDefault="00DA122E" w:rsidP="00DA122E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4ECF6299" w14:textId="47A758D4" w:rsidR="00224DC8" w:rsidRDefault="00224DC8" w:rsidP="002F0C4A">
      <w:pPr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W dniu ……………………</w:t>
      </w:r>
      <w:r w:rsidR="008B12F9">
        <w:rPr>
          <w:rFonts w:cs="Arial"/>
          <w:sz w:val="20"/>
          <w:szCs w:val="20"/>
        </w:rPr>
        <w:t xml:space="preserve"> </w:t>
      </w:r>
      <w:r w:rsidRPr="003322AD">
        <w:rPr>
          <w:rFonts w:cs="Arial"/>
          <w:sz w:val="20"/>
          <w:szCs w:val="20"/>
        </w:rPr>
        <w:t xml:space="preserve">dokonano sprawdzenia zgodności </w:t>
      </w:r>
      <w:r>
        <w:rPr>
          <w:rFonts w:cs="Arial"/>
          <w:sz w:val="20"/>
          <w:szCs w:val="20"/>
        </w:rPr>
        <w:t xml:space="preserve">montażu </w:t>
      </w:r>
      <w:r w:rsidRPr="003322AD">
        <w:rPr>
          <w:rFonts w:cs="Arial"/>
          <w:sz w:val="20"/>
          <w:szCs w:val="20"/>
        </w:rPr>
        <w:t>z dokumentacją</w:t>
      </w:r>
      <w:r>
        <w:rPr>
          <w:rFonts w:cs="Arial"/>
          <w:sz w:val="20"/>
          <w:szCs w:val="20"/>
        </w:rPr>
        <w:t xml:space="preserve">, </w:t>
      </w:r>
      <w:r w:rsidRPr="003322AD">
        <w:rPr>
          <w:rFonts w:cs="Arial"/>
          <w:sz w:val="20"/>
          <w:szCs w:val="20"/>
        </w:rPr>
        <w:t>prawidłowości działania</w:t>
      </w:r>
      <w:r>
        <w:rPr>
          <w:rFonts w:cs="Arial"/>
          <w:sz w:val="20"/>
          <w:szCs w:val="20"/>
        </w:rPr>
        <w:br/>
        <w:t>i odbioru detektora/lokalizatora* systemu alarmowego</w:t>
      </w:r>
      <w:r w:rsidRPr="003322AD">
        <w:rPr>
          <w:rFonts w:cs="Arial"/>
          <w:sz w:val="20"/>
          <w:szCs w:val="20"/>
        </w:rPr>
        <w:t>.</w:t>
      </w:r>
    </w:p>
    <w:p w14:paraId="05067056" w14:textId="77777777" w:rsidR="00224DC8" w:rsidRDefault="00224DC8" w:rsidP="002F0C4A">
      <w:pPr>
        <w:jc w:val="both"/>
        <w:rPr>
          <w:rFonts w:cs="Arial"/>
          <w:sz w:val="20"/>
          <w:szCs w:val="20"/>
        </w:rPr>
      </w:pPr>
    </w:p>
    <w:p w14:paraId="6310442B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Prace wykonano zgodnie/niezgodnie* z dokumentacją techniczną.</w:t>
      </w:r>
    </w:p>
    <w:p w14:paraId="021416EB" w14:textId="77777777" w:rsidR="00224DC8" w:rsidRDefault="00224DC8" w:rsidP="002F0C4A">
      <w:pPr>
        <w:jc w:val="both"/>
        <w:rPr>
          <w:rFonts w:cs="Arial"/>
          <w:sz w:val="20"/>
          <w:szCs w:val="20"/>
        </w:rPr>
      </w:pPr>
    </w:p>
    <w:p w14:paraId="57BFDB0F" w14:textId="77777777" w:rsidR="00224DC8" w:rsidRDefault="00224DC8" w:rsidP="002F0C4A">
      <w:pPr>
        <w:jc w:val="both"/>
        <w:rPr>
          <w:rFonts w:cs="Arial"/>
          <w:sz w:val="20"/>
          <w:szCs w:val="20"/>
        </w:rPr>
      </w:pPr>
    </w:p>
    <w:p w14:paraId="7643B64D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96"/>
        <w:gridCol w:w="4166"/>
      </w:tblGrid>
      <w:tr w:rsidR="00224DC8" w:rsidRPr="003322AD" w14:paraId="5526E765" w14:textId="77777777" w:rsidTr="00224DC8">
        <w:trPr>
          <w:trHeight w:val="885"/>
        </w:trPr>
        <w:tc>
          <w:tcPr>
            <w:tcW w:w="4896" w:type="dxa"/>
          </w:tcPr>
          <w:p w14:paraId="1EB58F60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ZAMAWIAJĄCEGO: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364A22D4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3D5FA8" w14:paraId="526730A2" w14:textId="77777777" w:rsidTr="00224DC8">
        <w:trPr>
          <w:trHeight w:val="118"/>
        </w:trPr>
        <w:tc>
          <w:tcPr>
            <w:tcW w:w="4896" w:type="dxa"/>
          </w:tcPr>
          <w:p w14:paraId="5087F95D" w14:textId="77777777" w:rsidR="00224DC8" w:rsidRPr="003D5FA8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0B763F4D" w14:textId="77777777" w:rsidR="00224DC8" w:rsidRPr="003D5FA8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3D5FA8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  <w:tr w:rsidR="00224DC8" w:rsidRPr="003322AD" w14:paraId="6EB761A4" w14:textId="77777777" w:rsidTr="00224DC8">
        <w:trPr>
          <w:trHeight w:val="873"/>
        </w:trPr>
        <w:tc>
          <w:tcPr>
            <w:tcW w:w="4896" w:type="dxa"/>
          </w:tcPr>
          <w:p w14:paraId="5BC19183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EKSPLOATATORA:</w:t>
            </w:r>
            <w:r w:rsidRPr="003322AD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2BF8468D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3D5FA8" w14:paraId="5B86A4B5" w14:textId="77777777" w:rsidTr="00224DC8">
        <w:trPr>
          <w:trHeight w:val="290"/>
        </w:trPr>
        <w:tc>
          <w:tcPr>
            <w:tcW w:w="4896" w:type="dxa"/>
          </w:tcPr>
          <w:p w14:paraId="0C29C94B" w14:textId="77777777" w:rsidR="00224DC8" w:rsidRPr="003D5FA8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3A1BE756" w14:textId="77777777" w:rsidR="00224DC8" w:rsidRPr="003D5FA8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3D5FA8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  <w:tr w:rsidR="00224DC8" w:rsidRPr="003322AD" w14:paraId="4403D2E3" w14:textId="77777777" w:rsidTr="00224DC8">
        <w:trPr>
          <w:trHeight w:val="833"/>
        </w:trPr>
        <w:tc>
          <w:tcPr>
            <w:tcW w:w="4896" w:type="dxa"/>
          </w:tcPr>
          <w:p w14:paraId="5769A51F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WYKONAWCY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0AF06949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3D5FA8" w14:paraId="70CDBB58" w14:textId="77777777" w:rsidTr="00224DC8">
        <w:trPr>
          <w:trHeight w:val="225"/>
        </w:trPr>
        <w:tc>
          <w:tcPr>
            <w:tcW w:w="4896" w:type="dxa"/>
            <w:vAlign w:val="center"/>
          </w:tcPr>
          <w:p w14:paraId="61BE1F3C" w14:textId="77777777" w:rsidR="00224DC8" w:rsidRPr="003D5FA8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55C139A8" w14:textId="77777777" w:rsidR="00224DC8" w:rsidRPr="003D5FA8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3D5FA8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</w:tbl>
    <w:p w14:paraId="1F990C97" w14:textId="5568D6E6" w:rsidR="00224DC8" w:rsidRPr="003D5FA8" w:rsidRDefault="00224DC8" w:rsidP="002F0C4A">
      <w:pPr>
        <w:rPr>
          <w:rFonts w:cs="Arial"/>
          <w:sz w:val="16"/>
          <w:szCs w:val="16"/>
        </w:rPr>
      </w:pPr>
    </w:p>
    <w:p w14:paraId="32091504" w14:textId="670CBC1C" w:rsidR="003D5FA8" w:rsidRDefault="003D5FA8" w:rsidP="002F0C4A">
      <w:pPr>
        <w:rPr>
          <w:rFonts w:cs="Arial"/>
          <w:sz w:val="16"/>
          <w:szCs w:val="16"/>
        </w:rPr>
      </w:pPr>
    </w:p>
    <w:p w14:paraId="6E996D23" w14:textId="524A6E5D" w:rsidR="003D5FA8" w:rsidRDefault="003D5FA8" w:rsidP="002F0C4A">
      <w:pPr>
        <w:rPr>
          <w:rFonts w:cs="Arial"/>
          <w:sz w:val="16"/>
          <w:szCs w:val="16"/>
        </w:rPr>
      </w:pPr>
    </w:p>
    <w:p w14:paraId="0C78DA3A" w14:textId="51C9214F" w:rsidR="003D5FA8" w:rsidRDefault="003D5FA8" w:rsidP="002F0C4A">
      <w:pPr>
        <w:rPr>
          <w:rFonts w:cs="Arial"/>
          <w:sz w:val="16"/>
          <w:szCs w:val="16"/>
        </w:rPr>
      </w:pPr>
    </w:p>
    <w:p w14:paraId="2C0FB688" w14:textId="215A9A44" w:rsidR="003D5FA8" w:rsidRDefault="003D5FA8" w:rsidP="002F0C4A">
      <w:pPr>
        <w:rPr>
          <w:rFonts w:cs="Arial"/>
          <w:sz w:val="16"/>
          <w:szCs w:val="16"/>
        </w:rPr>
      </w:pPr>
    </w:p>
    <w:p w14:paraId="2BDCDC1A" w14:textId="291EFDDE" w:rsidR="003D5FA8" w:rsidRDefault="003D5FA8" w:rsidP="002F0C4A">
      <w:pPr>
        <w:rPr>
          <w:rFonts w:cs="Arial"/>
          <w:sz w:val="16"/>
          <w:szCs w:val="16"/>
        </w:rPr>
      </w:pPr>
    </w:p>
    <w:p w14:paraId="24FDF967" w14:textId="024F0B6A" w:rsidR="003D5FA8" w:rsidRDefault="003D5FA8" w:rsidP="002F0C4A">
      <w:pPr>
        <w:rPr>
          <w:rFonts w:cs="Arial"/>
          <w:sz w:val="16"/>
          <w:szCs w:val="16"/>
        </w:rPr>
      </w:pPr>
    </w:p>
    <w:p w14:paraId="2D7586D3" w14:textId="73FF63D9" w:rsidR="003D5FA8" w:rsidRDefault="003D5FA8" w:rsidP="002F0C4A">
      <w:pPr>
        <w:rPr>
          <w:rFonts w:cs="Arial"/>
          <w:sz w:val="16"/>
          <w:szCs w:val="16"/>
        </w:rPr>
      </w:pPr>
    </w:p>
    <w:p w14:paraId="27A679CA" w14:textId="24CC2C9C" w:rsidR="003D5FA8" w:rsidRDefault="003D5FA8" w:rsidP="002F0C4A">
      <w:pPr>
        <w:rPr>
          <w:rFonts w:cs="Arial"/>
          <w:sz w:val="16"/>
          <w:szCs w:val="16"/>
        </w:rPr>
      </w:pPr>
    </w:p>
    <w:p w14:paraId="47D813E5" w14:textId="514A76BE" w:rsidR="003D5FA8" w:rsidRDefault="003D5FA8" w:rsidP="002F0C4A">
      <w:pPr>
        <w:rPr>
          <w:rFonts w:cs="Arial"/>
          <w:sz w:val="16"/>
          <w:szCs w:val="16"/>
        </w:rPr>
      </w:pPr>
    </w:p>
    <w:p w14:paraId="30BA3283" w14:textId="0A42BB34" w:rsidR="003D5FA8" w:rsidRDefault="003D5FA8" w:rsidP="002F0C4A">
      <w:pPr>
        <w:rPr>
          <w:rFonts w:cs="Arial"/>
          <w:sz w:val="16"/>
          <w:szCs w:val="16"/>
        </w:rPr>
      </w:pPr>
    </w:p>
    <w:p w14:paraId="3D146F8A" w14:textId="5977B55C" w:rsidR="003D5FA8" w:rsidRDefault="003D5FA8" w:rsidP="002F0C4A">
      <w:pPr>
        <w:rPr>
          <w:rFonts w:cs="Arial"/>
          <w:sz w:val="16"/>
          <w:szCs w:val="16"/>
        </w:rPr>
      </w:pPr>
    </w:p>
    <w:p w14:paraId="60757591" w14:textId="426EAA37" w:rsidR="003D5FA8" w:rsidRDefault="003D5FA8" w:rsidP="002F0C4A">
      <w:pPr>
        <w:rPr>
          <w:rFonts w:cs="Arial"/>
          <w:sz w:val="16"/>
          <w:szCs w:val="16"/>
        </w:rPr>
      </w:pPr>
    </w:p>
    <w:p w14:paraId="2A84CC09" w14:textId="0E7D401D" w:rsidR="003D5FA8" w:rsidRDefault="003D5FA8" w:rsidP="002F0C4A">
      <w:pPr>
        <w:rPr>
          <w:rFonts w:cs="Arial"/>
          <w:sz w:val="16"/>
          <w:szCs w:val="16"/>
        </w:rPr>
      </w:pPr>
    </w:p>
    <w:p w14:paraId="761141D1" w14:textId="253A7925" w:rsidR="003D5FA8" w:rsidRDefault="003D5FA8" w:rsidP="002F0C4A">
      <w:pPr>
        <w:rPr>
          <w:rFonts w:cs="Arial"/>
          <w:sz w:val="16"/>
          <w:szCs w:val="16"/>
        </w:rPr>
      </w:pPr>
    </w:p>
    <w:p w14:paraId="4F465423" w14:textId="5C9030A9" w:rsidR="003D5FA8" w:rsidRDefault="003D5FA8" w:rsidP="002F0C4A">
      <w:pPr>
        <w:rPr>
          <w:rFonts w:cs="Arial"/>
          <w:sz w:val="16"/>
          <w:szCs w:val="16"/>
        </w:rPr>
      </w:pPr>
    </w:p>
    <w:p w14:paraId="22A7A853" w14:textId="533E5B39" w:rsidR="003D5FA8" w:rsidRDefault="003D5FA8" w:rsidP="002F0C4A">
      <w:pPr>
        <w:rPr>
          <w:rFonts w:cs="Arial"/>
          <w:sz w:val="16"/>
          <w:szCs w:val="16"/>
        </w:rPr>
      </w:pPr>
    </w:p>
    <w:p w14:paraId="1A3E818F" w14:textId="10CD1CD0" w:rsidR="003D5FA8" w:rsidRDefault="003D5FA8" w:rsidP="002F0C4A">
      <w:pPr>
        <w:rPr>
          <w:rFonts w:cs="Arial"/>
          <w:sz w:val="16"/>
          <w:szCs w:val="16"/>
        </w:rPr>
      </w:pPr>
    </w:p>
    <w:p w14:paraId="27D7014D" w14:textId="059B80E7" w:rsidR="003D5FA8" w:rsidRDefault="003D5FA8" w:rsidP="002F0C4A">
      <w:pPr>
        <w:rPr>
          <w:rFonts w:cs="Arial"/>
          <w:sz w:val="16"/>
          <w:szCs w:val="16"/>
        </w:rPr>
      </w:pPr>
    </w:p>
    <w:p w14:paraId="39ACE420" w14:textId="009139D9" w:rsidR="003D5FA8" w:rsidRDefault="003D5FA8" w:rsidP="002F0C4A">
      <w:pPr>
        <w:rPr>
          <w:rFonts w:cs="Arial"/>
          <w:sz w:val="16"/>
          <w:szCs w:val="16"/>
        </w:rPr>
      </w:pPr>
    </w:p>
    <w:p w14:paraId="5E64F7CC" w14:textId="6F84480A" w:rsidR="003D5FA8" w:rsidRDefault="003D5FA8" w:rsidP="002F0C4A">
      <w:pPr>
        <w:rPr>
          <w:rFonts w:cs="Arial"/>
          <w:sz w:val="16"/>
          <w:szCs w:val="16"/>
        </w:rPr>
      </w:pPr>
    </w:p>
    <w:p w14:paraId="40CCA12B" w14:textId="2841E13C" w:rsidR="003D5FA8" w:rsidRDefault="003D5FA8" w:rsidP="002F0C4A">
      <w:pPr>
        <w:rPr>
          <w:rFonts w:cs="Arial"/>
          <w:sz w:val="16"/>
          <w:szCs w:val="16"/>
        </w:rPr>
      </w:pPr>
    </w:p>
    <w:p w14:paraId="026A8B6C" w14:textId="77777777" w:rsidR="003D5FA8" w:rsidRPr="003D5FA8" w:rsidRDefault="003D5FA8" w:rsidP="002F0C4A">
      <w:pPr>
        <w:rPr>
          <w:rFonts w:cs="Arial"/>
          <w:sz w:val="16"/>
          <w:szCs w:val="16"/>
        </w:rPr>
      </w:pPr>
    </w:p>
    <w:p w14:paraId="3D40F79D" w14:textId="77777777" w:rsidR="003D5FA8" w:rsidRPr="003D5FA8" w:rsidRDefault="003D5FA8" w:rsidP="002F0C4A">
      <w:pPr>
        <w:rPr>
          <w:rFonts w:cs="Arial"/>
          <w:sz w:val="16"/>
          <w:szCs w:val="16"/>
        </w:rPr>
      </w:pPr>
    </w:p>
    <w:p w14:paraId="4D84CCCE" w14:textId="77777777" w:rsidR="00224DC8" w:rsidRPr="003D5FA8" w:rsidRDefault="00224DC8" w:rsidP="002F0C4A">
      <w:pPr>
        <w:rPr>
          <w:rFonts w:cs="Arial"/>
          <w:sz w:val="16"/>
          <w:szCs w:val="16"/>
        </w:rPr>
      </w:pPr>
      <w:r w:rsidRPr="003D5FA8">
        <w:rPr>
          <w:rFonts w:cs="Arial"/>
          <w:sz w:val="16"/>
          <w:szCs w:val="16"/>
        </w:rPr>
        <w:t xml:space="preserve">Protokół wykonano w </w:t>
      </w:r>
      <w:r w:rsidRPr="003D5FA8">
        <w:rPr>
          <w:rFonts w:cs="Arial"/>
          <w:b/>
          <w:sz w:val="16"/>
          <w:szCs w:val="16"/>
        </w:rPr>
        <w:t>3</w:t>
      </w:r>
      <w:r w:rsidRPr="003D5FA8">
        <w:rPr>
          <w:rFonts w:cs="Arial"/>
          <w:sz w:val="16"/>
          <w:szCs w:val="16"/>
        </w:rPr>
        <w:t xml:space="preserve"> egzemplarzach, w tym otrzymują:</w:t>
      </w:r>
    </w:p>
    <w:p w14:paraId="7AB1CD67" w14:textId="77777777" w:rsidR="00224DC8" w:rsidRPr="003D5FA8" w:rsidRDefault="00224DC8" w:rsidP="002F0C4A">
      <w:pPr>
        <w:rPr>
          <w:rFonts w:cs="Arial"/>
          <w:sz w:val="16"/>
          <w:szCs w:val="16"/>
        </w:rPr>
      </w:pPr>
    </w:p>
    <w:p w14:paraId="3ADD2263" w14:textId="5655EA98" w:rsidR="00224DC8" w:rsidRPr="003D5FA8" w:rsidRDefault="00224DC8" w:rsidP="002F0C4A">
      <w:pPr>
        <w:rPr>
          <w:rFonts w:cs="Arial"/>
          <w:sz w:val="16"/>
          <w:szCs w:val="16"/>
        </w:rPr>
      </w:pPr>
      <w:r w:rsidRPr="003D5FA8">
        <w:rPr>
          <w:rFonts w:cs="Arial"/>
          <w:sz w:val="16"/>
          <w:szCs w:val="16"/>
        </w:rPr>
        <w:t>Zamawiający</w:t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sym w:font="Wingdings" w:char="F0FE"/>
      </w:r>
      <w:r w:rsidRPr="003D5FA8">
        <w:rPr>
          <w:rFonts w:cs="Arial"/>
          <w:sz w:val="16"/>
          <w:szCs w:val="16"/>
        </w:rPr>
        <w:tab/>
        <w:t>2 egz.</w:t>
      </w:r>
      <w:r w:rsid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>Wykonawca</w:t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sym w:font="Wingdings" w:char="F0FE"/>
      </w:r>
      <w:r w:rsidRPr="003D5FA8">
        <w:rPr>
          <w:rFonts w:cs="Arial"/>
          <w:sz w:val="16"/>
          <w:szCs w:val="16"/>
        </w:rPr>
        <w:tab/>
        <w:t>1 egz.</w:t>
      </w:r>
    </w:p>
    <w:p w14:paraId="45374CD7" w14:textId="77777777" w:rsidR="00DA122E" w:rsidRPr="00595E0E" w:rsidRDefault="00224DC8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22"/>
          <w:szCs w:val="22"/>
        </w:rPr>
      </w:pPr>
      <w:r>
        <w:br w:type="column"/>
      </w:r>
      <w:r w:rsidR="00DA122E" w:rsidRPr="00595E0E">
        <w:rPr>
          <w:rFonts w:cs="Arial"/>
          <w:bCs/>
          <w:sz w:val="22"/>
          <w:szCs w:val="22"/>
        </w:rPr>
        <w:lastRenderedPageBreak/>
        <w:t xml:space="preserve">Toruń, </w:t>
      </w:r>
      <w:r w:rsidR="00DA122E" w:rsidRPr="00595E0E">
        <w:rPr>
          <w:rFonts w:cs="Arial"/>
          <w:b/>
          <w:bCs/>
          <w:sz w:val="22"/>
          <w:szCs w:val="22"/>
        </w:rPr>
        <w:t>..…………</w:t>
      </w:r>
    </w:p>
    <w:p w14:paraId="758B9C7C" w14:textId="77777777" w:rsidR="00DA122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12"/>
          <w:szCs w:val="12"/>
        </w:rPr>
      </w:pPr>
      <w:r w:rsidRPr="00CD7E0C">
        <w:rPr>
          <w:rFonts w:cs="Arial"/>
          <w:b/>
          <w:bCs/>
          <w:sz w:val="12"/>
          <w:szCs w:val="12"/>
        </w:rPr>
        <w:t>(miejscowość i data)</w:t>
      </w:r>
    </w:p>
    <w:p w14:paraId="07FF2CB9" w14:textId="77777777" w:rsidR="00DA122E" w:rsidRPr="00CD7E0C" w:rsidRDefault="00DA122E" w:rsidP="00DA122E">
      <w:pPr>
        <w:pStyle w:val="NormalnyWeb"/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2C8C4A42" w14:textId="573B53C9" w:rsidR="00224DC8" w:rsidRDefault="00224DC8" w:rsidP="00DA122E">
      <w:pPr>
        <w:pStyle w:val="NormalnyWeb"/>
        <w:spacing w:before="0" w:beforeAutospacing="0" w:after="0" w:afterAutospacing="0"/>
        <w:jc w:val="center"/>
        <w:rPr>
          <w:rFonts w:cs="Arial"/>
        </w:rPr>
      </w:pPr>
      <w:r w:rsidRPr="00BE4A0F">
        <w:rPr>
          <w:rFonts w:cs="Arial"/>
          <w:b/>
          <w:bCs/>
          <w:sz w:val="28"/>
          <w:szCs w:val="28"/>
        </w:rPr>
        <w:t xml:space="preserve">PROTOKÓŁ </w:t>
      </w:r>
      <w:r>
        <w:rPr>
          <w:rFonts w:cs="Arial"/>
          <w:b/>
          <w:bCs/>
          <w:sz w:val="28"/>
          <w:szCs w:val="28"/>
        </w:rPr>
        <w:t>nr 8 /……………………….*</w:t>
      </w:r>
    </w:p>
    <w:p w14:paraId="1D09916F" w14:textId="77777777" w:rsidR="00224DC8" w:rsidRPr="00CC3273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  <w:b/>
          <w:sz w:val="24"/>
          <w:szCs w:val="24"/>
        </w:rPr>
      </w:pPr>
      <w:r w:rsidRPr="00CC3273">
        <w:rPr>
          <w:rFonts w:cs="Arial"/>
          <w:b/>
          <w:sz w:val="24"/>
          <w:szCs w:val="24"/>
        </w:rPr>
        <w:t>Kwalifikacja odcinka do zasypania</w:t>
      </w:r>
    </w:p>
    <w:p w14:paraId="3A36CB37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631ED8EA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Numer umowy: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31748457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5E05D6B2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 w:rsidRPr="00AD42DF">
        <w:rPr>
          <w:rFonts w:cs="Arial"/>
          <w:sz w:val="20"/>
          <w:szCs w:val="20"/>
          <w:u w:val="single"/>
        </w:rPr>
        <w:t>Nazwa wykonawcy:</w:t>
      </w:r>
      <w:r>
        <w:rPr>
          <w:rFonts w:cs="Arial"/>
          <w:sz w:val="20"/>
          <w:szCs w:val="20"/>
          <w:u w:val="single"/>
        </w:rPr>
        <w:tab/>
      </w:r>
    </w:p>
    <w:p w14:paraId="210A4362" w14:textId="77777777" w:rsidR="00DA122E" w:rsidRDefault="00DA122E" w:rsidP="00DA122E">
      <w:pPr>
        <w:jc w:val="both"/>
        <w:rPr>
          <w:rFonts w:cs="Arial"/>
          <w:sz w:val="20"/>
          <w:szCs w:val="20"/>
          <w:u w:val="single"/>
        </w:rPr>
      </w:pPr>
    </w:p>
    <w:p w14:paraId="21C7BC7A" w14:textId="77777777" w:rsidR="00DA122E" w:rsidRPr="003322AD" w:rsidRDefault="00DA122E" w:rsidP="00DA122E">
      <w:pPr>
        <w:jc w:val="both"/>
        <w:rPr>
          <w:rFonts w:cs="Arial"/>
          <w:b/>
          <w:sz w:val="20"/>
          <w:szCs w:val="20"/>
        </w:rPr>
      </w:pPr>
      <w:r w:rsidRPr="003322AD">
        <w:rPr>
          <w:rFonts w:cs="Arial"/>
          <w:sz w:val="20"/>
          <w:szCs w:val="20"/>
          <w:u w:val="single"/>
        </w:rPr>
        <w:t>Zadanie: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06965ECE" w14:textId="77777777" w:rsidR="00DA122E" w:rsidRDefault="00DA122E" w:rsidP="00DA122E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7837F1D0" w14:textId="4B248EA9" w:rsidR="00224DC8" w:rsidRPr="003322AD" w:rsidRDefault="00224DC8" w:rsidP="002F0C4A">
      <w:pPr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W dniu ………………….. sprawdzono wykonanie i zabezpieczenie stref kompensacyjnych, przejść przez przegrody budowlane, odsłoniętych powierzchni czołowych pianki PUR.</w:t>
      </w:r>
    </w:p>
    <w:p w14:paraId="1544BC5D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Stwierdzono prawidłowość</w:t>
      </w:r>
      <w:r>
        <w:rPr>
          <w:rFonts w:cs="Arial"/>
          <w:sz w:val="20"/>
          <w:szCs w:val="20"/>
        </w:rPr>
        <w:t>/nieprawidłowość*</w:t>
      </w:r>
      <w:r w:rsidRPr="003322AD">
        <w:rPr>
          <w:rFonts w:cs="Arial"/>
          <w:sz w:val="20"/>
          <w:szCs w:val="20"/>
        </w:rPr>
        <w:t xml:space="preserve"> wykonania wszystkich czynności montażowych.</w:t>
      </w:r>
    </w:p>
    <w:p w14:paraId="08FB02BF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</w:p>
    <w:p w14:paraId="20A50D64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Zakończono pomiary geodezyjne i stwierdzono prawidłowe</w:t>
      </w:r>
      <w:r>
        <w:rPr>
          <w:rFonts w:cs="Arial"/>
          <w:sz w:val="20"/>
          <w:szCs w:val="20"/>
        </w:rPr>
        <w:t>/nieprawidłowe*</w:t>
      </w:r>
      <w:r w:rsidRPr="003322AD">
        <w:rPr>
          <w:rFonts w:cs="Arial"/>
          <w:sz w:val="20"/>
          <w:szCs w:val="20"/>
        </w:rPr>
        <w:t xml:space="preserve"> ułożenie rurociągów sieci ciepłowniczej.</w:t>
      </w:r>
    </w:p>
    <w:p w14:paraId="76FF6B0C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</w:p>
    <w:p w14:paraId="3FBAB4A1" w14:textId="0BCC98DF" w:rsidR="00224DC8" w:rsidRPr="003322AD" w:rsidRDefault="00224DC8" w:rsidP="002F0C4A">
      <w:pPr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W dniu</w:t>
      </w:r>
      <w:r w:rsidR="008B12F9">
        <w:rPr>
          <w:rFonts w:cs="Arial"/>
          <w:sz w:val="20"/>
          <w:szCs w:val="20"/>
        </w:rPr>
        <w:t xml:space="preserve"> </w:t>
      </w:r>
      <w:r w:rsidRPr="003322AD">
        <w:rPr>
          <w:rFonts w:cs="Arial"/>
          <w:sz w:val="20"/>
          <w:szCs w:val="20"/>
        </w:rPr>
        <w:t>…………………… wykonano zasypkę piaskową prawidłowo</w:t>
      </w:r>
      <w:r>
        <w:rPr>
          <w:rFonts w:cs="Arial"/>
          <w:sz w:val="20"/>
          <w:szCs w:val="20"/>
        </w:rPr>
        <w:t>/nieprawidłowo*</w:t>
      </w:r>
      <w:r w:rsidRPr="003322AD">
        <w:rPr>
          <w:rFonts w:cs="Arial"/>
          <w:sz w:val="20"/>
          <w:szCs w:val="20"/>
        </w:rPr>
        <w:t xml:space="preserve"> o właściwej</w:t>
      </w:r>
      <w:r>
        <w:rPr>
          <w:rFonts w:cs="Arial"/>
          <w:sz w:val="20"/>
          <w:szCs w:val="20"/>
        </w:rPr>
        <w:t>/niewłaściwej*</w:t>
      </w:r>
      <w:r w:rsidRPr="003322AD">
        <w:rPr>
          <w:rFonts w:cs="Arial"/>
          <w:sz w:val="20"/>
          <w:szCs w:val="20"/>
        </w:rPr>
        <w:t xml:space="preserve"> grubości i odpowiednim</w:t>
      </w:r>
      <w:r>
        <w:rPr>
          <w:rFonts w:cs="Arial"/>
          <w:sz w:val="20"/>
          <w:szCs w:val="20"/>
        </w:rPr>
        <w:t>/nieodpowiednim*</w:t>
      </w:r>
      <w:r w:rsidRPr="003322AD">
        <w:rPr>
          <w:rFonts w:cs="Arial"/>
          <w:sz w:val="20"/>
          <w:szCs w:val="20"/>
        </w:rPr>
        <w:t xml:space="preserve"> zagęszczeniu. Taśma ostrzegawcza została ułożono prawidłowo</w:t>
      </w:r>
      <w:r>
        <w:rPr>
          <w:rFonts w:cs="Arial"/>
          <w:sz w:val="20"/>
          <w:szCs w:val="20"/>
        </w:rPr>
        <w:t>/nieprawidłowo*</w:t>
      </w:r>
      <w:r w:rsidRPr="003322AD">
        <w:rPr>
          <w:rFonts w:cs="Arial"/>
          <w:sz w:val="20"/>
          <w:szCs w:val="20"/>
        </w:rPr>
        <w:t>.</w:t>
      </w:r>
    </w:p>
    <w:p w14:paraId="78B05555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</w:p>
    <w:p w14:paraId="1FC69DB5" w14:textId="52682AD5" w:rsidR="00224DC8" w:rsidRPr="003322AD" w:rsidRDefault="00224DC8" w:rsidP="002F0C4A">
      <w:pPr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Uwagi: 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86E5D">
        <w:rPr>
          <w:rFonts w:cs="Arial"/>
          <w:sz w:val="20"/>
          <w:szCs w:val="20"/>
        </w:rPr>
        <w:t>………………………………………………</w:t>
      </w:r>
      <w:r w:rsidRPr="003322AD">
        <w:rPr>
          <w:rFonts w:cs="Arial"/>
          <w:sz w:val="20"/>
          <w:szCs w:val="20"/>
        </w:rPr>
        <w:t xml:space="preserve"> </w:t>
      </w:r>
    </w:p>
    <w:p w14:paraId="219CFE19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</w:p>
    <w:p w14:paraId="1ECCDAA7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Sieć ciepłowniczą zakwalifikowano</w:t>
      </w:r>
      <w:r>
        <w:rPr>
          <w:rFonts w:cs="Arial"/>
          <w:sz w:val="20"/>
          <w:szCs w:val="20"/>
        </w:rPr>
        <w:t>/nie zakwalifikowano*</w:t>
      </w:r>
      <w:r w:rsidRPr="003322AD">
        <w:rPr>
          <w:rFonts w:cs="Arial"/>
          <w:sz w:val="20"/>
          <w:szCs w:val="20"/>
        </w:rPr>
        <w:t xml:space="preserve"> do zasypania gruntem rodzimym.</w:t>
      </w:r>
    </w:p>
    <w:p w14:paraId="33ECFCC7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96"/>
        <w:gridCol w:w="4166"/>
      </w:tblGrid>
      <w:tr w:rsidR="00224DC8" w:rsidRPr="003322AD" w14:paraId="2CF74D57" w14:textId="77777777" w:rsidTr="00224DC8">
        <w:trPr>
          <w:trHeight w:val="885"/>
        </w:trPr>
        <w:tc>
          <w:tcPr>
            <w:tcW w:w="4896" w:type="dxa"/>
          </w:tcPr>
          <w:p w14:paraId="25AA3C68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ZAMAWIAJĄCEGO: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0EDC1AA8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3D5FA8" w14:paraId="250BCA26" w14:textId="77777777" w:rsidTr="00224DC8">
        <w:trPr>
          <w:trHeight w:val="118"/>
        </w:trPr>
        <w:tc>
          <w:tcPr>
            <w:tcW w:w="4896" w:type="dxa"/>
          </w:tcPr>
          <w:p w14:paraId="265EBFD3" w14:textId="77777777" w:rsidR="00224DC8" w:rsidRPr="003D5FA8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1BF1C47E" w14:textId="77777777" w:rsidR="00224DC8" w:rsidRPr="003D5FA8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3D5FA8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  <w:tr w:rsidR="00224DC8" w:rsidRPr="003322AD" w14:paraId="4BF5EC48" w14:textId="77777777" w:rsidTr="00224DC8">
        <w:trPr>
          <w:trHeight w:val="833"/>
        </w:trPr>
        <w:tc>
          <w:tcPr>
            <w:tcW w:w="4896" w:type="dxa"/>
          </w:tcPr>
          <w:p w14:paraId="5056EC5F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WYKONAWCY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31B6C6D0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3D5FA8" w14:paraId="30B6B15A" w14:textId="77777777" w:rsidTr="00224DC8">
        <w:trPr>
          <w:trHeight w:val="225"/>
        </w:trPr>
        <w:tc>
          <w:tcPr>
            <w:tcW w:w="4896" w:type="dxa"/>
            <w:vAlign w:val="center"/>
          </w:tcPr>
          <w:p w14:paraId="34767460" w14:textId="77777777" w:rsidR="00224DC8" w:rsidRPr="003D5FA8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3F5B6822" w14:textId="77777777" w:rsidR="00224DC8" w:rsidRPr="003D5FA8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3D5FA8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</w:tbl>
    <w:p w14:paraId="6BBE8ABB" w14:textId="77777777" w:rsidR="00224DC8" w:rsidRPr="003D5FA8" w:rsidRDefault="00224DC8" w:rsidP="002F0C4A">
      <w:pPr>
        <w:jc w:val="both"/>
        <w:rPr>
          <w:rFonts w:cs="Arial"/>
          <w:sz w:val="16"/>
          <w:szCs w:val="16"/>
        </w:rPr>
      </w:pPr>
    </w:p>
    <w:p w14:paraId="07DD1B41" w14:textId="54272B77" w:rsidR="00224DC8" w:rsidRDefault="00224DC8" w:rsidP="002F0C4A">
      <w:pPr>
        <w:rPr>
          <w:rFonts w:cs="Arial"/>
          <w:sz w:val="16"/>
          <w:szCs w:val="16"/>
        </w:rPr>
      </w:pPr>
    </w:p>
    <w:p w14:paraId="7DBB4753" w14:textId="11C18454" w:rsidR="003D5FA8" w:rsidRDefault="003D5FA8" w:rsidP="002F0C4A">
      <w:pPr>
        <w:rPr>
          <w:rFonts w:cs="Arial"/>
          <w:sz w:val="16"/>
          <w:szCs w:val="16"/>
        </w:rPr>
      </w:pPr>
    </w:p>
    <w:p w14:paraId="47FE463C" w14:textId="34DA5398" w:rsidR="003D5FA8" w:rsidRDefault="003D5FA8" w:rsidP="002F0C4A">
      <w:pPr>
        <w:rPr>
          <w:rFonts w:cs="Arial"/>
          <w:sz w:val="16"/>
          <w:szCs w:val="16"/>
        </w:rPr>
      </w:pPr>
    </w:p>
    <w:p w14:paraId="36C5B840" w14:textId="50691EAA" w:rsidR="003D5FA8" w:rsidRDefault="003D5FA8" w:rsidP="002F0C4A">
      <w:pPr>
        <w:rPr>
          <w:rFonts w:cs="Arial"/>
          <w:sz w:val="16"/>
          <w:szCs w:val="16"/>
        </w:rPr>
      </w:pPr>
    </w:p>
    <w:p w14:paraId="6BCA2EBB" w14:textId="255F1B3D" w:rsidR="003D5FA8" w:rsidRDefault="003D5FA8" w:rsidP="002F0C4A">
      <w:pPr>
        <w:rPr>
          <w:rFonts w:cs="Arial"/>
          <w:sz w:val="16"/>
          <w:szCs w:val="16"/>
        </w:rPr>
      </w:pPr>
    </w:p>
    <w:p w14:paraId="4CA4CAE7" w14:textId="150B36E6" w:rsidR="003D5FA8" w:rsidRDefault="003D5FA8" w:rsidP="002F0C4A">
      <w:pPr>
        <w:rPr>
          <w:rFonts w:cs="Arial"/>
          <w:sz w:val="16"/>
          <w:szCs w:val="16"/>
        </w:rPr>
      </w:pPr>
    </w:p>
    <w:p w14:paraId="6A45D5EA" w14:textId="2C094012" w:rsidR="003D5FA8" w:rsidRDefault="003D5FA8" w:rsidP="002F0C4A">
      <w:pPr>
        <w:rPr>
          <w:rFonts w:cs="Arial"/>
          <w:sz w:val="16"/>
          <w:szCs w:val="16"/>
        </w:rPr>
      </w:pPr>
    </w:p>
    <w:p w14:paraId="79EBBCF1" w14:textId="0065F413" w:rsidR="003D5FA8" w:rsidRDefault="003D5FA8" w:rsidP="002F0C4A">
      <w:pPr>
        <w:rPr>
          <w:rFonts w:cs="Arial"/>
          <w:sz w:val="16"/>
          <w:szCs w:val="16"/>
        </w:rPr>
      </w:pPr>
    </w:p>
    <w:p w14:paraId="62511C5F" w14:textId="4E7A203B" w:rsidR="003D5FA8" w:rsidRDefault="003D5FA8" w:rsidP="002F0C4A">
      <w:pPr>
        <w:rPr>
          <w:rFonts w:cs="Arial"/>
          <w:sz w:val="16"/>
          <w:szCs w:val="16"/>
        </w:rPr>
      </w:pPr>
    </w:p>
    <w:p w14:paraId="3E3354F2" w14:textId="6E052E8F" w:rsidR="003D5FA8" w:rsidRDefault="003D5FA8" w:rsidP="002F0C4A">
      <w:pPr>
        <w:rPr>
          <w:rFonts w:cs="Arial"/>
          <w:sz w:val="16"/>
          <w:szCs w:val="16"/>
        </w:rPr>
      </w:pPr>
    </w:p>
    <w:p w14:paraId="57D82354" w14:textId="38A0AC95" w:rsidR="003D5FA8" w:rsidRDefault="003D5FA8" w:rsidP="002F0C4A">
      <w:pPr>
        <w:rPr>
          <w:rFonts w:cs="Arial"/>
          <w:sz w:val="16"/>
          <w:szCs w:val="16"/>
        </w:rPr>
      </w:pPr>
    </w:p>
    <w:p w14:paraId="0709B1D7" w14:textId="51CEE556" w:rsidR="003D5FA8" w:rsidRDefault="003D5FA8" w:rsidP="002F0C4A">
      <w:pPr>
        <w:rPr>
          <w:rFonts w:cs="Arial"/>
          <w:sz w:val="16"/>
          <w:szCs w:val="16"/>
        </w:rPr>
      </w:pPr>
    </w:p>
    <w:p w14:paraId="0940FCD9" w14:textId="5AE3E799" w:rsidR="003D5FA8" w:rsidRDefault="003D5FA8" w:rsidP="002F0C4A">
      <w:pPr>
        <w:rPr>
          <w:rFonts w:cs="Arial"/>
          <w:sz w:val="16"/>
          <w:szCs w:val="16"/>
        </w:rPr>
      </w:pPr>
    </w:p>
    <w:p w14:paraId="7438B57E" w14:textId="43E98C95" w:rsidR="003D5FA8" w:rsidRDefault="003D5FA8" w:rsidP="002F0C4A">
      <w:pPr>
        <w:rPr>
          <w:rFonts w:cs="Arial"/>
          <w:sz w:val="16"/>
          <w:szCs w:val="16"/>
        </w:rPr>
      </w:pPr>
    </w:p>
    <w:p w14:paraId="71C3095E" w14:textId="607CCEE8" w:rsidR="003D5FA8" w:rsidRDefault="003D5FA8" w:rsidP="002F0C4A">
      <w:pPr>
        <w:rPr>
          <w:rFonts w:cs="Arial"/>
          <w:sz w:val="16"/>
          <w:szCs w:val="16"/>
        </w:rPr>
      </w:pPr>
    </w:p>
    <w:p w14:paraId="2F1A7240" w14:textId="42862F6C" w:rsidR="003D5FA8" w:rsidRDefault="003D5FA8" w:rsidP="002F0C4A">
      <w:pPr>
        <w:rPr>
          <w:rFonts w:cs="Arial"/>
          <w:sz w:val="16"/>
          <w:szCs w:val="16"/>
        </w:rPr>
      </w:pPr>
    </w:p>
    <w:p w14:paraId="30D618DA" w14:textId="24E3B003" w:rsidR="003D5FA8" w:rsidRDefault="003D5FA8" w:rsidP="002F0C4A">
      <w:pPr>
        <w:rPr>
          <w:rFonts w:cs="Arial"/>
          <w:sz w:val="16"/>
          <w:szCs w:val="16"/>
        </w:rPr>
      </w:pPr>
    </w:p>
    <w:p w14:paraId="2708CEF3" w14:textId="5388FE9D" w:rsidR="003D5FA8" w:rsidRDefault="003D5FA8" w:rsidP="002F0C4A">
      <w:pPr>
        <w:rPr>
          <w:rFonts w:cs="Arial"/>
          <w:sz w:val="16"/>
          <w:szCs w:val="16"/>
        </w:rPr>
      </w:pPr>
    </w:p>
    <w:p w14:paraId="499C9F75" w14:textId="2C1153B8" w:rsidR="003D5FA8" w:rsidRDefault="003D5FA8" w:rsidP="002F0C4A">
      <w:pPr>
        <w:rPr>
          <w:rFonts w:cs="Arial"/>
          <w:sz w:val="16"/>
          <w:szCs w:val="16"/>
        </w:rPr>
      </w:pPr>
    </w:p>
    <w:p w14:paraId="2FC587B2" w14:textId="0D6BCD12" w:rsidR="003D5FA8" w:rsidRDefault="003D5FA8" w:rsidP="002F0C4A">
      <w:pPr>
        <w:rPr>
          <w:rFonts w:cs="Arial"/>
          <w:sz w:val="16"/>
          <w:szCs w:val="16"/>
        </w:rPr>
      </w:pPr>
    </w:p>
    <w:p w14:paraId="7BA6D74B" w14:textId="41CC9FF8" w:rsidR="003D5FA8" w:rsidRDefault="003D5FA8" w:rsidP="002F0C4A">
      <w:pPr>
        <w:rPr>
          <w:rFonts w:cs="Arial"/>
          <w:sz w:val="16"/>
          <w:szCs w:val="16"/>
        </w:rPr>
      </w:pPr>
    </w:p>
    <w:p w14:paraId="6221BBFE" w14:textId="77777777" w:rsidR="003D5FA8" w:rsidRPr="003D5FA8" w:rsidRDefault="003D5FA8" w:rsidP="002F0C4A">
      <w:pPr>
        <w:rPr>
          <w:rFonts w:cs="Arial"/>
          <w:sz w:val="16"/>
          <w:szCs w:val="16"/>
        </w:rPr>
      </w:pPr>
    </w:p>
    <w:p w14:paraId="486B2EB5" w14:textId="77777777" w:rsidR="00224DC8" w:rsidRPr="003D5FA8" w:rsidRDefault="00224DC8" w:rsidP="002F0C4A">
      <w:pPr>
        <w:rPr>
          <w:rFonts w:cs="Arial"/>
          <w:sz w:val="16"/>
          <w:szCs w:val="16"/>
        </w:rPr>
      </w:pPr>
      <w:r w:rsidRPr="003D5FA8">
        <w:rPr>
          <w:rFonts w:cs="Arial"/>
          <w:sz w:val="16"/>
          <w:szCs w:val="16"/>
        </w:rPr>
        <w:t xml:space="preserve">Protokół wykonano w </w:t>
      </w:r>
      <w:r w:rsidRPr="003D5FA8">
        <w:rPr>
          <w:rFonts w:cs="Arial"/>
          <w:b/>
          <w:sz w:val="16"/>
          <w:szCs w:val="16"/>
        </w:rPr>
        <w:t>3</w:t>
      </w:r>
      <w:r w:rsidRPr="003D5FA8">
        <w:rPr>
          <w:rFonts w:cs="Arial"/>
          <w:sz w:val="16"/>
          <w:szCs w:val="16"/>
        </w:rPr>
        <w:t xml:space="preserve"> egzemplarzach, w tym otrzymują:</w:t>
      </w:r>
    </w:p>
    <w:p w14:paraId="34B3E34D" w14:textId="4D3B8B6B" w:rsidR="00224DC8" w:rsidRPr="003D5FA8" w:rsidRDefault="00224DC8" w:rsidP="002F0C4A">
      <w:pPr>
        <w:rPr>
          <w:rFonts w:cs="Arial"/>
          <w:sz w:val="16"/>
          <w:szCs w:val="16"/>
        </w:rPr>
      </w:pPr>
      <w:r w:rsidRPr="003D5FA8">
        <w:rPr>
          <w:rFonts w:cs="Arial"/>
          <w:sz w:val="16"/>
          <w:szCs w:val="16"/>
        </w:rPr>
        <w:t>Zamawiający</w:t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sym w:font="Wingdings" w:char="F0FE"/>
      </w:r>
      <w:r w:rsidRPr="003D5FA8">
        <w:rPr>
          <w:rFonts w:cs="Arial"/>
          <w:sz w:val="16"/>
          <w:szCs w:val="16"/>
        </w:rPr>
        <w:tab/>
        <w:t>2 egz.</w:t>
      </w:r>
      <w:r w:rsid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>Wykonawca</w:t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sym w:font="Wingdings" w:char="F0FE"/>
      </w:r>
      <w:r w:rsidRPr="003D5FA8">
        <w:rPr>
          <w:rFonts w:cs="Arial"/>
          <w:sz w:val="16"/>
          <w:szCs w:val="16"/>
        </w:rPr>
        <w:tab/>
        <w:t>1 egz.</w:t>
      </w:r>
    </w:p>
    <w:p w14:paraId="75AC8C13" w14:textId="77777777" w:rsidR="00224DC8" w:rsidRPr="003D5FA8" w:rsidRDefault="00224DC8" w:rsidP="002F0C4A">
      <w:pPr>
        <w:rPr>
          <w:rFonts w:cs="Arial"/>
          <w:sz w:val="16"/>
          <w:szCs w:val="16"/>
        </w:rPr>
      </w:pPr>
    </w:p>
    <w:p w14:paraId="7786B686" w14:textId="77777777" w:rsidR="00224DC8" w:rsidRPr="003D5FA8" w:rsidRDefault="00224DC8" w:rsidP="002F0C4A">
      <w:pPr>
        <w:rPr>
          <w:rFonts w:cs="Arial"/>
          <w:sz w:val="16"/>
          <w:szCs w:val="16"/>
          <w:u w:val="single"/>
        </w:rPr>
      </w:pPr>
      <w:r w:rsidRPr="003D5FA8">
        <w:rPr>
          <w:rFonts w:cs="Arial"/>
          <w:sz w:val="16"/>
          <w:szCs w:val="16"/>
          <w:u w:val="single"/>
        </w:rPr>
        <w:t>W załączeniu:</w:t>
      </w:r>
    </w:p>
    <w:p w14:paraId="06153C2D" w14:textId="3D946811" w:rsidR="00224DC8" w:rsidRDefault="00224DC8" w:rsidP="002F0C4A">
      <w:pPr>
        <w:pStyle w:val="Akapitzlist"/>
        <w:spacing w:line="240" w:lineRule="auto"/>
        <w:ind w:left="0"/>
        <w:jc w:val="both"/>
        <w:rPr>
          <w:rFonts w:cs="Arial"/>
          <w:sz w:val="20"/>
          <w:szCs w:val="20"/>
        </w:rPr>
      </w:pPr>
      <w:r w:rsidRPr="003D5FA8">
        <w:rPr>
          <w:rFonts w:cs="Arial"/>
          <w:sz w:val="16"/>
          <w:szCs w:val="16"/>
        </w:rPr>
        <w:t xml:space="preserve">- </w:t>
      </w:r>
      <w:r w:rsidRPr="003D5FA8">
        <w:rPr>
          <w:sz w:val="16"/>
          <w:szCs w:val="16"/>
        </w:rPr>
        <w:t>szkice geodezyjne powykonawcze z naniesioną trasą na projekcie / analiza trasy sieci ciepłowniczej sporządzona przez uprawnionego geodetę*</w:t>
      </w:r>
      <w:r>
        <w:rPr>
          <w:rFonts w:cs="Arial"/>
          <w:sz w:val="20"/>
          <w:szCs w:val="20"/>
        </w:rPr>
        <w:br w:type="page"/>
      </w:r>
    </w:p>
    <w:p w14:paraId="4C9A6612" w14:textId="77777777" w:rsidR="00DA122E" w:rsidRPr="00595E0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22"/>
          <w:szCs w:val="22"/>
        </w:rPr>
      </w:pPr>
      <w:r w:rsidRPr="00595E0E">
        <w:rPr>
          <w:rFonts w:cs="Arial"/>
          <w:bCs/>
          <w:sz w:val="22"/>
          <w:szCs w:val="22"/>
        </w:rPr>
        <w:lastRenderedPageBreak/>
        <w:t xml:space="preserve">Toruń, </w:t>
      </w:r>
      <w:r w:rsidRPr="00595E0E">
        <w:rPr>
          <w:rFonts w:cs="Arial"/>
          <w:b/>
          <w:bCs/>
          <w:sz w:val="22"/>
          <w:szCs w:val="22"/>
        </w:rPr>
        <w:t>..…………</w:t>
      </w:r>
    </w:p>
    <w:p w14:paraId="5A4AAF22" w14:textId="77777777" w:rsidR="00DA122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12"/>
          <w:szCs w:val="12"/>
        </w:rPr>
      </w:pPr>
      <w:r w:rsidRPr="00CD7E0C">
        <w:rPr>
          <w:rFonts w:cs="Arial"/>
          <w:b/>
          <w:bCs/>
          <w:sz w:val="12"/>
          <w:szCs w:val="12"/>
        </w:rPr>
        <w:t>(miejscowość i data)</w:t>
      </w:r>
    </w:p>
    <w:p w14:paraId="7E2D8915" w14:textId="77777777" w:rsidR="00DA122E" w:rsidRPr="00CD7E0C" w:rsidRDefault="00DA122E" w:rsidP="00DA122E">
      <w:pPr>
        <w:pStyle w:val="NormalnyWeb"/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559628E7" w14:textId="77777777" w:rsidR="00224DC8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</w:rPr>
      </w:pPr>
      <w:r w:rsidRPr="00BE4A0F">
        <w:rPr>
          <w:rFonts w:cs="Arial"/>
          <w:b/>
          <w:bCs/>
          <w:sz w:val="28"/>
          <w:szCs w:val="28"/>
        </w:rPr>
        <w:t xml:space="preserve">PROTOKÓŁ </w:t>
      </w:r>
      <w:r>
        <w:rPr>
          <w:rFonts w:cs="Arial"/>
          <w:b/>
          <w:bCs/>
          <w:sz w:val="28"/>
          <w:szCs w:val="28"/>
        </w:rPr>
        <w:t>nr 9 /……………………………….*</w:t>
      </w:r>
    </w:p>
    <w:p w14:paraId="7CAC1BC7" w14:textId="77777777" w:rsidR="00224DC8" w:rsidRPr="00CC3273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Odbiór prac budowlano / montażowych*</w:t>
      </w:r>
      <w:r w:rsidRPr="00CC3273">
        <w:rPr>
          <w:rFonts w:cs="Arial"/>
          <w:b/>
          <w:sz w:val="24"/>
          <w:szCs w:val="24"/>
        </w:rPr>
        <w:t xml:space="preserve"> w komorach ciepłowniczych</w:t>
      </w:r>
      <w:r>
        <w:rPr>
          <w:rFonts w:cs="Arial"/>
          <w:b/>
          <w:sz w:val="24"/>
          <w:szCs w:val="24"/>
        </w:rPr>
        <w:t>* / przy studniach zaworowych*</w:t>
      </w:r>
    </w:p>
    <w:p w14:paraId="3A323028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326E33B1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Numer umowy: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48C1D9E1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4FD058A4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 w:rsidRPr="00AD42DF">
        <w:rPr>
          <w:rFonts w:cs="Arial"/>
          <w:sz w:val="20"/>
          <w:szCs w:val="20"/>
          <w:u w:val="single"/>
        </w:rPr>
        <w:t>Nazwa wykonawcy:</w:t>
      </w:r>
      <w:r>
        <w:rPr>
          <w:rFonts w:cs="Arial"/>
          <w:sz w:val="20"/>
          <w:szCs w:val="20"/>
          <w:u w:val="single"/>
        </w:rPr>
        <w:tab/>
      </w:r>
    </w:p>
    <w:p w14:paraId="06E5657F" w14:textId="77777777" w:rsidR="00DA122E" w:rsidRDefault="00DA122E" w:rsidP="00DA122E">
      <w:pPr>
        <w:jc w:val="both"/>
        <w:rPr>
          <w:rFonts w:cs="Arial"/>
          <w:sz w:val="20"/>
          <w:szCs w:val="20"/>
          <w:u w:val="single"/>
        </w:rPr>
      </w:pPr>
    </w:p>
    <w:p w14:paraId="29736B6A" w14:textId="77777777" w:rsidR="00DA122E" w:rsidRPr="003322AD" w:rsidRDefault="00DA122E" w:rsidP="00DA122E">
      <w:pPr>
        <w:jc w:val="both"/>
        <w:rPr>
          <w:rFonts w:cs="Arial"/>
          <w:b/>
          <w:sz w:val="20"/>
          <w:szCs w:val="20"/>
        </w:rPr>
      </w:pPr>
      <w:r w:rsidRPr="003322AD">
        <w:rPr>
          <w:rFonts w:cs="Arial"/>
          <w:sz w:val="20"/>
          <w:szCs w:val="20"/>
          <w:u w:val="single"/>
        </w:rPr>
        <w:t>Zadanie: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4BEC96C7" w14:textId="77777777" w:rsidR="00DA122E" w:rsidRDefault="00DA122E" w:rsidP="00DA122E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574CCCC8" w14:textId="07F87FE5" w:rsidR="00224DC8" w:rsidRPr="003322AD" w:rsidRDefault="00224DC8" w:rsidP="002F0C4A">
      <w:pPr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W dniu ………………….. dokonano</w:t>
      </w:r>
      <w:r>
        <w:rPr>
          <w:rFonts w:cs="Arial"/>
          <w:sz w:val="20"/>
          <w:szCs w:val="20"/>
        </w:rPr>
        <w:t>/nie dokonano* odbioru</w:t>
      </w:r>
      <w:r w:rsidRPr="003322AD">
        <w:rPr>
          <w:rFonts w:cs="Arial"/>
          <w:sz w:val="20"/>
          <w:szCs w:val="20"/>
        </w:rPr>
        <w:t xml:space="preserve"> robót budowlano</w:t>
      </w:r>
      <w:r w:rsidR="000D35E0">
        <w:rPr>
          <w:rFonts w:cs="Arial"/>
          <w:sz w:val="20"/>
          <w:szCs w:val="20"/>
        </w:rPr>
        <w:t>-</w:t>
      </w:r>
      <w:r w:rsidRPr="003322AD">
        <w:rPr>
          <w:rFonts w:cs="Arial"/>
          <w:sz w:val="20"/>
          <w:szCs w:val="20"/>
        </w:rPr>
        <w:t xml:space="preserve">montażowych: </w:t>
      </w:r>
    </w:p>
    <w:p w14:paraId="3858EFC5" w14:textId="5A2288F1" w:rsidR="00224DC8" w:rsidRPr="003322AD" w:rsidRDefault="00224DC8" w:rsidP="002F0C4A">
      <w:pPr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cs="Arial"/>
          <w:sz w:val="20"/>
          <w:szCs w:val="20"/>
        </w:rPr>
        <w:t>………………………</w:t>
      </w:r>
      <w:r w:rsidR="00786E5D">
        <w:rPr>
          <w:rFonts w:cs="Arial"/>
          <w:sz w:val="20"/>
          <w:szCs w:val="20"/>
        </w:rPr>
        <w:t>..….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</w:t>
      </w:r>
      <w:r w:rsidR="00786E5D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</w:t>
      </w:r>
      <w:r w:rsidR="00786E5D">
        <w:rPr>
          <w:rFonts w:cs="Arial"/>
          <w:sz w:val="20"/>
          <w:szCs w:val="20"/>
        </w:rPr>
        <w:t>…..</w:t>
      </w:r>
    </w:p>
    <w:p w14:paraId="46F32D9C" w14:textId="77777777" w:rsidR="00224DC8" w:rsidRDefault="00224DC8" w:rsidP="002F0C4A">
      <w:pPr>
        <w:jc w:val="both"/>
        <w:rPr>
          <w:rFonts w:cs="Arial"/>
          <w:sz w:val="20"/>
          <w:szCs w:val="20"/>
        </w:rPr>
      </w:pPr>
    </w:p>
    <w:p w14:paraId="7A2999BA" w14:textId="77777777" w:rsidR="00224DC8" w:rsidRDefault="00224DC8" w:rsidP="002F0C4A">
      <w:pPr>
        <w:jc w:val="both"/>
        <w:rPr>
          <w:rFonts w:cs="Arial"/>
          <w:sz w:val="20"/>
          <w:szCs w:val="20"/>
        </w:rPr>
      </w:pPr>
    </w:p>
    <w:p w14:paraId="28FB6F88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96"/>
        <w:gridCol w:w="4166"/>
      </w:tblGrid>
      <w:tr w:rsidR="00224DC8" w:rsidRPr="003322AD" w14:paraId="24EBAF2B" w14:textId="77777777" w:rsidTr="00224DC8">
        <w:trPr>
          <w:trHeight w:val="885"/>
        </w:trPr>
        <w:tc>
          <w:tcPr>
            <w:tcW w:w="4896" w:type="dxa"/>
          </w:tcPr>
          <w:p w14:paraId="50F26ABB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ZAMAWIAJĄCEGO: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7EF555DB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3D5FA8" w14:paraId="7D207190" w14:textId="77777777" w:rsidTr="00224DC8">
        <w:trPr>
          <w:trHeight w:val="118"/>
        </w:trPr>
        <w:tc>
          <w:tcPr>
            <w:tcW w:w="4896" w:type="dxa"/>
          </w:tcPr>
          <w:p w14:paraId="00ABBACC" w14:textId="77777777" w:rsidR="00224DC8" w:rsidRPr="003D5FA8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5729E419" w14:textId="77777777" w:rsidR="00224DC8" w:rsidRPr="003D5FA8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3D5FA8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  <w:tr w:rsidR="00224DC8" w:rsidRPr="003322AD" w14:paraId="27FF51ED" w14:textId="77777777" w:rsidTr="00224DC8">
        <w:trPr>
          <w:trHeight w:val="833"/>
        </w:trPr>
        <w:tc>
          <w:tcPr>
            <w:tcW w:w="4896" w:type="dxa"/>
          </w:tcPr>
          <w:p w14:paraId="60B1AEDA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WYKONAWCY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1B8DBFAF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3D5FA8" w14:paraId="7DDEC8EB" w14:textId="77777777" w:rsidTr="00224DC8">
        <w:trPr>
          <w:trHeight w:val="225"/>
        </w:trPr>
        <w:tc>
          <w:tcPr>
            <w:tcW w:w="4896" w:type="dxa"/>
            <w:vAlign w:val="center"/>
          </w:tcPr>
          <w:p w14:paraId="08F6B12A" w14:textId="77777777" w:rsidR="00224DC8" w:rsidRPr="003D5FA8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7AF75758" w14:textId="77777777" w:rsidR="00224DC8" w:rsidRPr="003D5FA8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3D5FA8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</w:tbl>
    <w:p w14:paraId="66CEEC9C" w14:textId="77777777" w:rsidR="00224DC8" w:rsidRPr="003D5FA8" w:rsidRDefault="00224DC8" w:rsidP="002F0C4A">
      <w:pPr>
        <w:rPr>
          <w:rFonts w:cs="Arial"/>
          <w:sz w:val="16"/>
          <w:szCs w:val="16"/>
        </w:rPr>
      </w:pPr>
    </w:p>
    <w:p w14:paraId="2B5805A6" w14:textId="77777777" w:rsidR="00224DC8" w:rsidRPr="003D5FA8" w:rsidRDefault="00224DC8" w:rsidP="002F0C4A">
      <w:pPr>
        <w:rPr>
          <w:rFonts w:cs="Arial"/>
          <w:sz w:val="16"/>
          <w:szCs w:val="16"/>
        </w:rPr>
      </w:pPr>
    </w:p>
    <w:p w14:paraId="6ADD7723" w14:textId="34F85A60" w:rsidR="00224DC8" w:rsidRDefault="00224DC8" w:rsidP="002F0C4A">
      <w:pPr>
        <w:rPr>
          <w:rFonts w:cs="Arial"/>
          <w:sz w:val="16"/>
          <w:szCs w:val="16"/>
        </w:rPr>
      </w:pPr>
    </w:p>
    <w:p w14:paraId="36AFE31A" w14:textId="4CB8EEE2" w:rsidR="003D5FA8" w:rsidRDefault="003D5FA8" w:rsidP="002F0C4A">
      <w:pPr>
        <w:rPr>
          <w:rFonts w:cs="Arial"/>
          <w:sz w:val="16"/>
          <w:szCs w:val="16"/>
        </w:rPr>
      </w:pPr>
    </w:p>
    <w:p w14:paraId="6DB1294B" w14:textId="58CE159E" w:rsidR="003D5FA8" w:rsidRDefault="003D5FA8" w:rsidP="002F0C4A">
      <w:pPr>
        <w:rPr>
          <w:rFonts w:cs="Arial"/>
          <w:sz w:val="16"/>
          <w:szCs w:val="16"/>
        </w:rPr>
      </w:pPr>
    </w:p>
    <w:p w14:paraId="75202B15" w14:textId="41CA4CD5" w:rsidR="003D5FA8" w:rsidRDefault="003D5FA8" w:rsidP="002F0C4A">
      <w:pPr>
        <w:rPr>
          <w:rFonts w:cs="Arial"/>
          <w:sz w:val="16"/>
          <w:szCs w:val="16"/>
        </w:rPr>
      </w:pPr>
    </w:p>
    <w:p w14:paraId="08F255D5" w14:textId="295E0EA6" w:rsidR="003D5FA8" w:rsidRDefault="003D5FA8" w:rsidP="002F0C4A">
      <w:pPr>
        <w:rPr>
          <w:rFonts w:cs="Arial"/>
          <w:sz w:val="16"/>
          <w:szCs w:val="16"/>
        </w:rPr>
      </w:pPr>
    </w:p>
    <w:p w14:paraId="1864CA14" w14:textId="64B93C3B" w:rsidR="003D5FA8" w:rsidRDefault="003D5FA8" w:rsidP="002F0C4A">
      <w:pPr>
        <w:rPr>
          <w:rFonts w:cs="Arial"/>
          <w:sz w:val="16"/>
          <w:szCs w:val="16"/>
        </w:rPr>
      </w:pPr>
    </w:p>
    <w:p w14:paraId="31489F97" w14:textId="5CA8A155" w:rsidR="003D5FA8" w:rsidRDefault="003D5FA8" w:rsidP="002F0C4A">
      <w:pPr>
        <w:rPr>
          <w:rFonts w:cs="Arial"/>
          <w:sz w:val="16"/>
          <w:szCs w:val="16"/>
        </w:rPr>
      </w:pPr>
    </w:p>
    <w:p w14:paraId="4C422F24" w14:textId="160A1CD6" w:rsidR="003D5FA8" w:rsidRDefault="003D5FA8" w:rsidP="002F0C4A">
      <w:pPr>
        <w:rPr>
          <w:rFonts w:cs="Arial"/>
          <w:sz w:val="16"/>
          <w:szCs w:val="16"/>
        </w:rPr>
      </w:pPr>
    </w:p>
    <w:p w14:paraId="1D010603" w14:textId="0281E307" w:rsidR="003D5FA8" w:rsidRDefault="003D5FA8" w:rsidP="002F0C4A">
      <w:pPr>
        <w:rPr>
          <w:rFonts w:cs="Arial"/>
          <w:sz w:val="16"/>
          <w:szCs w:val="16"/>
        </w:rPr>
      </w:pPr>
    </w:p>
    <w:p w14:paraId="4BEF3479" w14:textId="49296159" w:rsidR="003D5FA8" w:rsidRDefault="003D5FA8" w:rsidP="002F0C4A">
      <w:pPr>
        <w:rPr>
          <w:rFonts w:cs="Arial"/>
          <w:sz w:val="16"/>
          <w:szCs w:val="16"/>
        </w:rPr>
      </w:pPr>
    </w:p>
    <w:p w14:paraId="53885C9C" w14:textId="61B23E18" w:rsidR="003D5FA8" w:rsidRDefault="003D5FA8" w:rsidP="002F0C4A">
      <w:pPr>
        <w:rPr>
          <w:rFonts w:cs="Arial"/>
          <w:sz w:val="16"/>
          <w:szCs w:val="16"/>
        </w:rPr>
      </w:pPr>
    </w:p>
    <w:p w14:paraId="0E04FF88" w14:textId="67886305" w:rsidR="003D5FA8" w:rsidRDefault="003D5FA8" w:rsidP="002F0C4A">
      <w:pPr>
        <w:rPr>
          <w:rFonts w:cs="Arial"/>
          <w:sz w:val="16"/>
          <w:szCs w:val="16"/>
        </w:rPr>
      </w:pPr>
    </w:p>
    <w:p w14:paraId="764BA9E7" w14:textId="6B878FD7" w:rsidR="003D5FA8" w:rsidRDefault="003D5FA8" w:rsidP="002F0C4A">
      <w:pPr>
        <w:rPr>
          <w:rFonts w:cs="Arial"/>
          <w:sz w:val="16"/>
          <w:szCs w:val="16"/>
        </w:rPr>
      </w:pPr>
    </w:p>
    <w:p w14:paraId="4AA6289C" w14:textId="1964F17D" w:rsidR="003D5FA8" w:rsidRDefault="003D5FA8" w:rsidP="002F0C4A">
      <w:pPr>
        <w:rPr>
          <w:rFonts w:cs="Arial"/>
          <w:sz w:val="16"/>
          <w:szCs w:val="16"/>
        </w:rPr>
      </w:pPr>
    </w:p>
    <w:p w14:paraId="50910DCB" w14:textId="199A512B" w:rsidR="003D5FA8" w:rsidRDefault="003D5FA8" w:rsidP="002F0C4A">
      <w:pPr>
        <w:rPr>
          <w:rFonts w:cs="Arial"/>
          <w:sz w:val="16"/>
          <w:szCs w:val="16"/>
        </w:rPr>
      </w:pPr>
    </w:p>
    <w:p w14:paraId="50289CBD" w14:textId="6D99C1C4" w:rsidR="003D5FA8" w:rsidRDefault="003D5FA8" w:rsidP="002F0C4A">
      <w:pPr>
        <w:rPr>
          <w:rFonts w:cs="Arial"/>
          <w:sz w:val="16"/>
          <w:szCs w:val="16"/>
        </w:rPr>
      </w:pPr>
    </w:p>
    <w:p w14:paraId="3EAB62EE" w14:textId="46B34F96" w:rsidR="003D5FA8" w:rsidRDefault="003D5FA8" w:rsidP="002F0C4A">
      <w:pPr>
        <w:rPr>
          <w:rFonts w:cs="Arial"/>
          <w:sz w:val="16"/>
          <w:szCs w:val="16"/>
        </w:rPr>
      </w:pPr>
    </w:p>
    <w:p w14:paraId="68010EAC" w14:textId="11257F24" w:rsidR="003D5FA8" w:rsidRDefault="003D5FA8" w:rsidP="002F0C4A">
      <w:pPr>
        <w:rPr>
          <w:rFonts w:cs="Arial"/>
          <w:sz w:val="16"/>
          <w:szCs w:val="16"/>
        </w:rPr>
      </w:pPr>
    </w:p>
    <w:p w14:paraId="668B5135" w14:textId="3E328E68" w:rsidR="003D5FA8" w:rsidRDefault="003D5FA8" w:rsidP="002F0C4A">
      <w:pPr>
        <w:rPr>
          <w:rFonts w:cs="Arial"/>
          <w:sz w:val="16"/>
          <w:szCs w:val="16"/>
        </w:rPr>
      </w:pPr>
    </w:p>
    <w:p w14:paraId="348DFCDB" w14:textId="77777777" w:rsidR="003D5FA8" w:rsidRPr="003D5FA8" w:rsidRDefault="003D5FA8" w:rsidP="002F0C4A">
      <w:pPr>
        <w:rPr>
          <w:rFonts w:cs="Arial"/>
          <w:sz w:val="16"/>
          <w:szCs w:val="16"/>
        </w:rPr>
      </w:pPr>
    </w:p>
    <w:p w14:paraId="4D305EA5" w14:textId="77777777" w:rsidR="00224DC8" w:rsidRPr="003D5FA8" w:rsidRDefault="00224DC8" w:rsidP="002F0C4A">
      <w:pPr>
        <w:rPr>
          <w:rFonts w:cs="Arial"/>
          <w:sz w:val="16"/>
          <w:szCs w:val="16"/>
        </w:rPr>
      </w:pPr>
    </w:p>
    <w:p w14:paraId="53ABAD31" w14:textId="77777777" w:rsidR="00224DC8" w:rsidRPr="003D5FA8" w:rsidRDefault="00224DC8" w:rsidP="002F0C4A">
      <w:pPr>
        <w:rPr>
          <w:rFonts w:cs="Arial"/>
          <w:sz w:val="16"/>
          <w:szCs w:val="16"/>
        </w:rPr>
      </w:pPr>
      <w:r w:rsidRPr="003D5FA8">
        <w:rPr>
          <w:rFonts w:cs="Arial"/>
          <w:sz w:val="16"/>
          <w:szCs w:val="16"/>
        </w:rPr>
        <w:t xml:space="preserve">Protokół wykonano w </w:t>
      </w:r>
      <w:r w:rsidRPr="003D5FA8">
        <w:rPr>
          <w:rFonts w:cs="Arial"/>
          <w:b/>
          <w:sz w:val="16"/>
          <w:szCs w:val="16"/>
        </w:rPr>
        <w:t>3</w:t>
      </w:r>
      <w:r w:rsidRPr="003D5FA8">
        <w:rPr>
          <w:rFonts w:cs="Arial"/>
          <w:sz w:val="16"/>
          <w:szCs w:val="16"/>
        </w:rPr>
        <w:t xml:space="preserve"> egzemplarzach, w tym otrzymują:</w:t>
      </w:r>
    </w:p>
    <w:p w14:paraId="7C20150D" w14:textId="77777777" w:rsidR="00224DC8" w:rsidRPr="003D5FA8" w:rsidRDefault="00224DC8" w:rsidP="002F0C4A">
      <w:pPr>
        <w:rPr>
          <w:rFonts w:cs="Arial"/>
          <w:sz w:val="16"/>
          <w:szCs w:val="16"/>
        </w:rPr>
      </w:pPr>
    </w:p>
    <w:p w14:paraId="75D49545" w14:textId="77777777" w:rsidR="00224DC8" w:rsidRPr="003D5FA8" w:rsidRDefault="00224DC8" w:rsidP="002F0C4A">
      <w:pPr>
        <w:rPr>
          <w:rFonts w:cs="Arial"/>
          <w:sz w:val="16"/>
          <w:szCs w:val="16"/>
        </w:rPr>
      </w:pPr>
      <w:r w:rsidRPr="003D5FA8">
        <w:rPr>
          <w:rFonts w:cs="Arial"/>
          <w:sz w:val="16"/>
          <w:szCs w:val="16"/>
        </w:rPr>
        <w:t>Zamawiający</w:t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sym w:font="Wingdings" w:char="F0FE"/>
      </w:r>
      <w:r w:rsidRPr="003D5FA8">
        <w:rPr>
          <w:rFonts w:cs="Arial"/>
          <w:sz w:val="16"/>
          <w:szCs w:val="16"/>
        </w:rPr>
        <w:tab/>
        <w:t>2 egz.</w:t>
      </w:r>
    </w:p>
    <w:p w14:paraId="776F7A83" w14:textId="77777777" w:rsidR="00224DC8" w:rsidRPr="003D5FA8" w:rsidRDefault="00224DC8" w:rsidP="002F0C4A">
      <w:pPr>
        <w:rPr>
          <w:rFonts w:cs="Arial"/>
          <w:sz w:val="16"/>
          <w:szCs w:val="16"/>
        </w:rPr>
      </w:pPr>
      <w:r w:rsidRPr="003D5FA8">
        <w:rPr>
          <w:rFonts w:cs="Arial"/>
          <w:sz w:val="16"/>
          <w:szCs w:val="16"/>
        </w:rPr>
        <w:t>Wykonawca</w:t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sym w:font="Wingdings" w:char="F0FE"/>
      </w:r>
      <w:r w:rsidRPr="003D5FA8">
        <w:rPr>
          <w:rFonts w:cs="Arial"/>
          <w:sz w:val="16"/>
          <w:szCs w:val="16"/>
        </w:rPr>
        <w:tab/>
        <w:t>1 egz.</w:t>
      </w:r>
    </w:p>
    <w:p w14:paraId="57453931" w14:textId="77777777" w:rsidR="00224DC8" w:rsidRPr="003D5FA8" w:rsidRDefault="00224DC8" w:rsidP="002F0C4A">
      <w:pPr>
        <w:rPr>
          <w:rFonts w:cs="Arial"/>
          <w:sz w:val="16"/>
          <w:szCs w:val="16"/>
          <w:u w:val="single"/>
        </w:rPr>
      </w:pPr>
      <w:r w:rsidRPr="003D5FA8">
        <w:rPr>
          <w:rFonts w:cs="Arial"/>
          <w:sz w:val="16"/>
          <w:szCs w:val="16"/>
          <w:u w:val="single"/>
        </w:rPr>
        <w:t>W załączeniu:</w:t>
      </w:r>
    </w:p>
    <w:p w14:paraId="15AFF7BA" w14:textId="017AF3F2" w:rsidR="00224DC8" w:rsidRDefault="00224DC8" w:rsidP="002F0C4A">
      <w:pPr>
        <w:rPr>
          <w:rFonts w:cs="Arial"/>
          <w:sz w:val="16"/>
          <w:szCs w:val="16"/>
        </w:rPr>
      </w:pPr>
      <w:r w:rsidRPr="003D5FA8">
        <w:rPr>
          <w:rFonts w:cs="Arial"/>
          <w:sz w:val="16"/>
          <w:szCs w:val="16"/>
        </w:rPr>
        <w:t>- dokumentacja fotograficzna wykonanych prac budowlanych w wersji elektronicznej</w:t>
      </w:r>
    </w:p>
    <w:p w14:paraId="1ABF55C4" w14:textId="11EA4A9C" w:rsidR="00224DC8" w:rsidRDefault="00224DC8" w:rsidP="003D5FA8">
      <w:pPr>
        <w:pStyle w:val="NormalnyWeb"/>
        <w:spacing w:before="0" w:beforeAutospacing="0" w:after="0" w:afterAutospacing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50D54D90" w14:textId="77777777" w:rsidR="00DA122E" w:rsidRPr="00595E0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22"/>
          <w:szCs w:val="22"/>
        </w:rPr>
      </w:pPr>
      <w:r w:rsidRPr="00595E0E">
        <w:rPr>
          <w:rFonts w:cs="Arial"/>
          <w:bCs/>
          <w:sz w:val="22"/>
          <w:szCs w:val="22"/>
        </w:rPr>
        <w:lastRenderedPageBreak/>
        <w:t xml:space="preserve">Toruń, </w:t>
      </w:r>
      <w:r w:rsidRPr="00595E0E">
        <w:rPr>
          <w:rFonts w:cs="Arial"/>
          <w:b/>
          <w:bCs/>
          <w:sz w:val="22"/>
          <w:szCs w:val="22"/>
        </w:rPr>
        <w:t>..…………</w:t>
      </w:r>
    </w:p>
    <w:p w14:paraId="220D6C19" w14:textId="77777777" w:rsidR="00DA122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12"/>
          <w:szCs w:val="12"/>
        </w:rPr>
      </w:pPr>
      <w:r w:rsidRPr="00CD7E0C">
        <w:rPr>
          <w:rFonts w:cs="Arial"/>
          <w:b/>
          <w:bCs/>
          <w:sz w:val="12"/>
          <w:szCs w:val="12"/>
        </w:rPr>
        <w:t>(miejscowość i data)</w:t>
      </w:r>
    </w:p>
    <w:p w14:paraId="77F8CC4D" w14:textId="77777777" w:rsidR="00DA122E" w:rsidRPr="00CD7E0C" w:rsidRDefault="00DA122E" w:rsidP="00DA122E">
      <w:pPr>
        <w:pStyle w:val="NormalnyWeb"/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01208181" w14:textId="77777777" w:rsidR="00224DC8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</w:rPr>
      </w:pPr>
      <w:r w:rsidRPr="00BE4A0F">
        <w:rPr>
          <w:rFonts w:cs="Arial"/>
          <w:b/>
          <w:bCs/>
          <w:sz w:val="28"/>
          <w:szCs w:val="28"/>
        </w:rPr>
        <w:t xml:space="preserve">PROTOKÓŁ </w:t>
      </w:r>
      <w:r>
        <w:rPr>
          <w:rFonts w:cs="Arial"/>
          <w:b/>
          <w:bCs/>
          <w:sz w:val="28"/>
          <w:szCs w:val="28"/>
        </w:rPr>
        <w:t>nr 10 /…………………………..*</w:t>
      </w:r>
    </w:p>
    <w:p w14:paraId="5714F17A" w14:textId="77777777" w:rsidR="00224DC8" w:rsidRPr="00CC3273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  <w:b/>
          <w:sz w:val="24"/>
          <w:szCs w:val="24"/>
        </w:rPr>
      </w:pPr>
      <w:r w:rsidRPr="00CC3273">
        <w:rPr>
          <w:rFonts w:cs="Arial"/>
          <w:b/>
          <w:sz w:val="24"/>
          <w:szCs w:val="24"/>
        </w:rPr>
        <w:t>Odbiór prac związanych z demontażem istniejącej infrastruktury ciepłowniczej</w:t>
      </w:r>
    </w:p>
    <w:p w14:paraId="2B6E18B9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39B74C65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Numer umowy: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47FA9AB4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740DC753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 w:rsidRPr="00AD42DF">
        <w:rPr>
          <w:rFonts w:cs="Arial"/>
          <w:sz w:val="20"/>
          <w:szCs w:val="20"/>
          <w:u w:val="single"/>
        </w:rPr>
        <w:t>Nazwa wykonawcy:</w:t>
      </w:r>
      <w:r>
        <w:rPr>
          <w:rFonts w:cs="Arial"/>
          <w:sz w:val="20"/>
          <w:szCs w:val="20"/>
          <w:u w:val="single"/>
        </w:rPr>
        <w:tab/>
      </w:r>
    </w:p>
    <w:p w14:paraId="4FA4B67C" w14:textId="77777777" w:rsidR="00DA122E" w:rsidRDefault="00DA122E" w:rsidP="00DA122E">
      <w:pPr>
        <w:jc w:val="both"/>
        <w:rPr>
          <w:rFonts w:cs="Arial"/>
          <w:sz w:val="20"/>
          <w:szCs w:val="20"/>
          <w:u w:val="single"/>
        </w:rPr>
      </w:pPr>
    </w:p>
    <w:p w14:paraId="7CF98C48" w14:textId="77777777" w:rsidR="00DA122E" w:rsidRPr="003322AD" w:rsidRDefault="00DA122E" w:rsidP="00DA122E">
      <w:pPr>
        <w:jc w:val="both"/>
        <w:rPr>
          <w:rFonts w:cs="Arial"/>
          <w:b/>
          <w:sz w:val="20"/>
          <w:szCs w:val="20"/>
        </w:rPr>
      </w:pPr>
      <w:r w:rsidRPr="003322AD">
        <w:rPr>
          <w:rFonts w:cs="Arial"/>
          <w:sz w:val="20"/>
          <w:szCs w:val="20"/>
          <w:u w:val="single"/>
        </w:rPr>
        <w:t>Zadanie: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0C87B32D" w14:textId="77777777" w:rsidR="00DA122E" w:rsidRDefault="00DA122E" w:rsidP="00DA122E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12D9047A" w14:textId="2DFBEEAF" w:rsidR="00224DC8" w:rsidRDefault="00224DC8" w:rsidP="002F0C4A">
      <w:pPr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W dniu ………….. dokonano</w:t>
      </w:r>
      <w:r>
        <w:rPr>
          <w:rFonts w:cs="Arial"/>
          <w:sz w:val="20"/>
          <w:szCs w:val="20"/>
        </w:rPr>
        <w:t>/nie dokonano* odbioru</w:t>
      </w:r>
      <w:r w:rsidRPr="003322AD">
        <w:rPr>
          <w:rFonts w:cs="Arial"/>
          <w:sz w:val="20"/>
          <w:szCs w:val="20"/>
        </w:rPr>
        <w:t xml:space="preserve"> robó</w:t>
      </w:r>
      <w:r>
        <w:rPr>
          <w:rFonts w:cs="Arial"/>
          <w:sz w:val="20"/>
          <w:szCs w:val="20"/>
        </w:rPr>
        <w:t>t demontażowych: ……………………………………</w:t>
      </w:r>
      <w:r w:rsidRPr="003322AD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…………………………………………………………………</w:t>
      </w:r>
      <w:r w:rsidR="00786E5D">
        <w:rPr>
          <w:rFonts w:cs="Arial"/>
          <w:sz w:val="20"/>
          <w:szCs w:val="20"/>
        </w:rPr>
        <w:t>…..</w:t>
      </w:r>
    </w:p>
    <w:p w14:paraId="2A8D7844" w14:textId="4A82D7AC" w:rsidR="00224DC8" w:rsidRPr="003322AD" w:rsidRDefault="00224DC8" w:rsidP="002F0C4A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</w:t>
      </w:r>
      <w:r w:rsidR="00786E5D">
        <w:rPr>
          <w:rFonts w:cs="Arial"/>
          <w:sz w:val="20"/>
          <w:szCs w:val="20"/>
        </w:rPr>
        <w:t>…</w:t>
      </w:r>
      <w:r w:rsidR="000D35E0">
        <w:rPr>
          <w:rFonts w:cs="Arial"/>
          <w:sz w:val="20"/>
          <w:szCs w:val="20"/>
        </w:rPr>
        <w:t>..</w:t>
      </w:r>
    </w:p>
    <w:p w14:paraId="104B882C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</w:p>
    <w:p w14:paraId="3CB3ADB1" w14:textId="77777777" w:rsidR="00224DC8" w:rsidRDefault="00224DC8" w:rsidP="002F0C4A">
      <w:pPr>
        <w:jc w:val="both"/>
        <w:rPr>
          <w:rFonts w:cs="Arial"/>
          <w:sz w:val="20"/>
          <w:szCs w:val="20"/>
        </w:rPr>
      </w:pPr>
    </w:p>
    <w:p w14:paraId="541B317F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96"/>
        <w:gridCol w:w="4166"/>
      </w:tblGrid>
      <w:tr w:rsidR="00224DC8" w:rsidRPr="003322AD" w14:paraId="379D849F" w14:textId="77777777" w:rsidTr="00224DC8">
        <w:trPr>
          <w:trHeight w:val="885"/>
        </w:trPr>
        <w:tc>
          <w:tcPr>
            <w:tcW w:w="4896" w:type="dxa"/>
          </w:tcPr>
          <w:p w14:paraId="3246B8F1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ZAMAWIAJĄCEGO: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5E31CD4A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3D5FA8" w14:paraId="56584D01" w14:textId="77777777" w:rsidTr="00224DC8">
        <w:trPr>
          <w:trHeight w:val="118"/>
        </w:trPr>
        <w:tc>
          <w:tcPr>
            <w:tcW w:w="4896" w:type="dxa"/>
          </w:tcPr>
          <w:p w14:paraId="30F5A174" w14:textId="77777777" w:rsidR="00224DC8" w:rsidRPr="003D5FA8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5A3FA2E0" w14:textId="77777777" w:rsidR="00224DC8" w:rsidRPr="003D5FA8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3D5FA8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  <w:tr w:rsidR="00224DC8" w:rsidRPr="003322AD" w14:paraId="734F22C2" w14:textId="77777777" w:rsidTr="00224DC8">
        <w:trPr>
          <w:trHeight w:val="833"/>
        </w:trPr>
        <w:tc>
          <w:tcPr>
            <w:tcW w:w="4896" w:type="dxa"/>
          </w:tcPr>
          <w:p w14:paraId="148F1335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WYKONAWCY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4FE084B0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3D5FA8" w14:paraId="1CB26A8E" w14:textId="77777777" w:rsidTr="00224DC8">
        <w:trPr>
          <w:trHeight w:val="225"/>
        </w:trPr>
        <w:tc>
          <w:tcPr>
            <w:tcW w:w="4896" w:type="dxa"/>
            <w:vAlign w:val="center"/>
          </w:tcPr>
          <w:p w14:paraId="3DF56FFA" w14:textId="77777777" w:rsidR="00224DC8" w:rsidRPr="003D5FA8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0BD59B45" w14:textId="77777777" w:rsidR="00224DC8" w:rsidRPr="003D5FA8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3D5FA8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</w:tbl>
    <w:p w14:paraId="03AE7DD1" w14:textId="77777777" w:rsidR="00224DC8" w:rsidRPr="003D5FA8" w:rsidRDefault="00224DC8" w:rsidP="002F0C4A">
      <w:pPr>
        <w:rPr>
          <w:rFonts w:cs="Arial"/>
          <w:sz w:val="16"/>
          <w:szCs w:val="16"/>
        </w:rPr>
      </w:pPr>
    </w:p>
    <w:p w14:paraId="581D5F31" w14:textId="77777777" w:rsidR="00224DC8" w:rsidRPr="003D5FA8" w:rsidRDefault="00224DC8" w:rsidP="002F0C4A">
      <w:pPr>
        <w:rPr>
          <w:rFonts w:cs="Arial"/>
          <w:sz w:val="16"/>
          <w:szCs w:val="16"/>
        </w:rPr>
      </w:pPr>
    </w:p>
    <w:p w14:paraId="79D9B157" w14:textId="23C77BCA" w:rsidR="00224DC8" w:rsidRDefault="00224DC8" w:rsidP="002F0C4A">
      <w:pPr>
        <w:rPr>
          <w:rFonts w:cs="Arial"/>
          <w:sz w:val="16"/>
          <w:szCs w:val="16"/>
        </w:rPr>
      </w:pPr>
    </w:p>
    <w:p w14:paraId="36E4B2A6" w14:textId="0EBB2E14" w:rsidR="003D5FA8" w:rsidRDefault="003D5FA8" w:rsidP="002F0C4A">
      <w:pPr>
        <w:rPr>
          <w:rFonts w:cs="Arial"/>
          <w:sz w:val="16"/>
          <w:szCs w:val="16"/>
        </w:rPr>
      </w:pPr>
    </w:p>
    <w:p w14:paraId="3DE36B84" w14:textId="074D9747" w:rsidR="003D5FA8" w:rsidRDefault="003D5FA8" w:rsidP="002F0C4A">
      <w:pPr>
        <w:rPr>
          <w:rFonts w:cs="Arial"/>
          <w:sz w:val="16"/>
          <w:szCs w:val="16"/>
        </w:rPr>
      </w:pPr>
    </w:p>
    <w:p w14:paraId="46B13F3B" w14:textId="26AB6F93" w:rsidR="003D5FA8" w:rsidRDefault="003D5FA8" w:rsidP="002F0C4A">
      <w:pPr>
        <w:rPr>
          <w:rFonts w:cs="Arial"/>
          <w:sz w:val="16"/>
          <w:szCs w:val="16"/>
        </w:rPr>
      </w:pPr>
    </w:p>
    <w:p w14:paraId="19E42C74" w14:textId="1404926E" w:rsidR="003D5FA8" w:rsidRDefault="003D5FA8" w:rsidP="002F0C4A">
      <w:pPr>
        <w:rPr>
          <w:rFonts w:cs="Arial"/>
          <w:sz w:val="16"/>
          <w:szCs w:val="16"/>
        </w:rPr>
      </w:pPr>
    </w:p>
    <w:p w14:paraId="0E723DF0" w14:textId="2A1AF90E" w:rsidR="003D5FA8" w:rsidRDefault="003D5FA8" w:rsidP="002F0C4A">
      <w:pPr>
        <w:rPr>
          <w:rFonts w:cs="Arial"/>
          <w:sz w:val="16"/>
          <w:szCs w:val="16"/>
        </w:rPr>
      </w:pPr>
    </w:p>
    <w:p w14:paraId="67D146E1" w14:textId="60A1F59B" w:rsidR="003D5FA8" w:rsidRDefault="003D5FA8" w:rsidP="002F0C4A">
      <w:pPr>
        <w:rPr>
          <w:rFonts w:cs="Arial"/>
          <w:sz w:val="16"/>
          <w:szCs w:val="16"/>
        </w:rPr>
      </w:pPr>
    </w:p>
    <w:p w14:paraId="40582C4D" w14:textId="5C4D2C4F" w:rsidR="003D5FA8" w:rsidRDefault="003D5FA8" w:rsidP="002F0C4A">
      <w:pPr>
        <w:rPr>
          <w:rFonts w:cs="Arial"/>
          <w:sz w:val="16"/>
          <w:szCs w:val="16"/>
        </w:rPr>
      </w:pPr>
    </w:p>
    <w:p w14:paraId="17A9C1AC" w14:textId="3EC7F335" w:rsidR="003D5FA8" w:rsidRDefault="003D5FA8" w:rsidP="002F0C4A">
      <w:pPr>
        <w:rPr>
          <w:rFonts w:cs="Arial"/>
          <w:sz w:val="16"/>
          <w:szCs w:val="16"/>
        </w:rPr>
      </w:pPr>
    </w:p>
    <w:p w14:paraId="17CA2102" w14:textId="4BE2D272" w:rsidR="003D5FA8" w:rsidRDefault="003D5FA8" w:rsidP="002F0C4A">
      <w:pPr>
        <w:rPr>
          <w:rFonts w:cs="Arial"/>
          <w:sz w:val="16"/>
          <w:szCs w:val="16"/>
        </w:rPr>
      </w:pPr>
    </w:p>
    <w:p w14:paraId="57B033A2" w14:textId="16562970" w:rsidR="003D5FA8" w:rsidRDefault="003D5FA8" w:rsidP="002F0C4A">
      <w:pPr>
        <w:rPr>
          <w:rFonts w:cs="Arial"/>
          <w:sz w:val="16"/>
          <w:szCs w:val="16"/>
        </w:rPr>
      </w:pPr>
    </w:p>
    <w:p w14:paraId="02806CEE" w14:textId="4330D77F" w:rsidR="003D5FA8" w:rsidRDefault="003D5FA8" w:rsidP="002F0C4A">
      <w:pPr>
        <w:rPr>
          <w:rFonts w:cs="Arial"/>
          <w:sz w:val="16"/>
          <w:szCs w:val="16"/>
        </w:rPr>
      </w:pPr>
    </w:p>
    <w:p w14:paraId="4AB499E5" w14:textId="1933500B" w:rsidR="003D5FA8" w:rsidRDefault="003D5FA8" w:rsidP="002F0C4A">
      <w:pPr>
        <w:rPr>
          <w:rFonts w:cs="Arial"/>
          <w:sz w:val="16"/>
          <w:szCs w:val="16"/>
        </w:rPr>
      </w:pPr>
    </w:p>
    <w:p w14:paraId="1762F657" w14:textId="37F725A4" w:rsidR="003D5FA8" w:rsidRDefault="003D5FA8" w:rsidP="002F0C4A">
      <w:pPr>
        <w:rPr>
          <w:rFonts w:cs="Arial"/>
          <w:sz w:val="16"/>
          <w:szCs w:val="16"/>
        </w:rPr>
      </w:pPr>
    </w:p>
    <w:p w14:paraId="1F6BDF3F" w14:textId="34CB7D10" w:rsidR="003D5FA8" w:rsidRDefault="003D5FA8" w:rsidP="002F0C4A">
      <w:pPr>
        <w:rPr>
          <w:rFonts w:cs="Arial"/>
          <w:sz w:val="16"/>
          <w:szCs w:val="16"/>
        </w:rPr>
      </w:pPr>
    </w:p>
    <w:p w14:paraId="7D89A281" w14:textId="257E573D" w:rsidR="003D5FA8" w:rsidRDefault="003D5FA8" w:rsidP="002F0C4A">
      <w:pPr>
        <w:rPr>
          <w:rFonts w:cs="Arial"/>
          <w:sz w:val="16"/>
          <w:szCs w:val="16"/>
        </w:rPr>
      </w:pPr>
    </w:p>
    <w:p w14:paraId="7AE579D3" w14:textId="27051DC1" w:rsidR="003D5FA8" w:rsidRDefault="003D5FA8" w:rsidP="002F0C4A">
      <w:pPr>
        <w:rPr>
          <w:rFonts w:cs="Arial"/>
          <w:sz w:val="16"/>
          <w:szCs w:val="16"/>
        </w:rPr>
      </w:pPr>
    </w:p>
    <w:p w14:paraId="0A5334E2" w14:textId="17C6604F" w:rsidR="003D5FA8" w:rsidRDefault="003D5FA8" w:rsidP="002F0C4A">
      <w:pPr>
        <w:rPr>
          <w:rFonts w:cs="Arial"/>
          <w:sz w:val="16"/>
          <w:szCs w:val="16"/>
        </w:rPr>
      </w:pPr>
    </w:p>
    <w:p w14:paraId="306980BB" w14:textId="112692A8" w:rsidR="003D5FA8" w:rsidRDefault="003D5FA8" w:rsidP="002F0C4A">
      <w:pPr>
        <w:rPr>
          <w:rFonts w:cs="Arial"/>
          <w:sz w:val="16"/>
          <w:szCs w:val="16"/>
        </w:rPr>
      </w:pPr>
    </w:p>
    <w:p w14:paraId="0FD4F54D" w14:textId="18CC7791" w:rsidR="003D5FA8" w:rsidRDefault="003D5FA8" w:rsidP="002F0C4A">
      <w:pPr>
        <w:rPr>
          <w:rFonts w:cs="Arial"/>
          <w:sz w:val="16"/>
          <w:szCs w:val="16"/>
        </w:rPr>
      </w:pPr>
    </w:p>
    <w:p w14:paraId="7713AE52" w14:textId="33AB2835" w:rsidR="003D5FA8" w:rsidRDefault="003D5FA8" w:rsidP="002F0C4A">
      <w:pPr>
        <w:rPr>
          <w:rFonts w:cs="Arial"/>
          <w:sz w:val="16"/>
          <w:szCs w:val="16"/>
        </w:rPr>
      </w:pPr>
    </w:p>
    <w:p w14:paraId="48324E4C" w14:textId="151C090C" w:rsidR="003D5FA8" w:rsidRDefault="003D5FA8" w:rsidP="002F0C4A">
      <w:pPr>
        <w:rPr>
          <w:rFonts w:cs="Arial"/>
          <w:sz w:val="16"/>
          <w:szCs w:val="16"/>
        </w:rPr>
      </w:pPr>
    </w:p>
    <w:p w14:paraId="6F93C73B" w14:textId="336F6A3A" w:rsidR="003D5FA8" w:rsidRDefault="003D5FA8" w:rsidP="002F0C4A">
      <w:pPr>
        <w:rPr>
          <w:rFonts w:cs="Arial"/>
          <w:sz w:val="16"/>
          <w:szCs w:val="16"/>
        </w:rPr>
      </w:pPr>
    </w:p>
    <w:p w14:paraId="544B1467" w14:textId="0CADB15C" w:rsidR="003D5FA8" w:rsidRDefault="003D5FA8" w:rsidP="002F0C4A">
      <w:pPr>
        <w:rPr>
          <w:rFonts w:cs="Arial"/>
          <w:sz w:val="16"/>
          <w:szCs w:val="16"/>
        </w:rPr>
      </w:pPr>
    </w:p>
    <w:p w14:paraId="7E79C8FF" w14:textId="698F6446" w:rsidR="003D5FA8" w:rsidRDefault="003D5FA8" w:rsidP="002F0C4A">
      <w:pPr>
        <w:rPr>
          <w:rFonts w:cs="Arial"/>
          <w:sz w:val="16"/>
          <w:szCs w:val="16"/>
        </w:rPr>
      </w:pPr>
    </w:p>
    <w:p w14:paraId="3D06B1DD" w14:textId="76EED79B" w:rsidR="003D5FA8" w:rsidRDefault="003D5FA8" w:rsidP="002F0C4A">
      <w:pPr>
        <w:rPr>
          <w:rFonts w:cs="Arial"/>
          <w:sz w:val="16"/>
          <w:szCs w:val="16"/>
        </w:rPr>
      </w:pPr>
    </w:p>
    <w:p w14:paraId="43D2506A" w14:textId="79033653" w:rsidR="003D5FA8" w:rsidRDefault="003D5FA8" w:rsidP="002F0C4A">
      <w:pPr>
        <w:rPr>
          <w:rFonts w:cs="Arial"/>
          <w:sz w:val="16"/>
          <w:szCs w:val="16"/>
        </w:rPr>
      </w:pPr>
    </w:p>
    <w:p w14:paraId="0B47F8A1" w14:textId="5FC1E5F1" w:rsidR="003D5FA8" w:rsidRDefault="003D5FA8" w:rsidP="002F0C4A">
      <w:pPr>
        <w:rPr>
          <w:rFonts w:cs="Arial"/>
          <w:sz w:val="16"/>
          <w:szCs w:val="16"/>
        </w:rPr>
      </w:pPr>
    </w:p>
    <w:p w14:paraId="2C9F4803" w14:textId="67C8CCF7" w:rsidR="003D5FA8" w:rsidRDefault="003D5FA8" w:rsidP="002F0C4A">
      <w:pPr>
        <w:rPr>
          <w:rFonts w:cs="Arial"/>
          <w:sz w:val="16"/>
          <w:szCs w:val="16"/>
        </w:rPr>
      </w:pPr>
    </w:p>
    <w:p w14:paraId="1D6BFCF2" w14:textId="61BB22A2" w:rsidR="003D5FA8" w:rsidRDefault="003D5FA8" w:rsidP="002F0C4A">
      <w:pPr>
        <w:rPr>
          <w:rFonts w:cs="Arial"/>
          <w:sz w:val="16"/>
          <w:szCs w:val="16"/>
        </w:rPr>
      </w:pPr>
    </w:p>
    <w:p w14:paraId="632C9A3C" w14:textId="2F819940" w:rsidR="003D5FA8" w:rsidRDefault="003D5FA8" w:rsidP="002F0C4A">
      <w:pPr>
        <w:rPr>
          <w:rFonts w:cs="Arial"/>
          <w:sz w:val="16"/>
          <w:szCs w:val="16"/>
        </w:rPr>
      </w:pPr>
    </w:p>
    <w:p w14:paraId="19E10019" w14:textId="77777777" w:rsidR="003D5FA8" w:rsidRPr="003D5FA8" w:rsidRDefault="003D5FA8" w:rsidP="002F0C4A">
      <w:pPr>
        <w:rPr>
          <w:rFonts w:cs="Arial"/>
          <w:sz w:val="16"/>
          <w:szCs w:val="16"/>
        </w:rPr>
      </w:pPr>
    </w:p>
    <w:p w14:paraId="2F754EF1" w14:textId="77777777" w:rsidR="00224DC8" w:rsidRPr="003D5FA8" w:rsidRDefault="00224DC8" w:rsidP="002F0C4A">
      <w:pPr>
        <w:rPr>
          <w:rFonts w:cs="Arial"/>
          <w:sz w:val="16"/>
          <w:szCs w:val="16"/>
        </w:rPr>
      </w:pPr>
    </w:p>
    <w:p w14:paraId="4262429A" w14:textId="77777777" w:rsidR="00224DC8" w:rsidRPr="003D5FA8" w:rsidRDefault="00224DC8" w:rsidP="002F0C4A">
      <w:pPr>
        <w:rPr>
          <w:rFonts w:cs="Arial"/>
          <w:sz w:val="16"/>
          <w:szCs w:val="16"/>
        </w:rPr>
      </w:pPr>
      <w:r w:rsidRPr="003D5FA8">
        <w:rPr>
          <w:rFonts w:cs="Arial"/>
          <w:sz w:val="16"/>
          <w:szCs w:val="16"/>
        </w:rPr>
        <w:t xml:space="preserve">Protokół wykonano w </w:t>
      </w:r>
      <w:r w:rsidRPr="003D5FA8">
        <w:rPr>
          <w:rFonts w:cs="Arial"/>
          <w:b/>
          <w:sz w:val="16"/>
          <w:szCs w:val="16"/>
        </w:rPr>
        <w:t>3</w:t>
      </w:r>
      <w:r w:rsidRPr="003D5FA8">
        <w:rPr>
          <w:rFonts w:cs="Arial"/>
          <w:sz w:val="16"/>
          <w:szCs w:val="16"/>
        </w:rPr>
        <w:t xml:space="preserve"> egzemplarzach, w tym otrzymują:</w:t>
      </w:r>
    </w:p>
    <w:p w14:paraId="0D0DC15C" w14:textId="1EBB35E4" w:rsidR="00224DC8" w:rsidRPr="003D5FA8" w:rsidRDefault="00224DC8" w:rsidP="002F0C4A">
      <w:pPr>
        <w:rPr>
          <w:rFonts w:cs="Arial"/>
          <w:sz w:val="16"/>
          <w:szCs w:val="16"/>
        </w:rPr>
      </w:pPr>
      <w:r w:rsidRPr="003D5FA8">
        <w:rPr>
          <w:rFonts w:cs="Arial"/>
          <w:sz w:val="16"/>
          <w:szCs w:val="16"/>
        </w:rPr>
        <w:t>Zamawiający</w:t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sym w:font="Wingdings" w:char="F0FE"/>
      </w:r>
      <w:r w:rsidRPr="003D5FA8">
        <w:rPr>
          <w:rFonts w:cs="Arial"/>
          <w:sz w:val="16"/>
          <w:szCs w:val="16"/>
        </w:rPr>
        <w:tab/>
        <w:t>2 egz.</w:t>
      </w:r>
      <w:r w:rsid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>Wykonawca</w:t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sym w:font="Wingdings" w:char="F0FE"/>
      </w:r>
      <w:r w:rsidRPr="003D5FA8">
        <w:rPr>
          <w:rFonts w:cs="Arial"/>
          <w:sz w:val="16"/>
          <w:szCs w:val="16"/>
        </w:rPr>
        <w:tab/>
        <w:t>1 egz.</w:t>
      </w:r>
    </w:p>
    <w:p w14:paraId="2F95C0C5" w14:textId="77777777" w:rsidR="00224DC8" w:rsidRPr="003D5FA8" w:rsidRDefault="00224DC8" w:rsidP="002F0C4A">
      <w:pPr>
        <w:rPr>
          <w:rFonts w:cs="Arial"/>
          <w:sz w:val="16"/>
          <w:szCs w:val="16"/>
        </w:rPr>
      </w:pPr>
    </w:p>
    <w:p w14:paraId="1F111DAF" w14:textId="77777777" w:rsidR="00224DC8" w:rsidRPr="003D5FA8" w:rsidRDefault="00224DC8" w:rsidP="002F0C4A">
      <w:pPr>
        <w:rPr>
          <w:rFonts w:cs="Arial"/>
          <w:sz w:val="16"/>
          <w:szCs w:val="16"/>
          <w:u w:val="single"/>
        </w:rPr>
      </w:pPr>
      <w:r w:rsidRPr="003D5FA8">
        <w:rPr>
          <w:rFonts w:cs="Arial"/>
          <w:sz w:val="16"/>
          <w:szCs w:val="16"/>
          <w:u w:val="single"/>
        </w:rPr>
        <w:t>W załączeniu:</w:t>
      </w:r>
    </w:p>
    <w:p w14:paraId="6EAC8D6D" w14:textId="7E761671" w:rsidR="00224DC8" w:rsidRPr="003D5FA8" w:rsidRDefault="00224DC8" w:rsidP="002F0C4A">
      <w:pPr>
        <w:rPr>
          <w:rFonts w:cs="Arial"/>
          <w:sz w:val="16"/>
          <w:szCs w:val="16"/>
        </w:rPr>
      </w:pPr>
      <w:r w:rsidRPr="003D5FA8">
        <w:rPr>
          <w:rFonts w:cs="Arial"/>
          <w:sz w:val="16"/>
          <w:szCs w:val="16"/>
        </w:rPr>
        <w:t>- potwierdzenie przekazania części infrastruktury do zezłomowania, wraz z określeniem przekazanego tonażu</w:t>
      </w:r>
    </w:p>
    <w:p w14:paraId="6CBA7A0B" w14:textId="4856EB02" w:rsidR="00224DC8" w:rsidRPr="003D5FA8" w:rsidRDefault="00224DC8" w:rsidP="002F0C4A">
      <w:pPr>
        <w:rPr>
          <w:rFonts w:cs="Arial"/>
          <w:sz w:val="16"/>
          <w:szCs w:val="16"/>
        </w:rPr>
      </w:pPr>
      <w:r w:rsidRPr="003D5FA8">
        <w:rPr>
          <w:rFonts w:cs="Arial"/>
          <w:sz w:val="16"/>
          <w:szCs w:val="16"/>
        </w:rPr>
        <w:t xml:space="preserve">- </w:t>
      </w:r>
      <w:r w:rsidR="00786E5D" w:rsidRPr="003D5FA8">
        <w:rPr>
          <w:rFonts w:cs="Arial"/>
          <w:sz w:val="16"/>
          <w:szCs w:val="16"/>
        </w:rPr>
        <w:t>s</w:t>
      </w:r>
      <w:r w:rsidRPr="003D5FA8">
        <w:rPr>
          <w:rFonts w:cs="Arial"/>
          <w:sz w:val="16"/>
          <w:szCs w:val="16"/>
        </w:rPr>
        <w:t>pis zdemontowanych elementów istniejącej infrastruktury ciepłowniczej w ramach prowadzonych prac</w:t>
      </w:r>
    </w:p>
    <w:p w14:paraId="48E8E41E" w14:textId="77777777" w:rsidR="00224DC8" w:rsidRDefault="00224DC8" w:rsidP="002F0C4A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1CB4309A" w14:textId="77777777" w:rsidR="00DA122E" w:rsidRDefault="00DA122E" w:rsidP="002F0C4A">
      <w:pPr>
        <w:pStyle w:val="NormalnyWeb"/>
        <w:spacing w:before="0" w:beforeAutospacing="0" w:after="0" w:afterAutospacing="0"/>
        <w:jc w:val="center"/>
        <w:rPr>
          <w:rFonts w:cs="Arial"/>
          <w:b/>
          <w:bCs/>
          <w:sz w:val="28"/>
          <w:szCs w:val="28"/>
        </w:rPr>
      </w:pPr>
    </w:p>
    <w:p w14:paraId="298430EF" w14:textId="6EED326B" w:rsidR="00224DC8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ZAŁĄCZNIK DO PROTOKOŁU</w:t>
      </w:r>
      <w:r w:rsidRPr="00BE4A0F">
        <w:rPr>
          <w:rFonts w:cs="Arial"/>
          <w:b/>
          <w:bCs/>
          <w:sz w:val="28"/>
          <w:szCs w:val="28"/>
        </w:rPr>
        <w:t xml:space="preserve"> </w:t>
      </w:r>
      <w:r>
        <w:rPr>
          <w:rFonts w:cs="Arial"/>
          <w:b/>
          <w:bCs/>
          <w:sz w:val="28"/>
          <w:szCs w:val="28"/>
        </w:rPr>
        <w:t>nr 10 / …………........ *</w:t>
      </w:r>
    </w:p>
    <w:p w14:paraId="4F561917" w14:textId="77777777" w:rsidR="00224DC8" w:rsidRPr="00CC3273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  <w:b/>
          <w:sz w:val="24"/>
          <w:szCs w:val="24"/>
        </w:rPr>
      </w:pPr>
      <w:r w:rsidRPr="00CC3273">
        <w:rPr>
          <w:rFonts w:cs="Arial"/>
          <w:b/>
          <w:sz w:val="24"/>
          <w:szCs w:val="24"/>
        </w:rPr>
        <w:t>Odbiór prac związanych z demontażem istniejącej infrastruktury ciepłowniczej</w:t>
      </w:r>
    </w:p>
    <w:p w14:paraId="350D6026" w14:textId="77777777" w:rsidR="00224DC8" w:rsidRDefault="00224DC8" w:rsidP="002F0C4A">
      <w:pPr>
        <w:rPr>
          <w:rFonts w:cs="Arial"/>
          <w:sz w:val="24"/>
        </w:rPr>
      </w:pPr>
    </w:p>
    <w:p w14:paraId="5D2E4EA5" w14:textId="77777777" w:rsidR="00224DC8" w:rsidRDefault="00224DC8" w:rsidP="002F0C4A">
      <w:pPr>
        <w:rPr>
          <w:rFonts w:cs="Arial"/>
          <w:sz w:val="24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935"/>
        <w:gridCol w:w="4678"/>
        <w:gridCol w:w="1342"/>
        <w:gridCol w:w="3251"/>
      </w:tblGrid>
      <w:tr w:rsidR="00224DC8" w14:paraId="1968CEBE" w14:textId="77777777" w:rsidTr="00A0212E">
        <w:trPr>
          <w:trHeight w:val="609"/>
          <w:jc w:val="center"/>
        </w:trPr>
        <w:tc>
          <w:tcPr>
            <w:tcW w:w="10206" w:type="dxa"/>
            <w:gridSpan w:val="4"/>
          </w:tcPr>
          <w:p w14:paraId="548BFCA9" w14:textId="77777777" w:rsidR="00224DC8" w:rsidRPr="00BB2887" w:rsidRDefault="00224DC8" w:rsidP="002F0C4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BB2887">
              <w:rPr>
                <w:rFonts w:cs="Arial"/>
                <w:b/>
                <w:sz w:val="20"/>
                <w:szCs w:val="20"/>
              </w:rPr>
              <w:t xml:space="preserve">Spis </w:t>
            </w:r>
            <w:r>
              <w:rPr>
                <w:rFonts w:cs="Arial"/>
                <w:b/>
                <w:sz w:val="20"/>
                <w:szCs w:val="20"/>
              </w:rPr>
              <w:t>zdemontowanych elementów istniejącej infrastruktury ciepłowniczej w ramach prowadzonych prac</w:t>
            </w:r>
          </w:p>
        </w:tc>
      </w:tr>
      <w:tr w:rsidR="00224DC8" w14:paraId="18C483B4" w14:textId="77777777" w:rsidTr="00A0212E">
        <w:trPr>
          <w:trHeight w:val="304"/>
          <w:jc w:val="center"/>
        </w:trPr>
        <w:tc>
          <w:tcPr>
            <w:tcW w:w="935" w:type="dxa"/>
          </w:tcPr>
          <w:p w14:paraId="64CFFF5A" w14:textId="77777777" w:rsidR="00224DC8" w:rsidRPr="00BB2887" w:rsidRDefault="00224DC8" w:rsidP="002F0C4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BB2887">
              <w:rPr>
                <w:rFonts w:cs="Arial"/>
                <w:b/>
                <w:sz w:val="20"/>
                <w:szCs w:val="20"/>
              </w:rPr>
              <w:t>L.p.</w:t>
            </w:r>
          </w:p>
        </w:tc>
        <w:tc>
          <w:tcPr>
            <w:tcW w:w="4678" w:type="dxa"/>
          </w:tcPr>
          <w:p w14:paraId="1A83FF9B" w14:textId="77777777" w:rsidR="00224DC8" w:rsidRPr="00BB2887" w:rsidRDefault="00224DC8" w:rsidP="002F0C4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BB2887">
              <w:rPr>
                <w:rFonts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342" w:type="dxa"/>
          </w:tcPr>
          <w:p w14:paraId="54F1A3F7" w14:textId="77777777" w:rsidR="00224DC8" w:rsidRPr="00BB2887" w:rsidRDefault="00224DC8" w:rsidP="002F0C4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BB2887">
              <w:rPr>
                <w:rFonts w:cs="Arial"/>
                <w:b/>
                <w:sz w:val="20"/>
                <w:szCs w:val="20"/>
              </w:rPr>
              <w:t>Ilość sztuk</w:t>
            </w:r>
          </w:p>
        </w:tc>
        <w:tc>
          <w:tcPr>
            <w:tcW w:w="3251" w:type="dxa"/>
          </w:tcPr>
          <w:p w14:paraId="552C1F95" w14:textId="77777777" w:rsidR="00224DC8" w:rsidRPr="00BB2887" w:rsidRDefault="00224DC8" w:rsidP="002F0C4A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Komentarz*</w:t>
            </w:r>
          </w:p>
        </w:tc>
      </w:tr>
      <w:tr w:rsidR="00224DC8" w14:paraId="029C0136" w14:textId="77777777" w:rsidTr="00A0212E">
        <w:trPr>
          <w:trHeight w:val="304"/>
          <w:jc w:val="center"/>
        </w:trPr>
        <w:tc>
          <w:tcPr>
            <w:tcW w:w="935" w:type="dxa"/>
          </w:tcPr>
          <w:p w14:paraId="45FD4B6F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2143C043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3F338323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363AA36B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5E470787" w14:textId="77777777" w:rsidTr="00A0212E">
        <w:trPr>
          <w:trHeight w:val="304"/>
          <w:jc w:val="center"/>
        </w:trPr>
        <w:tc>
          <w:tcPr>
            <w:tcW w:w="935" w:type="dxa"/>
          </w:tcPr>
          <w:p w14:paraId="35E73714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0238D888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59D790DA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3DDCE4EC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3CF98326" w14:textId="77777777" w:rsidTr="00A0212E">
        <w:trPr>
          <w:trHeight w:val="304"/>
          <w:jc w:val="center"/>
        </w:trPr>
        <w:tc>
          <w:tcPr>
            <w:tcW w:w="935" w:type="dxa"/>
          </w:tcPr>
          <w:p w14:paraId="65F89F0E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0DFAD433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6AAB6285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4BEF78C9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2736D844" w14:textId="77777777" w:rsidTr="00A0212E">
        <w:trPr>
          <w:trHeight w:val="304"/>
          <w:jc w:val="center"/>
        </w:trPr>
        <w:tc>
          <w:tcPr>
            <w:tcW w:w="935" w:type="dxa"/>
          </w:tcPr>
          <w:p w14:paraId="4B291143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0188039F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59FF9ACA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3DE221C8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2616B96A" w14:textId="77777777" w:rsidTr="00A0212E">
        <w:trPr>
          <w:trHeight w:val="304"/>
          <w:jc w:val="center"/>
        </w:trPr>
        <w:tc>
          <w:tcPr>
            <w:tcW w:w="935" w:type="dxa"/>
          </w:tcPr>
          <w:p w14:paraId="7E135DAD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7FD9FCC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67E828F4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5077FC4B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7618BA3B" w14:textId="77777777" w:rsidTr="00A0212E">
        <w:trPr>
          <w:trHeight w:val="304"/>
          <w:jc w:val="center"/>
        </w:trPr>
        <w:tc>
          <w:tcPr>
            <w:tcW w:w="935" w:type="dxa"/>
          </w:tcPr>
          <w:p w14:paraId="50D3EE20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6D631A90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0DFEF775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096801C6" w14:textId="77777777" w:rsidR="00224DC8" w:rsidRPr="00BB2887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23057D34" w14:textId="77777777" w:rsidTr="00A0212E">
        <w:trPr>
          <w:trHeight w:val="304"/>
          <w:jc w:val="center"/>
        </w:trPr>
        <w:tc>
          <w:tcPr>
            <w:tcW w:w="935" w:type="dxa"/>
          </w:tcPr>
          <w:p w14:paraId="2DAD5734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6DF743C6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41EFF39F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2D61FBCC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24EB1A1D" w14:textId="77777777" w:rsidTr="00A0212E">
        <w:trPr>
          <w:trHeight w:val="304"/>
          <w:jc w:val="center"/>
        </w:trPr>
        <w:tc>
          <w:tcPr>
            <w:tcW w:w="935" w:type="dxa"/>
          </w:tcPr>
          <w:p w14:paraId="24A1014B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FBB6613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6347B9D9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51B19698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76B139CE" w14:textId="77777777" w:rsidTr="00A0212E">
        <w:trPr>
          <w:trHeight w:val="304"/>
          <w:jc w:val="center"/>
        </w:trPr>
        <w:tc>
          <w:tcPr>
            <w:tcW w:w="935" w:type="dxa"/>
          </w:tcPr>
          <w:p w14:paraId="6A559CA8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7167B5DD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32B8E183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79B02CBD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44F0D1D5" w14:textId="77777777" w:rsidTr="00A0212E">
        <w:trPr>
          <w:trHeight w:val="304"/>
          <w:jc w:val="center"/>
        </w:trPr>
        <w:tc>
          <w:tcPr>
            <w:tcW w:w="935" w:type="dxa"/>
          </w:tcPr>
          <w:p w14:paraId="08038A73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0AE325F0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47331897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0E433FBC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002B1661" w14:textId="77777777" w:rsidTr="00A0212E">
        <w:trPr>
          <w:trHeight w:val="304"/>
          <w:jc w:val="center"/>
        </w:trPr>
        <w:tc>
          <w:tcPr>
            <w:tcW w:w="935" w:type="dxa"/>
          </w:tcPr>
          <w:p w14:paraId="65AEBD9B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7BACCC5B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2F28B23A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474A1597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37794AF1" w14:textId="77777777" w:rsidTr="00A0212E">
        <w:trPr>
          <w:trHeight w:val="304"/>
          <w:jc w:val="center"/>
        </w:trPr>
        <w:tc>
          <w:tcPr>
            <w:tcW w:w="935" w:type="dxa"/>
          </w:tcPr>
          <w:p w14:paraId="10063685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59665765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4633A60C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4675FD0A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21D0E374" w14:textId="77777777" w:rsidTr="00A0212E">
        <w:trPr>
          <w:trHeight w:val="304"/>
          <w:jc w:val="center"/>
        </w:trPr>
        <w:tc>
          <w:tcPr>
            <w:tcW w:w="935" w:type="dxa"/>
          </w:tcPr>
          <w:p w14:paraId="433CBF04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0C78D087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11E476E1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04B1532F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7BFAB328" w14:textId="77777777" w:rsidTr="00A0212E">
        <w:trPr>
          <w:trHeight w:val="304"/>
          <w:jc w:val="center"/>
        </w:trPr>
        <w:tc>
          <w:tcPr>
            <w:tcW w:w="935" w:type="dxa"/>
          </w:tcPr>
          <w:p w14:paraId="65B2A783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11D14CA5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257619AE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3EC3E37B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559CDCB3" w14:textId="77777777" w:rsidTr="00A0212E">
        <w:trPr>
          <w:trHeight w:val="304"/>
          <w:jc w:val="center"/>
        </w:trPr>
        <w:tc>
          <w:tcPr>
            <w:tcW w:w="935" w:type="dxa"/>
          </w:tcPr>
          <w:p w14:paraId="5BB7FEB0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CB29B33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2AF8D7A2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27752F1B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101C9296" w14:textId="77777777" w:rsidTr="00A0212E">
        <w:trPr>
          <w:trHeight w:val="304"/>
          <w:jc w:val="center"/>
        </w:trPr>
        <w:tc>
          <w:tcPr>
            <w:tcW w:w="935" w:type="dxa"/>
          </w:tcPr>
          <w:p w14:paraId="7DCB9A36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06E80BFF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0F20EB37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7CEC4B95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2F6B0101" w14:textId="77777777" w:rsidTr="00A0212E">
        <w:trPr>
          <w:trHeight w:val="304"/>
          <w:jc w:val="center"/>
        </w:trPr>
        <w:tc>
          <w:tcPr>
            <w:tcW w:w="935" w:type="dxa"/>
          </w:tcPr>
          <w:p w14:paraId="333036EC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5BB7B893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3230CC20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1513B09C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7187BA1C" w14:textId="77777777" w:rsidTr="00A0212E">
        <w:trPr>
          <w:trHeight w:val="304"/>
          <w:jc w:val="center"/>
        </w:trPr>
        <w:tc>
          <w:tcPr>
            <w:tcW w:w="935" w:type="dxa"/>
          </w:tcPr>
          <w:p w14:paraId="37123CE9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51B77D4D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074ED7D4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76BAA638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082E3043" w14:textId="77777777" w:rsidTr="00A0212E">
        <w:trPr>
          <w:trHeight w:val="304"/>
          <w:jc w:val="center"/>
        </w:trPr>
        <w:tc>
          <w:tcPr>
            <w:tcW w:w="935" w:type="dxa"/>
          </w:tcPr>
          <w:p w14:paraId="7EFBC977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1C6CDFD5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17D39CC3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2C31A907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1BDB847E" w14:textId="77777777" w:rsidTr="00A0212E">
        <w:trPr>
          <w:trHeight w:val="304"/>
          <w:jc w:val="center"/>
        </w:trPr>
        <w:tc>
          <w:tcPr>
            <w:tcW w:w="935" w:type="dxa"/>
          </w:tcPr>
          <w:p w14:paraId="6EFE2F16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28615A67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39D5DB30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5C469C00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55D20CBB" w14:textId="77777777" w:rsidTr="00A0212E">
        <w:trPr>
          <w:trHeight w:val="304"/>
          <w:jc w:val="center"/>
        </w:trPr>
        <w:tc>
          <w:tcPr>
            <w:tcW w:w="935" w:type="dxa"/>
          </w:tcPr>
          <w:p w14:paraId="4F769D1B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1475EBA7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0ADE2D27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0876EF96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6D53B68F" w14:textId="77777777" w:rsidTr="00A0212E">
        <w:trPr>
          <w:trHeight w:val="304"/>
          <w:jc w:val="center"/>
        </w:trPr>
        <w:tc>
          <w:tcPr>
            <w:tcW w:w="935" w:type="dxa"/>
          </w:tcPr>
          <w:p w14:paraId="763F4775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74A5586C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063E306F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1AD4B5EB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60EF18CC" w14:textId="77777777" w:rsidTr="00A0212E">
        <w:trPr>
          <w:trHeight w:val="304"/>
          <w:jc w:val="center"/>
        </w:trPr>
        <w:tc>
          <w:tcPr>
            <w:tcW w:w="935" w:type="dxa"/>
          </w:tcPr>
          <w:p w14:paraId="3F8F8303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7FA1D5B0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7E8FCBB4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6D86A183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150159AA" w14:textId="77777777" w:rsidTr="00A0212E">
        <w:trPr>
          <w:trHeight w:val="304"/>
          <w:jc w:val="center"/>
        </w:trPr>
        <w:tc>
          <w:tcPr>
            <w:tcW w:w="935" w:type="dxa"/>
          </w:tcPr>
          <w:p w14:paraId="4F972DD7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75C661E0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56A5C73C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30D92230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39EB2D05" w14:textId="77777777" w:rsidTr="00A0212E">
        <w:trPr>
          <w:trHeight w:val="304"/>
          <w:jc w:val="center"/>
        </w:trPr>
        <w:tc>
          <w:tcPr>
            <w:tcW w:w="935" w:type="dxa"/>
          </w:tcPr>
          <w:p w14:paraId="6FD99A82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0A095F92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24A41EB6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473AE836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0A88AFEE" w14:textId="77777777" w:rsidTr="00A0212E">
        <w:trPr>
          <w:trHeight w:val="304"/>
          <w:jc w:val="center"/>
        </w:trPr>
        <w:tc>
          <w:tcPr>
            <w:tcW w:w="935" w:type="dxa"/>
          </w:tcPr>
          <w:p w14:paraId="0E2AE4A6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1E9260E4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709BC139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2250A2F7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033A76B7" w14:textId="77777777" w:rsidTr="00A0212E">
        <w:trPr>
          <w:trHeight w:val="304"/>
          <w:jc w:val="center"/>
        </w:trPr>
        <w:tc>
          <w:tcPr>
            <w:tcW w:w="935" w:type="dxa"/>
          </w:tcPr>
          <w:p w14:paraId="38D1FAE7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6A9347A8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2F30ECC5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02F81B42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1919545E" w14:textId="77777777" w:rsidTr="00A0212E">
        <w:trPr>
          <w:trHeight w:val="304"/>
          <w:jc w:val="center"/>
        </w:trPr>
        <w:tc>
          <w:tcPr>
            <w:tcW w:w="935" w:type="dxa"/>
          </w:tcPr>
          <w:p w14:paraId="74E905C0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2A8E7B3A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371A223C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00A01A30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24DC8" w14:paraId="74C816C7" w14:textId="77777777" w:rsidTr="00A0212E">
        <w:trPr>
          <w:trHeight w:val="304"/>
          <w:jc w:val="center"/>
        </w:trPr>
        <w:tc>
          <w:tcPr>
            <w:tcW w:w="935" w:type="dxa"/>
          </w:tcPr>
          <w:p w14:paraId="7BC66513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78" w:type="dxa"/>
          </w:tcPr>
          <w:p w14:paraId="052087D3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42" w:type="dxa"/>
          </w:tcPr>
          <w:p w14:paraId="4C075389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51" w:type="dxa"/>
          </w:tcPr>
          <w:p w14:paraId="501C9D37" w14:textId="77777777" w:rsidR="00224DC8" w:rsidRPr="001877EF" w:rsidRDefault="00224DC8" w:rsidP="002F0C4A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22DDF488" w14:textId="7DC30A56" w:rsidR="00224DC8" w:rsidRDefault="00224DC8" w:rsidP="002F0C4A">
      <w:pPr>
        <w:rPr>
          <w:rFonts w:cs="Arial"/>
          <w:sz w:val="24"/>
        </w:rPr>
      </w:pPr>
    </w:p>
    <w:p w14:paraId="37FADCB3" w14:textId="77777777" w:rsidR="00224DC8" w:rsidRDefault="00224DC8" w:rsidP="002F0C4A">
      <w:pPr>
        <w:rPr>
          <w:rFonts w:cs="Arial"/>
          <w:sz w:val="24"/>
        </w:rPr>
      </w:pPr>
    </w:p>
    <w:p w14:paraId="2DF189F5" w14:textId="77777777" w:rsidR="00224DC8" w:rsidRDefault="00224DC8" w:rsidP="002F0C4A">
      <w:pPr>
        <w:rPr>
          <w:rFonts w:cs="Arial"/>
          <w:sz w:val="24"/>
        </w:rPr>
      </w:pPr>
    </w:p>
    <w:p w14:paraId="2646480F" w14:textId="4018064F" w:rsidR="00224DC8" w:rsidRPr="00347ADD" w:rsidRDefault="00224DC8" w:rsidP="002F0C4A">
      <w:pPr>
        <w:rPr>
          <w:rFonts w:cs="Arial"/>
          <w:sz w:val="20"/>
          <w:szCs w:val="20"/>
        </w:rPr>
      </w:pPr>
      <w:r w:rsidRPr="00347ADD">
        <w:rPr>
          <w:rFonts w:cs="Arial"/>
          <w:sz w:val="20"/>
          <w:szCs w:val="20"/>
        </w:rPr>
        <w:t>*Należy wskazać, czy urządzenie zosta</w:t>
      </w:r>
      <w:r>
        <w:rPr>
          <w:rFonts w:cs="Arial"/>
          <w:sz w:val="20"/>
          <w:szCs w:val="20"/>
        </w:rPr>
        <w:t>ło zezłomowane, czy przekazane Z</w:t>
      </w:r>
      <w:r w:rsidRPr="00347ADD">
        <w:rPr>
          <w:rFonts w:cs="Arial"/>
          <w:sz w:val="20"/>
          <w:szCs w:val="20"/>
        </w:rPr>
        <w:t>amawiającemu</w:t>
      </w:r>
      <w:r w:rsidR="00786E5D">
        <w:rPr>
          <w:rFonts w:cs="Arial"/>
          <w:sz w:val="20"/>
          <w:szCs w:val="20"/>
        </w:rPr>
        <w:t>.</w:t>
      </w:r>
      <w:r w:rsidRPr="00347ADD">
        <w:rPr>
          <w:rFonts w:cs="Arial"/>
          <w:sz w:val="20"/>
          <w:szCs w:val="20"/>
        </w:rPr>
        <w:br w:type="page"/>
      </w:r>
    </w:p>
    <w:p w14:paraId="0A745BEB" w14:textId="77777777" w:rsidR="00DA122E" w:rsidRPr="00595E0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22"/>
          <w:szCs w:val="22"/>
        </w:rPr>
      </w:pPr>
      <w:r w:rsidRPr="00595E0E">
        <w:rPr>
          <w:rFonts w:cs="Arial"/>
          <w:bCs/>
          <w:sz w:val="22"/>
          <w:szCs w:val="22"/>
        </w:rPr>
        <w:lastRenderedPageBreak/>
        <w:t xml:space="preserve">Toruń, </w:t>
      </w:r>
      <w:r w:rsidRPr="00595E0E">
        <w:rPr>
          <w:rFonts w:cs="Arial"/>
          <w:b/>
          <w:bCs/>
          <w:sz w:val="22"/>
          <w:szCs w:val="22"/>
        </w:rPr>
        <w:t>..…………</w:t>
      </w:r>
    </w:p>
    <w:p w14:paraId="2CF701B7" w14:textId="77777777" w:rsidR="00DA122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12"/>
          <w:szCs w:val="12"/>
        </w:rPr>
      </w:pPr>
      <w:r w:rsidRPr="00CD7E0C">
        <w:rPr>
          <w:rFonts w:cs="Arial"/>
          <w:b/>
          <w:bCs/>
          <w:sz w:val="12"/>
          <w:szCs w:val="12"/>
        </w:rPr>
        <w:t>(miejscowość i data)</w:t>
      </w:r>
    </w:p>
    <w:p w14:paraId="1B099DED" w14:textId="77777777" w:rsidR="00DA122E" w:rsidRPr="00CD7E0C" w:rsidRDefault="00DA122E" w:rsidP="00DA122E">
      <w:pPr>
        <w:pStyle w:val="NormalnyWeb"/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4FB26004" w14:textId="6E20BCD1" w:rsidR="00224DC8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</w:rPr>
      </w:pPr>
      <w:r w:rsidRPr="00BE4A0F">
        <w:rPr>
          <w:rFonts w:cs="Arial"/>
          <w:b/>
          <w:bCs/>
          <w:sz w:val="28"/>
          <w:szCs w:val="28"/>
        </w:rPr>
        <w:t xml:space="preserve">PROTOKÓŁ </w:t>
      </w:r>
      <w:r>
        <w:rPr>
          <w:rFonts w:cs="Arial"/>
          <w:b/>
          <w:bCs/>
          <w:sz w:val="28"/>
          <w:szCs w:val="28"/>
        </w:rPr>
        <w:t>nr 11</w:t>
      </w:r>
      <w:r w:rsidR="00F07F9E">
        <w:rPr>
          <w:rFonts w:cs="Arial"/>
          <w:b/>
          <w:bCs/>
          <w:sz w:val="28"/>
          <w:szCs w:val="28"/>
        </w:rPr>
        <w:t xml:space="preserve"> </w:t>
      </w:r>
      <w:r>
        <w:rPr>
          <w:rFonts w:cs="Arial"/>
          <w:b/>
          <w:bCs/>
          <w:sz w:val="28"/>
          <w:szCs w:val="28"/>
        </w:rPr>
        <w:t>/ ………………………………*</w:t>
      </w:r>
    </w:p>
    <w:p w14:paraId="091A6115" w14:textId="77777777" w:rsidR="00224DC8" w:rsidRPr="00CC3273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  <w:b/>
          <w:sz w:val="24"/>
          <w:szCs w:val="24"/>
        </w:rPr>
      </w:pPr>
      <w:r w:rsidRPr="00CC3273">
        <w:rPr>
          <w:rFonts w:cs="Arial"/>
          <w:b/>
          <w:sz w:val="24"/>
          <w:szCs w:val="24"/>
        </w:rPr>
        <w:t>Odbiór terenu po zakończeniu prac budowlanych</w:t>
      </w:r>
    </w:p>
    <w:p w14:paraId="768AEBE7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4A88FB2C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Numer umowy: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0418A360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40404BED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 w:rsidRPr="00AD42DF">
        <w:rPr>
          <w:rFonts w:cs="Arial"/>
          <w:sz w:val="20"/>
          <w:szCs w:val="20"/>
          <w:u w:val="single"/>
        </w:rPr>
        <w:t>Nazwa wykonawcy:</w:t>
      </w:r>
      <w:r>
        <w:rPr>
          <w:rFonts w:cs="Arial"/>
          <w:sz w:val="20"/>
          <w:szCs w:val="20"/>
          <w:u w:val="single"/>
        </w:rPr>
        <w:tab/>
      </w:r>
    </w:p>
    <w:p w14:paraId="7DADA9D2" w14:textId="77777777" w:rsidR="00DA122E" w:rsidRDefault="00DA122E" w:rsidP="00DA122E">
      <w:pPr>
        <w:jc w:val="both"/>
        <w:rPr>
          <w:rFonts w:cs="Arial"/>
          <w:sz w:val="20"/>
          <w:szCs w:val="20"/>
          <w:u w:val="single"/>
        </w:rPr>
      </w:pPr>
    </w:p>
    <w:p w14:paraId="0A58DE9E" w14:textId="77777777" w:rsidR="00DA122E" w:rsidRPr="003322AD" w:rsidRDefault="00DA122E" w:rsidP="00DA122E">
      <w:pPr>
        <w:jc w:val="both"/>
        <w:rPr>
          <w:rFonts w:cs="Arial"/>
          <w:b/>
          <w:sz w:val="20"/>
          <w:szCs w:val="20"/>
        </w:rPr>
      </w:pPr>
      <w:r w:rsidRPr="003322AD">
        <w:rPr>
          <w:rFonts w:cs="Arial"/>
          <w:sz w:val="20"/>
          <w:szCs w:val="20"/>
          <w:u w:val="single"/>
        </w:rPr>
        <w:t>Zadanie: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0E611AA9" w14:textId="77777777" w:rsidR="00DA122E" w:rsidRDefault="00DA122E" w:rsidP="00DA122E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3AD1F7A5" w14:textId="5BA92700" w:rsidR="00224DC8" w:rsidRPr="003322AD" w:rsidRDefault="00224DC8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 xml:space="preserve">W dniu </w:t>
      </w:r>
      <w:r w:rsidRPr="003322AD">
        <w:rPr>
          <w:rFonts w:cs="Arial"/>
          <w:b/>
          <w:sz w:val="20"/>
          <w:szCs w:val="20"/>
        </w:rPr>
        <w:t>………………..</w:t>
      </w:r>
      <w:r w:rsidRPr="003322AD">
        <w:rPr>
          <w:rFonts w:cs="Arial"/>
          <w:sz w:val="20"/>
          <w:szCs w:val="20"/>
        </w:rPr>
        <w:t xml:space="preserve">  w sprawie przekazania terenu w rejonie ul. ……………………… w ………………………., działka(-i) nr: ………………………………………………</w:t>
      </w:r>
      <w:r>
        <w:rPr>
          <w:rFonts w:cs="Arial"/>
          <w:sz w:val="20"/>
          <w:szCs w:val="20"/>
        </w:rPr>
        <w:t>……………….</w:t>
      </w:r>
    </w:p>
    <w:p w14:paraId="2416383B" w14:textId="1F2E525F" w:rsidR="00224DC8" w:rsidRPr="003322AD" w:rsidRDefault="00224DC8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Odbierający przyjmuje</w:t>
      </w:r>
      <w:r>
        <w:rPr>
          <w:rFonts w:cs="Arial"/>
          <w:sz w:val="20"/>
          <w:szCs w:val="20"/>
        </w:rPr>
        <w:t>/nie przyjmuje</w:t>
      </w:r>
      <w:r w:rsidR="00786E5D">
        <w:rPr>
          <w:rFonts w:cs="Arial"/>
          <w:sz w:val="20"/>
          <w:szCs w:val="20"/>
        </w:rPr>
        <w:t>*</w:t>
      </w:r>
      <w:r w:rsidRPr="003322AD">
        <w:rPr>
          <w:rFonts w:cs="Arial"/>
          <w:sz w:val="20"/>
          <w:szCs w:val="20"/>
        </w:rPr>
        <w:t xml:space="preserve"> teren</w:t>
      </w:r>
      <w:r>
        <w:rPr>
          <w:rFonts w:cs="Arial"/>
          <w:sz w:val="20"/>
          <w:szCs w:val="20"/>
        </w:rPr>
        <w:t>(-u)</w:t>
      </w:r>
      <w:r w:rsidRPr="003322AD">
        <w:rPr>
          <w:rFonts w:cs="Arial"/>
          <w:sz w:val="20"/>
          <w:szCs w:val="20"/>
        </w:rPr>
        <w:t xml:space="preserve"> po wykonaniu przez Wykonawcę ……………………….. działającego z ramienia ……………………….. odcinka sieci ciepłowniczej.</w:t>
      </w:r>
    </w:p>
    <w:p w14:paraId="0377E742" w14:textId="77777777" w:rsidR="00224DC8" w:rsidRPr="003322AD" w:rsidRDefault="00224DC8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29EF8ED1" w14:textId="77777777" w:rsidR="00224DC8" w:rsidRPr="003322AD" w:rsidRDefault="00224DC8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Teren po zakończeniu robót został przywrócony do stanu pierwotnego (sprzed rozpoczęcia robót).</w:t>
      </w:r>
    </w:p>
    <w:p w14:paraId="6646B879" w14:textId="77777777" w:rsidR="00224DC8" w:rsidRPr="003322AD" w:rsidRDefault="00224DC8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421FDDE9" w14:textId="7C5F37EF" w:rsidR="00224DC8" w:rsidRPr="003322AD" w:rsidRDefault="00224DC8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Odbierający teren nie wnosi</w:t>
      </w:r>
      <w:r>
        <w:rPr>
          <w:rFonts w:cs="Arial"/>
          <w:sz w:val="20"/>
          <w:szCs w:val="20"/>
        </w:rPr>
        <w:t>/wnosi*</w:t>
      </w:r>
      <w:r w:rsidRPr="003322AD">
        <w:rPr>
          <w:rFonts w:cs="Arial"/>
          <w:sz w:val="20"/>
          <w:szCs w:val="20"/>
        </w:rPr>
        <w:t xml:space="preserve"> uwag</w:t>
      </w:r>
      <w:r w:rsidR="000D35E0">
        <w:rPr>
          <w:rFonts w:cs="Arial"/>
          <w:sz w:val="20"/>
          <w:szCs w:val="20"/>
        </w:rPr>
        <w:t>(-i)</w:t>
      </w:r>
      <w:r w:rsidRPr="003322AD">
        <w:rPr>
          <w:rFonts w:cs="Arial"/>
          <w:sz w:val="20"/>
          <w:szCs w:val="20"/>
        </w:rPr>
        <w:t xml:space="preserve"> co do sposobu odtworzenia terenu i oświadcza, iż nie będzie</w:t>
      </w:r>
      <w:r>
        <w:rPr>
          <w:rFonts w:cs="Arial"/>
          <w:sz w:val="20"/>
          <w:szCs w:val="20"/>
        </w:rPr>
        <w:t>/będzie*</w:t>
      </w:r>
      <w:r w:rsidRPr="003322AD">
        <w:rPr>
          <w:rFonts w:cs="Arial"/>
          <w:sz w:val="20"/>
          <w:szCs w:val="20"/>
        </w:rPr>
        <w:t xml:space="preserve"> wnosił z tego tytułu żadnych roszczeń.</w:t>
      </w:r>
    </w:p>
    <w:p w14:paraId="5B911952" w14:textId="6CBF00A7" w:rsidR="00224DC8" w:rsidRPr="003322AD" w:rsidRDefault="00224DC8" w:rsidP="002F0C4A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Uwagi: …………………………………………………………………………………………………………………………………</w:t>
      </w:r>
      <w:r w:rsidR="000D35E0">
        <w:rPr>
          <w:rFonts w:cs="Arial"/>
          <w:sz w:val="20"/>
          <w:szCs w:val="20"/>
        </w:rPr>
        <w:t>..</w:t>
      </w:r>
      <w:r w:rsidRPr="003322AD">
        <w:rPr>
          <w:rFonts w:cs="Arial"/>
          <w:sz w:val="20"/>
          <w:szCs w:val="20"/>
        </w:rPr>
        <w:t>…………………………………………………………………………………………………………</w:t>
      </w:r>
      <w:r w:rsidR="000D35E0">
        <w:rPr>
          <w:rFonts w:cs="Arial"/>
          <w:sz w:val="20"/>
          <w:szCs w:val="20"/>
        </w:rPr>
        <w:t>………………………..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96"/>
        <w:gridCol w:w="4166"/>
      </w:tblGrid>
      <w:tr w:rsidR="00224DC8" w:rsidRPr="003322AD" w14:paraId="68D8DF0F" w14:textId="77777777" w:rsidTr="00224DC8">
        <w:trPr>
          <w:trHeight w:val="855"/>
        </w:trPr>
        <w:tc>
          <w:tcPr>
            <w:tcW w:w="4896" w:type="dxa"/>
          </w:tcPr>
          <w:p w14:paraId="68854B48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WŁAŚCICIELA TERENU</w:t>
            </w:r>
            <w:r w:rsidRPr="003322AD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5CA609F5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3D5FA8" w14:paraId="402CB1C2" w14:textId="77777777" w:rsidTr="00224DC8">
        <w:trPr>
          <w:trHeight w:val="97"/>
        </w:trPr>
        <w:tc>
          <w:tcPr>
            <w:tcW w:w="4896" w:type="dxa"/>
          </w:tcPr>
          <w:p w14:paraId="62F2213B" w14:textId="77777777" w:rsidR="00224DC8" w:rsidRPr="003D5FA8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7DF1CC04" w14:textId="77777777" w:rsidR="00224DC8" w:rsidRPr="003D5FA8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3D5FA8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  <w:tr w:rsidR="00224DC8" w:rsidRPr="003322AD" w14:paraId="6136273A" w14:textId="77777777" w:rsidTr="00224DC8">
        <w:trPr>
          <w:trHeight w:val="885"/>
        </w:trPr>
        <w:tc>
          <w:tcPr>
            <w:tcW w:w="4896" w:type="dxa"/>
          </w:tcPr>
          <w:p w14:paraId="0DAC4682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ZAMAWIAJĄCEGO: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25199357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3D5FA8" w14:paraId="4C40809A" w14:textId="77777777" w:rsidTr="00224DC8">
        <w:trPr>
          <w:trHeight w:val="118"/>
        </w:trPr>
        <w:tc>
          <w:tcPr>
            <w:tcW w:w="4896" w:type="dxa"/>
          </w:tcPr>
          <w:p w14:paraId="758BC5DE" w14:textId="77777777" w:rsidR="00224DC8" w:rsidRPr="003D5FA8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0E32C1C6" w14:textId="77777777" w:rsidR="00224DC8" w:rsidRPr="003D5FA8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3D5FA8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  <w:tr w:rsidR="00224DC8" w:rsidRPr="003322AD" w14:paraId="570A74FC" w14:textId="77777777" w:rsidTr="00224DC8">
        <w:trPr>
          <w:trHeight w:val="833"/>
        </w:trPr>
        <w:tc>
          <w:tcPr>
            <w:tcW w:w="4896" w:type="dxa"/>
          </w:tcPr>
          <w:p w14:paraId="61926C36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WYKONAWCY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494E2C68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3D5FA8" w14:paraId="71C5B70C" w14:textId="77777777" w:rsidTr="00224DC8">
        <w:trPr>
          <w:trHeight w:val="225"/>
        </w:trPr>
        <w:tc>
          <w:tcPr>
            <w:tcW w:w="4896" w:type="dxa"/>
            <w:vAlign w:val="center"/>
          </w:tcPr>
          <w:p w14:paraId="4736D445" w14:textId="77777777" w:rsidR="00224DC8" w:rsidRPr="003D5FA8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1D7A240D" w14:textId="77777777" w:rsidR="00224DC8" w:rsidRPr="003D5FA8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3D5FA8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</w:tbl>
    <w:p w14:paraId="5A058E14" w14:textId="2DB512AC" w:rsidR="00224DC8" w:rsidRDefault="00224DC8" w:rsidP="002F0C4A">
      <w:pPr>
        <w:rPr>
          <w:rFonts w:cs="Arial"/>
          <w:sz w:val="16"/>
          <w:szCs w:val="16"/>
        </w:rPr>
      </w:pPr>
    </w:p>
    <w:p w14:paraId="169A181E" w14:textId="4325A9C0" w:rsidR="003D5FA8" w:rsidRDefault="003D5FA8" w:rsidP="002F0C4A">
      <w:pPr>
        <w:rPr>
          <w:rFonts w:cs="Arial"/>
          <w:sz w:val="16"/>
          <w:szCs w:val="16"/>
        </w:rPr>
      </w:pPr>
    </w:p>
    <w:p w14:paraId="16EE1620" w14:textId="033CDE55" w:rsidR="003D5FA8" w:rsidRDefault="003D5FA8" w:rsidP="002F0C4A">
      <w:pPr>
        <w:rPr>
          <w:rFonts w:cs="Arial"/>
          <w:sz w:val="16"/>
          <w:szCs w:val="16"/>
        </w:rPr>
      </w:pPr>
    </w:p>
    <w:p w14:paraId="512A165B" w14:textId="6B9489F1" w:rsidR="003D5FA8" w:rsidRDefault="003D5FA8" w:rsidP="002F0C4A">
      <w:pPr>
        <w:rPr>
          <w:rFonts w:cs="Arial"/>
          <w:sz w:val="16"/>
          <w:szCs w:val="16"/>
        </w:rPr>
      </w:pPr>
    </w:p>
    <w:p w14:paraId="3C7CE3CD" w14:textId="020D45FD" w:rsidR="003D5FA8" w:rsidRDefault="003D5FA8" w:rsidP="002F0C4A">
      <w:pPr>
        <w:rPr>
          <w:rFonts w:cs="Arial"/>
          <w:sz w:val="16"/>
          <w:szCs w:val="16"/>
        </w:rPr>
      </w:pPr>
    </w:p>
    <w:p w14:paraId="5242BE58" w14:textId="3F5C0248" w:rsidR="003D5FA8" w:rsidRDefault="003D5FA8" w:rsidP="002F0C4A">
      <w:pPr>
        <w:rPr>
          <w:rFonts w:cs="Arial"/>
          <w:sz w:val="16"/>
          <w:szCs w:val="16"/>
        </w:rPr>
      </w:pPr>
    </w:p>
    <w:p w14:paraId="47D047E4" w14:textId="78A52B44" w:rsidR="003D5FA8" w:rsidRDefault="003D5FA8" w:rsidP="002F0C4A">
      <w:pPr>
        <w:rPr>
          <w:rFonts w:cs="Arial"/>
          <w:sz w:val="16"/>
          <w:szCs w:val="16"/>
        </w:rPr>
      </w:pPr>
    </w:p>
    <w:p w14:paraId="7379D8F8" w14:textId="49187EC9" w:rsidR="003D5FA8" w:rsidRDefault="003D5FA8" w:rsidP="002F0C4A">
      <w:pPr>
        <w:rPr>
          <w:rFonts w:cs="Arial"/>
          <w:sz w:val="16"/>
          <w:szCs w:val="16"/>
        </w:rPr>
      </w:pPr>
    </w:p>
    <w:p w14:paraId="4BC4C35B" w14:textId="78930BF0" w:rsidR="003D5FA8" w:rsidRDefault="003D5FA8" w:rsidP="002F0C4A">
      <w:pPr>
        <w:rPr>
          <w:rFonts w:cs="Arial"/>
          <w:sz w:val="16"/>
          <w:szCs w:val="16"/>
        </w:rPr>
      </w:pPr>
    </w:p>
    <w:p w14:paraId="3C3DEC6D" w14:textId="466C4AA8" w:rsidR="003D5FA8" w:rsidRDefault="003D5FA8" w:rsidP="002F0C4A">
      <w:pPr>
        <w:rPr>
          <w:rFonts w:cs="Arial"/>
          <w:sz w:val="16"/>
          <w:szCs w:val="16"/>
        </w:rPr>
      </w:pPr>
    </w:p>
    <w:p w14:paraId="4378F60F" w14:textId="77777777" w:rsidR="003D5FA8" w:rsidRDefault="003D5FA8" w:rsidP="002F0C4A">
      <w:pPr>
        <w:rPr>
          <w:rFonts w:cs="Arial"/>
          <w:sz w:val="16"/>
          <w:szCs w:val="16"/>
        </w:rPr>
      </w:pPr>
    </w:p>
    <w:p w14:paraId="5F4796DA" w14:textId="1524313E" w:rsidR="003D5FA8" w:rsidRDefault="003D5FA8" w:rsidP="002F0C4A">
      <w:pPr>
        <w:rPr>
          <w:rFonts w:cs="Arial"/>
          <w:sz w:val="16"/>
          <w:szCs w:val="16"/>
        </w:rPr>
      </w:pPr>
    </w:p>
    <w:p w14:paraId="2881DA96" w14:textId="120A1629" w:rsidR="003D5FA8" w:rsidRDefault="003D5FA8" w:rsidP="002F0C4A">
      <w:pPr>
        <w:rPr>
          <w:rFonts w:cs="Arial"/>
          <w:sz w:val="16"/>
          <w:szCs w:val="16"/>
        </w:rPr>
      </w:pPr>
    </w:p>
    <w:p w14:paraId="2800D6D2" w14:textId="1BC20994" w:rsidR="003D5FA8" w:rsidRDefault="003D5FA8" w:rsidP="002F0C4A">
      <w:pPr>
        <w:rPr>
          <w:rFonts w:cs="Arial"/>
          <w:sz w:val="16"/>
          <w:szCs w:val="16"/>
        </w:rPr>
      </w:pPr>
    </w:p>
    <w:p w14:paraId="7DF64050" w14:textId="7DD1C9BD" w:rsidR="003D5FA8" w:rsidRDefault="003D5FA8" w:rsidP="002F0C4A">
      <w:pPr>
        <w:rPr>
          <w:rFonts w:cs="Arial"/>
          <w:sz w:val="16"/>
          <w:szCs w:val="16"/>
        </w:rPr>
      </w:pPr>
    </w:p>
    <w:p w14:paraId="743545BA" w14:textId="14F3FB79" w:rsidR="003D5FA8" w:rsidRDefault="003D5FA8" w:rsidP="002F0C4A">
      <w:pPr>
        <w:rPr>
          <w:rFonts w:cs="Arial"/>
          <w:sz w:val="16"/>
          <w:szCs w:val="16"/>
        </w:rPr>
      </w:pPr>
    </w:p>
    <w:p w14:paraId="6F03016F" w14:textId="039F2C38" w:rsidR="003D5FA8" w:rsidRDefault="003D5FA8" w:rsidP="002F0C4A">
      <w:pPr>
        <w:rPr>
          <w:rFonts w:cs="Arial"/>
          <w:sz w:val="16"/>
          <w:szCs w:val="16"/>
        </w:rPr>
      </w:pPr>
    </w:p>
    <w:p w14:paraId="0C7000B7" w14:textId="0E31F06F" w:rsidR="003D5FA8" w:rsidRDefault="003D5FA8" w:rsidP="002F0C4A">
      <w:pPr>
        <w:rPr>
          <w:rFonts w:cs="Arial"/>
          <w:sz w:val="16"/>
          <w:szCs w:val="16"/>
        </w:rPr>
      </w:pPr>
    </w:p>
    <w:p w14:paraId="2CE18F64" w14:textId="77777777" w:rsidR="003D5FA8" w:rsidRDefault="003D5FA8" w:rsidP="002F0C4A">
      <w:pPr>
        <w:rPr>
          <w:rFonts w:cs="Arial"/>
          <w:sz w:val="16"/>
          <w:szCs w:val="16"/>
        </w:rPr>
      </w:pPr>
    </w:p>
    <w:p w14:paraId="54CED1E9" w14:textId="4F856ECA" w:rsidR="003D5FA8" w:rsidRDefault="003D5FA8" w:rsidP="002F0C4A">
      <w:pPr>
        <w:rPr>
          <w:rFonts w:cs="Arial"/>
          <w:sz w:val="16"/>
          <w:szCs w:val="16"/>
        </w:rPr>
      </w:pPr>
    </w:p>
    <w:p w14:paraId="4CF8281A" w14:textId="342C053D" w:rsidR="003D5FA8" w:rsidRDefault="003D5FA8" w:rsidP="002F0C4A">
      <w:pPr>
        <w:rPr>
          <w:rFonts w:cs="Arial"/>
          <w:sz w:val="16"/>
          <w:szCs w:val="16"/>
        </w:rPr>
      </w:pPr>
    </w:p>
    <w:p w14:paraId="17D1D05A" w14:textId="0550CA75" w:rsidR="003D5FA8" w:rsidRDefault="003D5FA8" w:rsidP="002F0C4A">
      <w:pPr>
        <w:rPr>
          <w:rFonts w:cs="Arial"/>
          <w:sz w:val="16"/>
          <w:szCs w:val="16"/>
        </w:rPr>
      </w:pPr>
    </w:p>
    <w:p w14:paraId="0773A1BB" w14:textId="7AC63852" w:rsidR="003D5FA8" w:rsidRDefault="003D5FA8" w:rsidP="002F0C4A">
      <w:pPr>
        <w:rPr>
          <w:rFonts w:cs="Arial"/>
          <w:sz w:val="16"/>
          <w:szCs w:val="16"/>
        </w:rPr>
      </w:pPr>
    </w:p>
    <w:p w14:paraId="216BA0DF" w14:textId="3E3BD64A" w:rsidR="003D5FA8" w:rsidRDefault="003D5FA8" w:rsidP="002F0C4A">
      <w:pPr>
        <w:rPr>
          <w:rFonts w:cs="Arial"/>
          <w:sz w:val="16"/>
          <w:szCs w:val="16"/>
        </w:rPr>
      </w:pPr>
    </w:p>
    <w:p w14:paraId="1898B744" w14:textId="77777777" w:rsidR="003D5FA8" w:rsidRPr="003D5FA8" w:rsidRDefault="003D5FA8" w:rsidP="002F0C4A">
      <w:pPr>
        <w:rPr>
          <w:rFonts w:cs="Arial"/>
          <w:sz w:val="16"/>
          <w:szCs w:val="16"/>
        </w:rPr>
      </w:pPr>
    </w:p>
    <w:p w14:paraId="222881FD" w14:textId="77777777" w:rsidR="00224DC8" w:rsidRPr="003D5FA8" w:rsidRDefault="00224DC8" w:rsidP="002F0C4A">
      <w:pPr>
        <w:rPr>
          <w:rFonts w:cs="Arial"/>
          <w:sz w:val="16"/>
          <w:szCs w:val="16"/>
        </w:rPr>
      </w:pPr>
      <w:r w:rsidRPr="003D5FA8">
        <w:rPr>
          <w:rFonts w:cs="Arial"/>
          <w:sz w:val="16"/>
          <w:szCs w:val="16"/>
        </w:rPr>
        <w:t xml:space="preserve">Protokół wykonano w </w:t>
      </w:r>
      <w:r w:rsidRPr="003D5FA8">
        <w:rPr>
          <w:rFonts w:cs="Arial"/>
          <w:b/>
          <w:sz w:val="16"/>
          <w:szCs w:val="16"/>
        </w:rPr>
        <w:t>4</w:t>
      </w:r>
      <w:r w:rsidRPr="003D5FA8">
        <w:rPr>
          <w:rFonts w:cs="Arial"/>
          <w:sz w:val="16"/>
          <w:szCs w:val="16"/>
        </w:rPr>
        <w:t xml:space="preserve"> egzemplarzach, w tym otrzymują:</w:t>
      </w:r>
    </w:p>
    <w:p w14:paraId="2E24723A" w14:textId="63F9BA7C" w:rsidR="00224DC8" w:rsidRPr="003D5FA8" w:rsidRDefault="00224DC8" w:rsidP="002F0C4A">
      <w:pPr>
        <w:rPr>
          <w:rFonts w:cs="Arial"/>
          <w:sz w:val="16"/>
          <w:szCs w:val="16"/>
        </w:rPr>
      </w:pPr>
      <w:r w:rsidRPr="003D5FA8">
        <w:rPr>
          <w:rFonts w:cs="Arial"/>
          <w:sz w:val="16"/>
          <w:szCs w:val="16"/>
        </w:rPr>
        <w:t>Zamawiający</w:t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sym w:font="Wingdings" w:char="F0FE"/>
      </w:r>
      <w:r w:rsidRPr="003D5FA8">
        <w:rPr>
          <w:rFonts w:cs="Arial"/>
          <w:sz w:val="16"/>
          <w:szCs w:val="16"/>
        </w:rPr>
        <w:tab/>
        <w:t>2 egz.</w:t>
      </w:r>
      <w:r w:rsid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>Wykonawca</w:t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sym w:font="Wingdings" w:char="F0FE"/>
      </w:r>
      <w:r w:rsidRPr="003D5FA8">
        <w:rPr>
          <w:rFonts w:cs="Arial"/>
          <w:sz w:val="16"/>
          <w:szCs w:val="16"/>
        </w:rPr>
        <w:tab/>
        <w:t>1 egz.</w:t>
      </w:r>
      <w:r w:rsid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>Właściciel terenu</w:t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sym w:font="Wingdings" w:char="F0FE"/>
      </w:r>
      <w:r w:rsidRPr="003D5FA8">
        <w:rPr>
          <w:rFonts w:cs="Arial"/>
          <w:sz w:val="16"/>
          <w:szCs w:val="16"/>
        </w:rPr>
        <w:tab/>
        <w:t>1 egz.</w:t>
      </w:r>
    </w:p>
    <w:p w14:paraId="473EE1BA" w14:textId="77777777" w:rsidR="00224DC8" w:rsidRPr="003D5FA8" w:rsidRDefault="00224DC8" w:rsidP="002F0C4A">
      <w:pPr>
        <w:pStyle w:val="NormalnyWeb"/>
        <w:spacing w:before="0" w:beforeAutospacing="0" w:after="0" w:afterAutospacing="0"/>
        <w:jc w:val="right"/>
        <w:rPr>
          <w:rFonts w:cs="Arial"/>
        </w:rPr>
      </w:pPr>
    </w:p>
    <w:p w14:paraId="5266816C" w14:textId="77777777" w:rsidR="00224DC8" w:rsidRPr="003D5FA8" w:rsidRDefault="00224DC8" w:rsidP="002F0C4A">
      <w:pPr>
        <w:pStyle w:val="NormalnyWeb"/>
        <w:spacing w:before="0" w:beforeAutospacing="0" w:after="0" w:afterAutospacing="0"/>
        <w:rPr>
          <w:rFonts w:cs="Arial"/>
        </w:rPr>
      </w:pPr>
      <w:r w:rsidRPr="003D5FA8">
        <w:rPr>
          <w:rFonts w:cs="Arial"/>
          <w:u w:val="single"/>
        </w:rPr>
        <w:t>W załączeniu:</w:t>
      </w:r>
    </w:p>
    <w:p w14:paraId="6578D83E" w14:textId="626406F2" w:rsidR="00224DC8" w:rsidRPr="003D5FA8" w:rsidRDefault="00224DC8" w:rsidP="002F0C4A">
      <w:pPr>
        <w:pStyle w:val="NormalnyWeb"/>
        <w:spacing w:before="0" w:beforeAutospacing="0" w:after="0" w:afterAutospacing="0"/>
        <w:rPr>
          <w:rFonts w:cs="Arial"/>
        </w:rPr>
      </w:pPr>
      <w:r w:rsidRPr="003D5FA8">
        <w:rPr>
          <w:rFonts w:cs="Arial"/>
        </w:rPr>
        <w:t>- dokumentacja fotograficzna odbieraneg</w:t>
      </w:r>
      <w:r w:rsidR="00DA122E" w:rsidRPr="003D5FA8">
        <w:rPr>
          <w:rFonts w:cs="Arial"/>
        </w:rPr>
        <w:t>o terenu w wersji elektroniczne</w:t>
      </w:r>
    </w:p>
    <w:p w14:paraId="0A0E7B1D" w14:textId="77777777" w:rsidR="00DA122E" w:rsidRPr="00595E0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22"/>
          <w:szCs w:val="22"/>
        </w:rPr>
      </w:pPr>
      <w:r w:rsidRPr="00595E0E">
        <w:rPr>
          <w:rFonts w:cs="Arial"/>
          <w:bCs/>
          <w:sz w:val="22"/>
          <w:szCs w:val="22"/>
        </w:rPr>
        <w:lastRenderedPageBreak/>
        <w:t xml:space="preserve">Toruń, </w:t>
      </w:r>
      <w:r w:rsidRPr="00595E0E">
        <w:rPr>
          <w:rFonts w:cs="Arial"/>
          <w:b/>
          <w:bCs/>
          <w:sz w:val="22"/>
          <w:szCs w:val="22"/>
        </w:rPr>
        <w:t>..…………</w:t>
      </w:r>
    </w:p>
    <w:p w14:paraId="6895C174" w14:textId="77777777" w:rsidR="00DA122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12"/>
          <w:szCs w:val="12"/>
        </w:rPr>
      </w:pPr>
      <w:r w:rsidRPr="00CD7E0C">
        <w:rPr>
          <w:rFonts w:cs="Arial"/>
          <w:b/>
          <w:bCs/>
          <w:sz w:val="12"/>
          <w:szCs w:val="12"/>
        </w:rPr>
        <w:t>(miejscowość i data)</w:t>
      </w:r>
    </w:p>
    <w:p w14:paraId="542B68A4" w14:textId="77777777" w:rsidR="00DA122E" w:rsidRPr="00CD7E0C" w:rsidRDefault="00DA122E" w:rsidP="00DA122E">
      <w:pPr>
        <w:pStyle w:val="NormalnyWeb"/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55813F34" w14:textId="77777777" w:rsidR="00224DC8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</w:rPr>
      </w:pPr>
      <w:r w:rsidRPr="00BE4A0F">
        <w:rPr>
          <w:rFonts w:cs="Arial"/>
          <w:b/>
          <w:bCs/>
          <w:sz w:val="28"/>
          <w:szCs w:val="28"/>
        </w:rPr>
        <w:t xml:space="preserve">PROTOKÓŁ </w:t>
      </w:r>
      <w:r>
        <w:rPr>
          <w:rFonts w:cs="Arial"/>
          <w:b/>
          <w:bCs/>
          <w:sz w:val="28"/>
          <w:szCs w:val="28"/>
        </w:rPr>
        <w:t>nr 12 /…………………………….*</w:t>
      </w:r>
    </w:p>
    <w:p w14:paraId="5A6296B7" w14:textId="77777777" w:rsidR="00224DC8" w:rsidRDefault="00224DC8" w:rsidP="002F0C4A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jc w:val="center"/>
        <w:rPr>
          <w:rFonts w:cs="Arial"/>
          <w:b/>
        </w:rPr>
      </w:pPr>
      <w:r w:rsidRPr="00347ADD">
        <w:rPr>
          <w:rFonts w:cs="Arial"/>
          <w:b/>
          <w:sz w:val="24"/>
        </w:rPr>
        <w:t xml:space="preserve">Odbiór końcowy </w:t>
      </w:r>
      <w:r>
        <w:rPr>
          <w:rFonts w:cs="Arial"/>
          <w:b/>
          <w:sz w:val="24"/>
        </w:rPr>
        <w:t xml:space="preserve">wykonanych </w:t>
      </w:r>
      <w:r w:rsidRPr="00347ADD">
        <w:rPr>
          <w:rFonts w:cs="Arial"/>
          <w:b/>
          <w:sz w:val="24"/>
        </w:rPr>
        <w:t>robót budowlanych i przekazanie odcinka do eksploatacji</w:t>
      </w:r>
    </w:p>
    <w:p w14:paraId="50D8DCA0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2A94CE6D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Numer umowy: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29BFFF72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45B775B5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 w:rsidRPr="00AD42DF">
        <w:rPr>
          <w:rFonts w:cs="Arial"/>
          <w:sz w:val="20"/>
          <w:szCs w:val="20"/>
          <w:u w:val="single"/>
        </w:rPr>
        <w:t>Nazwa wykonawcy:</w:t>
      </w:r>
      <w:r>
        <w:rPr>
          <w:rFonts w:cs="Arial"/>
          <w:sz w:val="20"/>
          <w:szCs w:val="20"/>
          <w:u w:val="single"/>
        </w:rPr>
        <w:tab/>
      </w:r>
    </w:p>
    <w:p w14:paraId="2A2B6A8F" w14:textId="77777777" w:rsidR="00DA122E" w:rsidRDefault="00DA122E" w:rsidP="00DA122E">
      <w:pPr>
        <w:jc w:val="both"/>
        <w:rPr>
          <w:rFonts w:cs="Arial"/>
          <w:sz w:val="20"/>
          <w:szCs w:val="20"/>
          <w:u w:val="single"/>
        </w:rPr>
      </w:pPr>
    </w:p>
    <w:p w14:paraId="5EA3C691" w14:textId="77777777" w:rsidR="00DA122E" w:rsidRPr="003322AD" w:rsidRDefault="00DA122E" w:rsidP="00DA122E">
      <w:pPr>
        <w:jc w:val="both"/>
        <w:rPr>
          <w:rFonts w:cs="Arial"/>
          <w:b/>
          <w:sz w:val="20"/>
          <w:szCs w:val="20"/>
        </w:rPr>
      </w:pPr>
      <w:r w:rsidRPr="003322AD">
        <w:rPr>
          <w:rFonts w:cs="Arial"/>
          <w:sz w:val="20"/>
          <w:szCs w:val="20"/>
          <w:u w:val="single"/>
        </w:rPr>
        <w:t>Zadanie: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4C05819E" w14:textId="77777777" w:rsidR="00DA122E" w:rsidRDefault="00DA122E" w:rsidP="00DA122E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18D26212" w14:textId="77777777" w:rsidR="00224DC8" w:rsidRPr="00B242DB" w:rsidRDefault="00224DC8" w:rsidP="002F0C4A">
      <w:pPr>
        <w:jc w:val="both"/>
        <w:rPr>
          <w:rFonts w:cs="Arial"/>
          <w:szCs w:val="18"/>
        </w:rPr>
      </w:pPr>
      <w:r w:rsidRPr="00B242DB">
        <w:rPr>
          <w:rFonts w:cs="Arial"/>
          <w:szCs w:val="18"/>
        </w:rPr>
        <w:t>W dniu ………… zakończono prowadzenie robót budowlanych związanych z budową / modernizacją* odcinka sieci ciepłowniczej, zgodnie z umową nr ………………………….</w:t>
      </w:r>
    </w:p>
    <w:p w14:paraId="5A0900C3" w14:textId="77777777" w:rsidR="00224DC8" w:rsidRPr="00B242DB" w:rsidRDefault="00224DC8" w:rsidP="002F0C4A">
      <w:pPr>
        <w:jc w:val="both"/>
        <w:rPr>
          <w:rFonts w:cs="Arial"/>
          <w:szCs w:val="18"/>
        </w:rPr>
      </w:pPr>
      <w:r w:rsidRPr="00B242DB">
        <w:rPr>
          <w:rFonts w:cs="Arial"/>
          <w:szCs w:val="18"/>
        </w:rPr>
        <w:t>Na podstawie niniejszego protokołu odcinek uznaje się za wykonany w sposób prawidłowy</w:t>
      </w:r>
      <w:r>
        <w:rPr>
          <w:rFonts w:cs="Arial"/>
          <w:szCs w:val="18"/>
        </w:rPr>
        <w:t>/nieprawidłowy*</w:t>
      </w:r>
      <w:r w:rsidRPr="00B242DB">
        <w:rPr>
          <w:rFonts w:cs="Arial"/>
          <w:szCs w:val="18"/>
        </w:rPr>
        <w:t xml:space="preserve">, zgodnie </w:t>
      </w:r>
      <w:r>
        <w:rPr>
          <w:rFonts w:cs="Arial"/>
          <w:szCs w:val="18"/>
        </w:rPr>
        <w:t xml:space="preserve">/ niezgodnie* </w:t>
      </w:r>
      <w:r w:rsidRPr="00B242DB">
        <w:rPr>
          <w:rFonts w:cs="Arial"/>
          <w:szCs w:val="18"/>
        </w:rPr>
        <w:t>ze sztuką budowlaną. Tym samym, odcinek zostaje</w:t>
      </w:r>
      <w:r>
        <w:rPr>
          <w:rFonts w:cs="Arial"/>
          <w:szCs w:val="18"/>
        </w:rPr>
        <w:t>/nie zostaje*</w:t>
      </w:r>
      <w:r w:rsidRPr="00B242DB">
        <w:rPr>
          <w:rFonts w:cs="Arial"/>
          <w:szCs w:val="18"/>
        </w:rPr>
        <w:t xml:space="preserve"> przekazany do eksploatacji i uruchomienia.</w:t>
      </w:r>
    </w:p>
    <w:p w14:paraId="266F29D5" w14:textId="77777777" w:rsidR="00224DC8" w:rsidRPr="00B242DB" w:rsidRDefault="00224DC8" w:rsidP="002F0C4A">
      <w:pPr>
        <w:jc w:val="both"/>
        <w:rPr>
          <w:rFonts w:cs="Arial"/>
          <w:szCs w:val="18"/>
        </w:rPr>
      </w:pPr>
      <w:r w:rsidRPr="00B242DB">
        <w:rPr>
          <w:rFonts w:cs="Arial"/>
          <w:szCs w:val="18"/>
        </w:rPr>
        <w:t>Poprawność wykonania sieci ciepłowniczej stwierdza się w oparciu o przedłożone protokoły odbiorów częściowych nr: …………………………………………………………………………….</w:t>
      </w:r>
    </w:p>
    <w:p w14:paraId="11A4A6ED" w14:textId="3B43893A" w:rsidR="00224DC8" w:rsidRPr="00B242DB" w:rsidRDefault="00224DC8" w:rsidP="002F0C4A">
      <w:pPr>
        <w:jc w:val="both"/>
        <w:rPr>
          <w:rFonts w:cs="Arial"/>
          <w:szCs w:val="18"/>
        </w:rPr>
      </w:pPr>
      <w:r w:rsidRPr="00B242DB">
        <w:rPr>
          <w:rFonts w:cs="Arial"/>
          <w:szCs w:val="18"/>
        </w:rPr>
        <w:t>Wykonawca oświadcza, że roboty zostały wykonane zgodnie z dokumentacją techniczną oraz naniesionymi i uzgodnionymi z</w:t>
      </w:r>
      <w:r w:rsidR="0070013A">
        <w:rPr>
          <w:rFonts w:cs="Arial"/>
          <w:szCs w:val="18"/>
        </w:rPr>
        <w:t> </w:t>
      </w:r>
      <w:r w:rsidRPr="00B242DB">
        <w:rPr>
          <w:rFonts w:cs="Arial"/>
          <w:szCs w:val="18"/>
        </w:rPr>
        <w:t>przedstawicielami Oddziału</w:t>
      </w:r>
      <w:r>
        <w:rPr>
          <w:rFonts w:cs="Arial"/>
          <w:szCs w:val="18"/>
        </w:rPr>
        <w:t>/Spółki</w:t>
      </w:r>
      <w:r w:rsidRPr="00B242DB">
        <w:rPr>
          <w:rFonts w:cs="Arial"/>
          <w:szCs w:val="18"/>
        </w:rPr>
        <w:t xml:space="preserve"> zmianami zawartymi w dokument</w:t>
      </w:r>
      <w:r>
        <w:rPr>
          <w:rFonts w:cs="Arial"/>
          <w:szCs w:val="18"/>
        </w:rPr>
        <w:t>acji powykonawczej</w:t>
      </w:r>
      <w:r w:rsidRPr="00B242DB">
        <w:rPr>
          <w:rFonts w:cs="Arial"/>
          <w:szCs w:val="18"/>
        </w:rPr>
        <w:t>.</w:t>
      </w:r>
    </w:p>
    <w:p w14:paraId="74A47DB4" w14:textId="77777777" w:rsidR="00224DC8" w:rsidRPr="00B242DB" w:rsidRDefault="00224DC8" w:rsidP="002F0C4A">
      <w:pPr>
        <w:jc w:val="both"/>
        <w:rPr>
          <w:rFonts w:cs="Arial"/>
          <w:szCs w:val="18"/>
        </w:rPr>
      </w:pPr>
      <w:r w:rsidRPr="00B242DB">
        <w:rPr>
          <w:rFonts w:cs="Arial"/>
          <w:szCs w:val="18"/>
        </w:rPr>
        <w:t>Wykonawca oświadcza, że roboty zostały wykonane zgodnie z przywołanymi w przedmiotowej umowie wytycznymi oraz standardami.</w:t>
      </w:r>
    </w:p>
    <w:p w14:paraId="657757A7" w14:textId="77777777" w:rsidR="00224DC8" w:rsidRPr="00CF1271" w:rsidRDefault="00224DC8" w:rsidP="002F0C4A">
      <w:pPr>
        <w:jc w:val="both"/>
        <w:rPr>
          <w:rFonts w:cs="Arial"/>
          <w:szCs w:val="18"/>
        </w:rPr>
      </w:pPr>
      <w:r w:rsidRPr="00B242DB">
        <w:rPr>
          <w:rFonts w:cs="Arial"/>
          <w:szCs w:val="18"/>
        </w:rPr>
        <w:t>Zgodnie z zawartą umową, od dnia podpisania niniejszego protokołu rozpoczyna się okres obowiązywania gwarancji.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96"/>
        <w:gridCol w:w="4166"/>
      </w:tblGrid>
      <w:tr w:rsidR="00224DC8" w:rsidRPr="003322AD" w14:paraId="1A087120" w14:textId="77777777" w:rsidTr="00224DC8">
        <w:trPr>
          <w:trHeight w:val="885"/>
        </w:trPr>
        <w:tc>
          <w:tcPr>
            <w:tcW w:w="4896" w:type="dxa"/>
          </w:tcPr>
          <w:p w14:paraId="2E6A85D9" w14:textId="77777777" w:rsidR="00224DC8" w:rsidRDefault="00224DC8" w:rsidP="002F0C4A">
            <w:pPr>
              <w:rPr>
                <w:rFonts w:cs="Arial"/>
                <w:sz w:val="20"/>
                <w:szCs w:val="20"/>
              </w:rPr>
            </w:pPr>
          </w:p>
          <w:p w14:paraId="479DAA0D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>
              <w:rPr>
                <w:rFonts w:cs="Arial"/>
                <w:b/>
                <w:sz w:val="20"/>
                <w:szCs w:val="20"/>
              </w:rPr>
              <w:t>ODBIORCY CIEPŁA</w:t>
            </w:r>
            <w:r w:rsidRPr="003322AD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069194DC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3D5FA8" w14:paraId="544C4D41" w14:textId="77777777" w:rsidTr="00224DC8">
        <w:trPr>
          <w:trHeight w:val="118"/>
        </w:trPr>
        <w:tc>
          <w:tcPr>
            <w:tcW w:w="4896" w:type="dxa"/>
          </w:tcPr>
          <w:p w14:paraId="50E88AC0" w14:textId="77777777" w:rsidR="00224DC8" w:rsidRPr="003D5FA8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041FD573" w14:textId="77777777" w:rsidR="00224DC8" w:rsidRPr="003D5FA8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3D5FA8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  <w:tr w:rsidR="00224DC8" w:rsidRPr="003322AD" w14:paraId="48040CC2" w14:textId="77777777" w:rsidTr="00224DC8">
        <w:trPr>
          <w:trHeight w:val="885"/>
        </w:trPr>
        <w:tc>
          <w:tcPr>
            <w:tcW w:w="4896" w:type="dxa"/>
          </w:tcPr>
          <w:p w14:paraId="0E3CA476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ZAMAWIAJĄCEGO: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477E0148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3D5FA8" w14:paraId="2B02A86B" w14:textId="77777777" w:rsidTr="00224DC8">
        <w:trPr>
          <w:trHeight w:val="118"/>
        </w:trPr>
        <w:tc>
          <w:tcPr>
            <w:tcW w:w="4896" w:type="dxa"/>
          </w:tcPr>
          <w:p w14:paraId="5E6A5401" w14:textId="77777777" w:rsidR="00224DC8" w:rsidRPr="003D5FA8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302588ED" w14:textId="77777777" w:rsidR="00224DC8" w:rsidRPr="003D5FA8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3D5FA8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  <w:tr w:rsidR="00224DC8" w:rsidRPr="003322AD" w14:paraId="293B2966" w14:textId="77777777" w:rsidTr="00224DC8">
        <w:trPr>
          <w:trHeight w:val="873"/>
        </w:trPr>
        <w:tc>
          <w:tcPr>
            <w:tcW w:w="4896" w:type="dxa"/>
          </w:tcPr>
          <w:p w14:paraId="2003CCD1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EKSPLOATATORA:</w:t>
            </w:r>
            <w:r w:rsidRPr="003322AD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4CD52D64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3D5FA8" w14:paraId="47AB9FD4" w14:textId="77777777" w:rsidTr="00224DC8">
        <w:trPr>
          <w:trHeight w:val="290"/>
        </w:trPr>
        <w:tc>
          <w:tcPr>
            <w:tcW w:w="4896" w:type="dxa"/>
          </w:tcPr>
          <w:p w14:paraId="5DB00040" w14:textId="77777777" w:rsidR="00224DC8" w:rsidRPr="003D5FA8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44067B0E" w14:textId="77777777" w:rsidR="00224DC8" w:rsidRPr="003D5FA8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3D5FA8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  <w:tr w:rsidR="00224DC8" w:rsidRPr="003322AD" w14:paraId="0906C78E" w14:textId="77777777" w:rsidTr="00224DC8">
        <w:trPr>
          <w:trHeight w:val="833"/>
        </w:trPr>
        <w:tc>
          <w:tcPr>
            <w:tcW w:w="4896" w:type="dxa"/>
          </w:tcPr>
          <w:p w14:paraId="1E1F5665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WYKONAWCY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33421405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3D5FA8" w14:paraId="25026411" w14:textId="77777777" w:rsidTr="00224DC8">
        <w:trPr>
          <w:trHeight w:val="225"/>
        </w:trPr>
        <w:tc>
          <w:tcPr>
            <w:tcW w:w="4896" w:type="dxa"/>
            <w:vAlign w:val="center"/>
          </w:tcPr>
          <w:p w14:paraId="64224DDA" w14:textId="77777777" w:rsidR="00224DC8" w:rsidRPr="003D5FA8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1311980A" w14:textId="77777777" w:rsidR="00224DC8" w:rsidRPr="003D5FA8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3D5FA8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</w:tbl>
    <w:p w14:paraId="44B71345" w14:textId="77777777" w:rsidR="003D5FA8" w:rsidRDefault="003D5FA8" w:rsidP="002F0C4A">
      <w:pPr>
        <w:rPr>
          <w:rFonts w:cs="Arial"/>
          <w:sz w:val="16"/>
          <w:szCs w:val="16"/>
        </w:rPr>
      </w:pPr>
    </w:p>
    <w:p w14:paraId="03DB4130" w14:textId="77777777" w:rsidR="003D5FA8" w:rsidRDefault="003D5FA8" w:rsidP="002F0C4A">
      <w:pPr>
        <w:rPr>
          <w:rFonts w:cs="Arial"/>
          <w:sz w:val="16"/>
          <w:szCs w:val="16"/>
        </w:rPr>
      </w:pPr>
    </w:p>
    <w:p w14:paraId="36BC7098" w14:textId="77777777" w:rsidR="003D5FA8" w:rsidRDefault="003D5FA8" w:rsidP="002F0C4A">
      <w:pPr>
        <w:rPr>
          <w:rFonts w:cs="Arial"/>
          <w:sz w:val="16"/>
          <w:szCs w:val="16"/>
        </w:rPr>
      </w:pPr>
    </w:p>
    <w:p w14:paraId="6886C0AB" w14:textId="77777777" w:rsidR="003D5FA8" w:rsidRDefault="003D5FA8" w:rsidP="002F0C4A">
      <w:pPr>
        <w:rPr>
          <w:rFonts w:cs="Arial"/>
          <w:sz w:val="16"/>
          <w:szCs w:val="16"/>
        </w:rPr>
      </w:pPr>
    </w:p>
    <w:p w14:paraId="18565468" w14:textId="77777777" w:rsidR="003D5FA8" w:rsidRDefault="003D5FA8" w:rsidP="002F0C4A">
      <w:pPr>
        <w:rPr>
          <w:rFonts w:cs="Arial"/>
          <w:sz w:val="16"/>
          <w:szCs w:val="16"/>
        </w:rPr>
      </w:pPr>
    </w:p>
    <w:p w14:paraId="68988A2D" w14:textId="77777777" w:rsidR="003D5FA8" w:rsidRDefault="003D5FA8" w:rsidP="002F0C4A">
      <w:pPr>
        <w:rPr>
          <w:rFonts w:cs="Arial"/>
          <w:sz w:val="16"/>
          <w:szCs w:val="16"/>
        </w:rPr>
      </w:pPr>
    </w:p>
    <w:p w14:paraId="60ED7CE0" w14:textId="77777777" w:rsidR="003D5FA8" w:rsidRDefault="003D5FA8" w:rsidP="002F0C4A">
      <w:pPr>
        <w:rPr>
          <w:rFonts w:cs="Arial"/>
          <w:sz w:val="16"/>
          <w:szCs w:val="16"/>
        </w:rPr>
      </w:pPr>
    </w:p>
    <w:p w14:paraId="1FBA8A65" w14:textId="77777777" w:rsidR="003D5FA8" w:rsidRDefault="003D5FA8" w:rsidP="002F0C4A">
      <w:pPr>
        <w:rPr>
          <w:rFonts w:cs="Arial"/>
          <w:sz w:val="16"/>
          <w:szCs w:val="16"/>
        </w:rPr>
      </w:pPr>
    </w:p>
    <w:p w14:paraId="15A43773" w14:textId="77777777" w:rsidR="003D5FA8" w:rsidRDefault="003D5FA8" w:rsidP="002F0C4A">
      <w:pPr>
        <w:rPr>
          <w:rFonts w:cs="Arial"/>
          <w:sz w:val="16"/>
          <w:szCs w:val="16"/>
        </w:rPr>
      </w:pPr>
    </w:p>
    <w:p w14:paraId="24394628" w14:textId="77777777" w:rsidR="003D5FA8" w:rsidRDefault="003D5FA8" w:rsidP="002F0C4A">
      <w:pPr>
        <w:rPr>
          <w:rFonts w:cs="Arial"/>
          <w:sz w:val="16"/>
          <w:szCs w:val="16"/>
        </w:rPr>
      </w:pPr>
    </w:p>
    <w:p w14:paraId="3C9AD060" w14:textId="77777777" w:rsidR="003D5FA8" w:rsidRDefault="003D5FA8" w:rsidP="002F0C4A">
      <w:pPr>
        <w:rPr>
          <w:rFonts w:cs="Arial"/>
          <w:sz w:val="16"/>
          <w:szCs w:val="16"/>
        </w:rPr>
      </w:pPr>
    </w:p>
    <w:p w14:paraId="25D545D0" w14:textId="77777777" w:rsidR="003D5FA8" w:rsidRDefault="003D5FA8" w:rsidP="002F0C4A">
      <w:pPr>
        <w:rPr>
          <w:rFonts w:cs="Arial"/>
          <w:sz w:val="16"/>
          <w:szCs w:val="16"/>
        </w:rPr>
      </w:pPr>
    </w:p>
    <w:p w14:paraId="28C9551C" w14:textId="77777777" w:rsidR="003D5FA8" w:rsidRDefault="003D5FA8" w:rsidP="002F0C4A">
      <w:pPr>
        <w:rPr>
          <w:rFonts w:cs="Arial"/>
          <w:sz w:val="16"/>
          <w:szCs w:val="16"/>
        </w:rPr>
      </w:pPr>
    </w:p>
    <w:p w14:paraId="55C22730" w14:textId="77777777" w:rsidR="003D5FA8" w:rsidRDefault="003D5FA8" w:rsidP="002F0C4A">
      <w:pPr>
        <w:rPr>
          <w:rFonts w:cs="Arial"/>
          <w:sz w:val="16"/>
          <w:szCs w:val="16"/>
        </w:rPr>
      </w:pPr>
    </w:p>
    <w:p w14:paraId="67C5AF00" w14:textId="0EA7C877" w:rsidR="00224DC8" w:rsidRPr="003D5FA8" w:rsidRDefault="00224DC8" w:rsidP="002F0C4A">
      <w:pPr>
        <w:rPr>
          <w:rFonts w:cs="Arial"/>
          <w:sz w:val="16"/>
          <w:szCs w:val="16"/>
        </w:rPr>
      </w:pPr>
      <w:r w:rsidRPr="003D5FA8">
        <w:rPr>
          <w:rFonts w:cs="Arial"/>
          <w:sz w:val="16"/>
          <w:szCs w:val="16"/>
        </w:rPr>
        <w:t xml:space="preserve">Protokół wykonano w </w:t>
      </w:r>
      <w:r w:rsidR="00595AF9" w:rsidRPr="003D5FA8">
        <w:rPr>
          <w:rFonts w:cs="Arial"/>
          <w:b/>
          <w:sz w:val="16"/>
          <w:szCs w:val="16"/>
        </w:rPr>
        <w:t>3</w:t>
      </w:r>
      <w:r w:rsidRPr="003D5FA8">
        <w:rPr>
          <w:rFonts w:cs="Arial"/>
          <w:sz w:val="16"/>
          <w:szCs w:val="16"/>
        </w:rPr>
        <w:t xml:space="preserve"> egzemplarzach, w tym otrzymują:</w:t>
      </w:r>
    </w:p>
    <w:p w14:paraId="25D77023" w14:textId="77777777" w:rsidR="00224DC8" w:rsidRPr="003D5FA8" w:rsidRDefault="00224DC8" w:rsidP="002F0C4A">
      <w:pPr>
        <w:rPr>
          <w:rFonts w:cs="Arial"/>
          <w:sz w:val="16"/>
          <w:szCs w:val="16"/>
        </w:rPr>
      </w:pPr>
    </w:p>
    <w:p w14:paraId="54F5C016" w14:textId="51A03841" w:rsidR="00224DC8" w:rsidRPr="003D5FA8" w:rsidRDefault="00224DC8" w:rsidP="002F0C4A">
      <w:pPr>
        <w:rPr>
          <w:rFonts w:cs="Arial"/>
          <w:sz w:val="16"/>
          <w:szCs w:val="16"/>
        </w:rPr>
      </w:pPr>
      <w:r w:rsidRPr="003D5FA8">
        <w:rPr>
          <w:rFonts w:cs="Arial"/>
          <w:sz w:val="16"/>
          <w:szCs w:val="16"/>
        </w:rPr>
        <w:t>Zamawiający</w:t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sym w:font="Wingdings" w:char="F0FE"/>
      </w:r>
      <w:r w:rsidR="00595AF9" w:rsidRPr="003D5FA8">
        <w:rPr>
          <w:rFonts w:cs="Arial"/>
          <w:sz w:val="16"/>
          <w:szCs w:val="16"/>
        </w:rPr>
        <w:tab/>
        <w:t>2</w:t>
      </w:r>
      <w:r w:rsidRPr="003D5FA8">
        <w:rPr>
          <w:rFonts w:cs="Arial"/>
          <w:sz w:val="16"/>
          <w:szCs w:val="16"/>
        </w:rPr>
        <w:t xml:space="preserve"> egz.</w:t>
      </w:r>
    </w:p>
    <w:p w14:paraId="3ABD1CB9" w14:textId="303340E2" w:rsidR="00224DC8" w:rsidRDefault="00224DC8" w:rsidP="002F0C4A">
      <w:pPr>
        <w:rPr>
          <w:rFonts w:cs="Arial"/>
          <w:sz w:val="20"/>
          <w:szCs w:val="20"/>
        </w:rPr>
      </w:pPr>
      <w:r w:rsidRPr="003D5FA8">
        <w:rPr>
          <w:rFonts w:cs="Arial"/>
          <w:sz w:val="16"/>
          <w:szCs w:val="16"/>
        </w:rPr>
        <w:t>Wykonawca</w:t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sym w:font="Wingdings" w:char="F0FE"/>
      </w:r>
      <w:r w:rsidRPr="003D5FA8">
        <w:rPr>
          <w:rFonts w:cs="Arial"/>
          <w:sz w:val="16"/>
          <w:szCs w:val="16"/>
        </w:rPr>
        <w:tab/>
        <w:t>1 egz.</w:t>
      </w:r>
      <w:r>
        <w:rPr>
          <w:rFonts w:cs="Arial"/>
          <w:sz w:val="20"/>
          <w:szCs w:val="20"/>
        </w:rPr>
        <w:br w:type="page"/>
      </w:r>
    </w:p>
    <w:p w14:paraId="1DED9BDE" w14:textId="77777777" w:rsidR="00DA122E" w:rsidRPr="00595E0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22"/>
          <w:szCs w:val="22"/>
        </w:rPr>
      </w:pPr>
      <w:r w:rsidRPr="00595E0E">
        <w:rPr>
          <w:rFonts w:cs="Arial"/>
          <w:bCs/>
          <w:sz w:val="22"/>
          <w:szCs w:val="22"/>
        </w:rPr>
        <w:lastRenderedPageBreak/>
        <w:t xml:space="preserve">Toruń, </w:t>
      </w:r>
      <w:r w:rsidRPr="00595E0E">
        <w:rPr>
          <w:rFonts w:cs="Arial"/>
          <w:b/>
          <w:bCs/>
          <w:sz w:val="22"/>
          <w:szCs w:val="22"/>
        </w:rPr>
        <w:t>..…………</w:t>
      </w:r>
    </w:p>
    <w:p w14:paraId="3F814BFF" w14:textId="77777777" w:rsidR="00DA122E" w:rsidRDefault="00DA122E" w:rsidP="00DA122E">
      <w:pPr>
        <w:pStyle w:val="NormalnyWeb"/>
        <w:spacing w:before="0" w:beforeAutospacing="0" w:after="0" w:afterAutospacing="0"/>
        <w:jc w:val="right"/>
        <w:rPr>
          <w:rFonts w:cs="Arial"/>
          <w:b/>
          <w:bCs/>
          <w:sz w:val="12"/>
          <w:szCs w:val="12"/>
        </w:rPr>
      </w:pPr>
      <w:r w:rsidRPr="00CD7E0C">
        <w:rPr>
          <w:rFonts w:cs="Arial"/>
          <w:b/>
          <w:bCs/>
          <w:sz w:val="12"/>
          <w:szCs w:val="12"/>
        </w:rPr>
        <w:t>(miejscowość i data)</w:t>
      </w:r>
    </w:p>
    <w:p w14:paraId="5E4D3FE4" w14:textId="77777777" w:rsidR="00DA122E" w:rsidRPr="00CD7E0C" w:rsidRDefault="00DA122E" w:rsidP="00DA122E">
      <w:pPr>
        <w:pStyle w:val="NormalnyWeb"/>
        <w:spacing w:before="0" w:beforeAutospacing="0" w:after="0" w:afterAutospacing="0"/>
        <w:rPr>
          <w:rFonts w:cs="Arial"/>
          <w:b/>
          <w:bCs/>
          <w:sz w:val="12"/>
          <w:szCs w:val="12"/>
        </w:rPr>
      </w:pPr>
    </w:p>
    <w:p w14:paraId="6D8F6009" w14:textId="77777777" w:rsidR="00224DC8" w:rsidRDefault="00224DC8" w:rsidP="002F0C4A">
      <w:pPr>
        <w:pStyle w:val="NormalnyWeb"/>
        <w:spacing w:before="0" w:beforeAutospacing="0" w:after="0" w:afterAutospacing="0"/>
        <w:jc w:val="center"/>
        <w:rPr>
          <w:rFonts w:cs="Arial"/>
        </w:rPr>
      </w:pPr>
      <w:r w:rsidRPr="00BE4A0F">
        <w:rPr>
          <w:rFonts w:cs="Arial"/>
          <w:b/>
          <w:bCs/>
          <w:sz w:val="28"/>
          <w:szCs w:val="28"/>
        </w:rPr>
        <w:t xml:space="preserve">PROTOKÓŁ </w:t>
      </w:r>
      <w:r>
        <w:rPr>
          <w:rFonts w:cs="Arial"/>
          <w:b/>
          <w:bCs/>
          <w:sz w:val="28"/>
          <w:szCs w:val="28"/>
        </w:rPr>
        <w:t>nr 13 /……………………………..*</w:t>
      </w:r>
    </w:p>
    <w:p w14:paraId="30642CA9" w14:textId="77777777" w:rsidR="00224DC8" w:rsidRDefault="00224DC8" w:rsidP="002F0C4A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jc w:val="center"/>
        <w:rPr>
          <w:rFonts w:cs="Arial"/>
          <w:b/>
        </w:rPr>
      </w:pPr>
      <w:r w:rsidRPr="00347ADD">
        <w:rPr>
          <w:rFonts w:cs="Arial"/>
          <w:b/>
          <w:sz w:val="24"/>
        </w:rPr>
        <w:t>Odbiór końcowy wykonanego zamierzenia inwestycyjnego w ramach budowy / modernizacji* sieci cieplnej</w:t>
      </w:r>
    </w:p>
    <w:p w14:paraId="0B72FC94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55506B71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Numer umowy: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0936B84E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</w:p>
    <w:p w14:paraId="13492B2E" w14:textId="77777777" w:rsidR="00DA122E" w:rsidRDefault="00DA122E" w:rsidP="00DA122E">
      <w:pPr>
        <w:pStyle w:val="Tekstpodstawowywcity"/>
        <w:tabs>
          <w:tab w:val="left" w:pos="426"/>
        </w:tabs>
        <w:suppressAutoHyphens/>
        <w:autoSpaceDE w:val="0"/>
        <w:spacing w:after="0"/>
        <w:ind w:left="0"/>
        <w:rPr>
          <w:rFonts w:cs="Arial"/>
          <w:sz w:val="20"/>
          <w:szCs w:val="20"/>
          <w:u w:val="single"/>
        </w:rPr>
      </w:pPr>
      <w:r w:rsidRPr="00AD42DF">
        <w:rPr>
          <w:rFonts w:cs="Arial"/>
          <w:sz w:val="20"/>
          <w:szCs w:val="20"/>
          <w:u w:val="single"/>
        </w:rPr>
        <w:t>Nazwa wykonawcy:</w:t>
      </w:r>
      <w:r>
        <w:rPr>
          <w:rFonts w:cs="Arial"/>
          <w:sz w:val="20"/>
          <w:szCs w:val="20"/>
          <w:u w:val="single"/>
        </w:rPr>
        <w:tab/>
      </w:r>
    </w:p>
    <w:p w14:paraId="790A48F1" w14:textId="77777777" w:rsidR="00DA122E" w:rsidRDefault="00DA122E" w:rsidP="00DA122E">
      <w:pPr>
        <w:jc w:val="both"/>
        <w:rPr>
          <w:rFonts w:cs="Arial"/>
          <w:sz w:val="20"/>
          <w:szCs w:val="20"/>
          <w:u w:val="single"/>
        </w:rPr>
      </w:pPr>
    </w:p>
    <w:p w14:paraId="1A9D3F76" w14:textId="77777777" w:rsidR="00DA122E" w:rsidRPr="003322AD" w:rsidRDefault="00DA122E" w:rsidP="00DA122E">
      <w:pPr>
        <w:jc w:val="both"/>
        <w:rPr>
          <w:rFonts w:cs="Arial"/>
          <w:b/>
          <w:sz w:val="20"/>
          <w:szCs w:val="20"/>
        </w:rPr>
      </w:pPr>
      <w:r w:rsidRPr="003322AD">
        <w:rPr>
          <w:rFonts w:cs="Arial"/>
          <w:sz w:val="20"/>
          <w:szCs w:val="20"/>
          <w:u w:val="single"/>
        </w:rPr>
        <w:t>Zadanie:</w:t>
      </w:r>
      <w:r>
        <w:rPr>
          <w:rFonts w:cs="Arial"/>
          <w:sz w:val="20"/>
          <w:szCs w:val="20"/>
          <w:u w:val="single"/>
        </w:rPr>
        <w:tab/>
      </w:r>
      <w:r>
        <w:rPr>
          <w:rFonts w:cs="Arial"/>
          <w:sz w:val="20"/>
          <w:szCs w:val="20"/>
          <w:u w:val="single"/>
        </w:rPr>
        <w:tab/>
      </w:r>
    </w:p>
    <w:p w14:paraId="1D9859BA" w14:textId="77777777" w:rsidR="00DA122E" w:rsidRDefault="00DA122E" w:rsidP="00DA122E">
      <w:pPr>
        <w:pStyle w:val="NormalnyWeb"/>
        <w:spacing w:before="0" w:beforeAutospacing="0" w:after="0" w:afterAutospacing="0"/>
        <w:jc w:val="both"/>
        <w:rPr>
          <w:rFonts w:cs="Arial"/>
          <w:sz w:val="20"/>
          <w:szCs w:val="20"/>
        </w:rPr>
      </w:pPr>
    </w:p>
    <w:p w14:paraId="614FA776" w14:textId="40744AB8" w:rsidR="00224DC8" w:rsidRPr="003322AD" w:rsidRDefault="00224DC8" w:rsidP="002F0C4A">
      <w:pPr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 xml:space="preserve">W dniu ………………….. dokonano odbioru </w:t>
      </w:r>
      <w:r>
        <w:rPr>
          <w:rFonts w:cs="Arial"/>
          <w:sz w:val="20"/>
          <w:szCs w:val="20"/>
        </w:rPr>
        <w:t xml:space="preserve">końcowego wykonanego zamierzenia inwestycyjnego w ramach </w:t>
      </w:r>
      <w:r>
        <w:rPr>
          <w:rFonts w:cs="Arial"/>
          <w:sz w:val="20"/>
          <w:szCs w:val="20"/>
        </w:rPr>
        <w:br/>
      </w:r>
      <w:r w:rsidRPr="003322AD">
        <w:rPr>
          <w:rFonts w:cs="Arial"/>
          <w:sz w:val="20"/>
          <w:szCs w:val="20"/>
        </w:rPr>
        <w:t xml:space="preserve">i </w:t>
      </w:r>
      <w:r w:rsidRPr="005D6C3C">
        <w:rPr>
          <w:rFonts w:cs="Arial"/>
          <w:sz w:val="20"/>
          <w:szCs w:val="20"/>
        </w:rPr>
        <w:t>budowy / modernizacji* sieci cieplnej</w:t>
      </w:r>
      <w:r>
        <w:rPr>
          <w:rFonts w:cs="Arial"/>
          <w:sz w:val="20"/>
          <w:szCs w:val="20"/>
        </w:rPr>
        <w:t xml:space="preserve"> </w:t>
      </w:r>
      <w:r w:rsidRPr="003322AD">
        <w:rPr>
          <w:rFonts w:cs="Arial"/>
          <w:sz w:val="20"/>
          <w:szCs w:val="20"/>
        </w:rPr>
        <w:t xml:space="preserve">o długości L = ……. m, zgodnie z </w:t>
      </w:r>
      <w:r>
        <w:rPr>
          <w:rFonts w:cs="Arial"/>
          <w:sz w:val="20"/>
          <w:szCs w:val="20"/>
        </w:rPr>
        <w:t xml:space="preserve">nr </w:t>
      </w:r>
      <w:r w:rsidRPr="003322AD">
        <w:rPr>
          <w:rFonts w:cs="Arial"/>
          <w:sz w:val="20"/>
          <w:szCs w:val="20"/>
        </w:rPr>
        <w:t>umow</w:t>
      </w:r>
      <w:r>
        <w:rPr>
          <w:rFonts w:cs="Arial"/>
          <w:sz w:val="20"/>
          <w:szCs w:val="20"/>
        </w:rPr>
        <w:t>y</w:t>
      </w:r>
      <w:r w:rsidR="00595AF9">
        <w:rPr>
          <w:rFonts w:cs="Arial"/>
          <w:sz w:val="20"/>
          <w:szCs w:val="20"/>
        </w:rPr>
        <w:t>*</w:t>
      </w:r>
      <w:r>
        <w:rPr>
          <w:rFonts w:cs="Arial"/>
          <w:sz w:val="20"/>
          <w:szCs w:val="20"/>
        </w:rPr>
        <w:t xml:space="preserve"> /</w:t>
      </w:r>
      <w:r w:rsidRPr="00595AF9">
        <w:rPr>
          <w:rFonts w:cs="Arial"/>
          <w:sz w:val="20"/>
          <w:szCs w:val="20"/>
        </w:rPr>
        <w:t xml:space="preserve"> zamówienia</w:t>
      </w:r>
      <w:r w:rsidR="00595AF9">
        <w:rPr>
          <w:rFonts w:cs="Arial"/>
          <w:sz w:val="20"/>
          <w:szCs w:val="20"/>
        </w:rPr>
        <w:t>*</w:t>
      </w:r>
      <w:r w:rsidRPr="00595AF9">
        <w:rPr>
          <w:rFonts w:cs="Arial"/>
          <w:sz w:val="20"/>
          <w:szCs w:val="20"/>
        </w:rPr>
        <w:t xml:space="preserve"> / zlecenia</w:t>
      </w:r>
      <w:r w:rsidR="00595AF9">
        <w:rPr>
          <w:rFonts w:cs="Arial"/>
          <w:sz w:val="20"/>
          <w:szCs w:val="20"/>
        </w:rPr>
        <w:t>*</w:t>
      </w:r>
      <w:r w:rsidRPr="00595AF9">
        <w:rPr>
          <w:rFonts w:cs="Arial"/>
          <w:sz w:val="20"/>
          <w:szCs w:val="20"/>
        </w:rPr>
        <w:t xml:space="preserve"> </w:t>
      </w:r>
      <w:r w:rsidRPr="003322AD">
        <w:rPr>
          <w:rFonts w:cs="Arial"/>
          <w:sz w:val="20"/>
          <w:szCs w:val="20"/>
        </w:rPr>
        <w:t>………………………………………………….</w:t>
      </w:r>
    </w:p>
    <w:p w14:paraId="47D8446A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</w:p>
    <w:p w14:paraId="4EC57B96" w14:textId="77777777" w:rsidR="00224DC8" w:rsidRDefault="00224DC8" w:rsidP="002F0C4A">
      <w:pPr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>Stwierdzono poprawność</w:t>
      </w:r>
      <w:r>
        <w:rPr>
          <w:rFonts w:cs="Arial"/>
          <w:sz w:val="20"/>
          <w:szCs w:val="20"/>
        </w:rPr>
        <w:t>/niepoprawność*</w:t>
      </w:r>
      <w:r w:rsidRPr="003322AD">
        <w:rPr>
          <w:rFonts w:cs="Arial"/>
          <w:sz w:val="20"/>
          <w:szCs w:val="20"/>
        </w:rPr>
        <w:t xml:space="preserve"> wykonania sieci ciepłowniczej w oparciu o przedłożone protokoły odbiorów częściowych</w:t>
      </w:r>
      <w:r>
        <w:rPr>
          <w:rFonts w:cs="Arial"/>
          <w:sz w:val="20"/>
          <w:szCs w:val="20"/>
        </w:rPr>
        <w:t>*, protokołu nr 12/…………………………….</w:t>
      </w:r>
      <w:r w:rsidRPr="003322AD">
        <w:rPr>
          <w:rFonts w:cs="Arial"/>
          <w:sz w:val="20"/>
          <w:szCs w:val="20"/>
        </w:rPr>
        <w:t xml:space="preserve"> </w:t>
      </w:r>
      <w:r w:rsidRPr="00FA31A4">
        <w:rPr>
          <w:rFonts w:cs="Arial"/>
          <w:i/>
          <w:sz w:val="20"/>
          <w:szCs w:val="20"/>
        </w:rPr>
        <w:t>Odbiór końcowy wykonanych robót budowlanych i przekazanie odcinka do eksploatacji</w:t>
      </w:r>
      <w:r>
        <w:rPr>
          <w:rFonts w:cs="Arial"/>
          <w:i/>
          <w:sz w:val="20"/>
          <w:szCs w:val="20"/>
        </w:rPr>
        <w:t>*</w:t>
      </w:r>
      <w:r>
        <w:rPr>
          <w:rFonts w:cs="Arial"/>
          <w:sz w:val="20"/>
          <w:szCs w:val="20"/>
        </w:rPr>
        <w:t xml:space="preserve"> oraz następujące dokumenty*:</w:t>
      </w:r>
    </w:p>
    <w:p w14:paraId="0923049C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……………………………………..…………………………………………………………………………………………..</w:t>
      </w:r>
    </w:p>
    <w:p w14:paraId="1F74835B" w14:textId="77777777" w:rsidR="00224DC8" w:rsidRDefault="00224DC8" w:rsidP="002F0C4A">
      <w:pPr>
        <w:jc w:val="both"/>
        <w:rPr>
          <w:rFonts w:cs="Arial"/>
          <w:sz w:val="20"/>
          <w:szCs w:val="20"/>
        </w:rPr>
      </w:pPr>
    </w:p>
    <w:p w14:paraId="53DFF3C1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Stwierdzono kompletność/niekompletność* dostarczonej przez Wykonawcę dokumentacji procesu inwestycyjnego, zgodną z zapisami umowy, OPZ oraz obowiązującymi standardami. </w:t>
      </w:r>
    </w:p>
    <w:p w14:paraId="519707B5" w14:textId="77777777" w:rsidR="00224DC8" w:rsidRDefault="00224DC8" w:rsidP="002F0C4A">
      <w:pPr>
        <w:jc w:val="both"/>
        <w:rPr>
          <w:rFonts w:cs="Arial"/>
          <w:sz w:val="20"/>
          <w:szCs w:val="20"/>
        </w:rPr>
      </w:pPr>
    </w:p>
    <w:p w14:paraId="2A0F875E" w14:textId="11F165A5" w:rsidR="00224DC8" w:rsidRDefault="00224DC8" w:rsidP="002F0C4A">
      <w:pPr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 xml:space="preserve">Wykonawca oświadcza, że roboty zostały wykonane zgodnie z </w:t>
      </w:r>
      <w:r>
        <w:rPr>
          <w:rFonts w:cs="Arial"/>
          <w:sz w:val="20"/>
          <w:szCs w:val="20"/>
        </w:rPr>
        <w:t>dokumentacją</w:t>
      </w:r>
      <w:r w:rsidRPr="003322AD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techniczną</w:t>
      </w:r>
      <w:r w:rsidRPr="00B242DB">
        <w:t xml:space="preserve"> </w:t>
      </w:r>
      <w:r w:rsidRPr="00B242DB">
        <w:rPr>
          <w:rFonts w:cs="Arial"/>
          <w:sz w:val="20"/>
          <w:szCs w:val="20"/>
        </w:rPr>
        <w:t xml:space="preserve">oraz naniesionymi </w:t>
      </w:r>
      <w:r>
        <w:rPr>
          <w:rFonts w:cs="Arial"/>
          <w:sz w:val="20"/>
          <w:szCs w:val="20"/>
        </w:rPr>
        <w:br/>
      </w:r>
      <w:r w:rsidRPr="00B242DB">
        <w:rPr>
          <w:rFonts w:cs="Arial"/>
          <w:sz w:val="20"/>
          <w:szCs w:val="20"/>
        </w:rPr>
        <w:t>i uzgodnionymi z przedstawicielami Oddziału</w:t>
      </w:r>
      <w:r>
        <w:rPr>
          <w:rFonts w:cs="Arial"/>
          <w:sz w:val="20"/>
          <w:szCs w:val="20"/>
        </w:rPr>
        <w:t>/Spółki</w:t>
      </w:r>
      <w:r w:rsidRPr="00B242DB">
        <w:rPr>
          <w:rFonts w:cs="Arial"/>
          <w:sz w:val="20"/>
          <w:szCs w:val="20"/>
        </w:rPr>
        <w:t xml:space="preserve"> zmianami zawartym</w:t>
      </w:r>
      <w:r>
        <w:rPr>
          <w:rFonts w:cs="Arial"/>
          <w:sz w:val="20"/>
          <w:szCs w:val="20"/>
        </w:rPr>
        <w:t>i w dokumentacji powykonawczej</w:t>
      </w:r>
      <w:r w:rsidR="0070013A">
        <w:rPr>
          <w:rFonts w:cs="Arial"/>
          <w:sz w:val="20"/>
          <w:szCs w:val="20"/>
        </w:rPr>
        <w:t>.</w:t>
      </w:r>
    </w:p>
    <w:p w14:paraId="30C8E81B" w14:textId="77777777" w:rsidR="00224DC8" w:rsidRDefault="00224DC8" w:rsidP="002F0C4A">
      <w:pPr>
        <w:jc w:val="both"/>
        <w:rPr>
          <w:rFonts w:cs="Arial"/>
          <w:sz w:val="20"/>
          <w:szCs w:val="20"/>
        </w:rPr>
      </w:pPr>
    </w:p>
    <w:p w14:paraId="267D2E2D" w14:textId="02DCFA0E" w:rsidR="00224DC8" w:rsidRDefault="00224DC8" w:rsidP="002F0C4A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Wykonawca oświadcza, że roboty zostały wykonane zgodnie z przywołanymi w przedmiotowej umowie wytycznymi oraz standardami</w:t>
      </w:r>
      <w:r w:rsidR="0070013A">
        <w:rPr>
          <w:rFonts w:cs="Arial"/>
          <w:sz w:val="20"/>
          <w:szCs w:val="20"/>
        </w:rPr>
        <w:t>.</w:t>
      </w:r>
    </w:p>
    <w:p w14:paraId="2B612A13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</w:p>
    <w:p w14:paraId="4997D772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  <w:r w:rsidRPr="003322AD">
        <w:rPr>
          <w:rFonts w:cs="Arial"/>
          <w:sz w:val="20"/>
          <w:szCs w:val="20"/>
        </w:rPr>
        <w:t xml:space="preserve">Niniejszy protokół stanowi </w:t>
      </w:r>
      <w:r>
        <w:rPr>
          <w:rFonts w:cs="Arial"/>
          <w:sz w:val="20"/>
          <w:szCs w:val="20"/>
        </w:rPr>
        <w:t>podstawę do wystawienia</w:t>
      </w:r>
      <w:r w:rsidRPr="003322AD">
        <w:rPr>
          <w:rFonts w:cs="Arial"/>
          <w:sz w:val="20"/>
          <w:szCs w:val="20"/>
        </w:rPr>
        <w:t xml:space="preserve"> przez Wykonawcę faktury </w:t>
      </w:r>
      <w:r>
        <w:rPr>
          <w:rFonts w:cs="Arial"/>
          <w:sz w:val="20"/>
          <w:szCs w:val="20"/>
        </w:rPr>
        <w:t>na kwotę …………………….. PLN za</w:t>
      </w:r>
      <w:r w:rsidRPr="003322AD">
        <w:rPr>
          <w:rFonts w:cs="Arial"/>
          <w:sz w:val="20"/>
          <w:szCs w:val="20"/>
        </w:rPr>
        <w:t xml:space="preserve"> wykonane, zgodnie z przedmiotową </w:t>
      </w:r>
      <w:r>
        <w:rPr>
          <w:rFonts w:cs="Arial"/>
          <w:sz w:val="20"/>
          <w:szCs w:val="20"/>
        </w:rPr>
        <w:t>umową, roboty.</w:t>
      </w:r>
    </w:p>
    <w:p w14:paraId="61310143" w14:textId="77777777" w:rsidR="00224DC8" w:rsidRDefault="00224DC8" w:rsidP="002F0C4A">
      <w:pPr>
        <w:jc w:val="both"/>
        <w:rPr>
          <w:rFonts w:cs="Arial"/>
          <w:sz w:val="20"/>
          <w:szCs w:val="20"/>
        </w:rPr>
      </w:pPr>
    </w:p>
    <w:p w14:paraId="300A40CE" w14:textId="77777777" w:rsidR="00224DC8" w:rsidRPr="003322AD" w:rsidRDefault="00224DC8" w:rsidP="002F0C4A">
      <w:pPr>
        <w:jc w:val="both"/>
        <w:rPr>
          <w:rFonts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96"/>
        <w:gridCol w:w="4166"/>
      </w:tblGrid>
      <w:tr w:rsidR="00224DC8" w:rsidRPr="003322AD" w14:paraId="19B8E07D" w14:textId="77777777" w:rsidTr="00224DC8">
        <w:trPr>
          <w:trHeight w:val="885"/>
        </w:trPr>
        <w:tc>
          <w:tcPr>
            <w:tcW w:w="4896" w:type="dxa"/>
          </w:tcPr>
          <w:p w14:paraId="1464F408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ZAMAWIAJĄCEGO: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7FF29E89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3D5FA8" w14:paraId="3D8D6EDB" w14:textId="77777777" w:rsidTr="00224DC8">
        <w:trPr>
          <w:trHeight w:val="118"/>
        </w:trPr>
        <w:tc>
          <w:tcPr>
            <w:tcW w:w="4896" w:type="dxa"/>
          </w:tcPr>
          <w:p w14:paraId="6488D27B" w14:textId="77777777" w:rsidR="00224DC8" w:rsidRPr="003D5FA8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6FFFA5ED" w14:textId="77777777" w:rsidR="00224DC8" w:rsidRPr="003D5FA8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3D5FA8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  <w:tr w:rsidR="00224DC8" w:rsidRPr="003322AD" w14:paraId="2AAF268F" w14:textId="77777777" w:rsidTr="00224DC8">
        <w:trPr>
          <w:trHeight w:val="833"/>
        </w:trPr>
        <w:tc>
          <w:tcPr>
            <w:tcW w:w="4896" w:type="dxa"/>
          </w:tcPr>
          <w:p w14:paraId="75E2A7D7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  <w:r w:rsidRPr="003322AD">
              <w:rPr>
                <w:rFonts w:cs="Arial"/>
                <w:sz w:val="20"/>
                <w:szCs w:val="20"/>
              </w:rPr>
              <w:t xml:space="preserve">Uprawniony przedstawiciel </w:t>
            </w:r>
            <w:r w:rsidRPr="003322AD">
              <w:rPr>
                <w:rFonts w:cs="Arial"/>
                <w:b/>
                <w:sz w:val="20"/>
                <w:szCs w:val="20"/>
              </w:rPr>
              <w:t>WYKONAWCY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4166" w:type="dxa"/>
            <w:tcBorders>
              <w:bottom w:val="single" w:sz="4" w:space="0" w:color="auto"/>
            </w:tcBorders>
          </w:tcPr>
          <w:p w14:paraId="134DCC9C" w14:textId="77777777" w:rsidR="00224DC8" w:rsidRPr="003322AD" w:rsidRDefault="00224DC8" w:rsidP="002F0C4A">
            <w:pPr>
              <w:rPr>
                <w:rFonts w:cs="Arial"/>
                <w:sz w:val="20"/>
                <w:szCs w:val="20"/>
              </w:rPr>
            </w:pPr>
          </w:p>
        </w:tc>
      </w:tr>
      <w:tr w:rsidR="00224DC8" w:rsidRPr="003D5FA8" w14:paraId="5A60C263" w14:textId="77777777" w:rsidTr="00224DC8">
        <w:trPr>
          <w:trHeight w:val="225"/>
        </w:trPr>
        <w:tc>
          <w:tcPr>
            <w:tcW w:w="4896" w:type="dxa"/>
            <w:vAlign w:val="center"/>
          </w:tcPr>
          <w:p w14:paraId="1C670408" w14:textId="77777777" w:rsidR="00224DC8" w:rsidRPr="003D5FA8" w:rsidRDefault="00224DC8" w:rsidP="002F0C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66" w:type="dxa"/>
            <w:tcBorders>
              <w:top w:val="single" w:sz="4" w:space="0" w:color="auto"/>
            </w:tcBorders>
          </w:tcPr>
          <w:p w14:paraId="371276B5" w14:textId="77777777" w:rsidR="00224DC8" w:rsidRPr="003D5FA8" w:rsidRDefault="00224DC8" w:rsidP="002F0C4A">
            <w:pPr>
              <w:jc w:val="center"/>
              <w:rPr>
                <w:rFonts w:cs="Arial"/>
                <w:sz w:val="16"/>
                <w:szCs w:val="16"/>
              </w:rPr>
            </w:pPr>
            <w:r w:rsidRPr="003D5FA8">
              <w:rPr>
                <w:rFonts w:cs="Arial"/>
                <w:sz w:val="16"/>
                <w:szCs w:val="16"/>
              </w:rPr>
              <w:t>(imię, nazwisko, funkcja, podpis, data)</w:t>
            </w:r>
          </w:p>
        </w:tc>
      </w:tr>
    </w:tbl>
    <w:p w14:paraId="4D0E387D" w14:textId="64CC3F85" w:rsidR="00224DC8" w:rsidRDefault="00224DC8" w:rsidP="002F0C4A">
      <w:pPr>
        <w:rPr>
          <w:rFonts w:cs="Arial"/>
          <w:sz w:val="16"/>
          <w:szCs w:val="16"/>
        </w:rPr>
      </w:pPr>
    </w:p>
    <w:p w14:paraId="0AADAADD" w14:textId="526F2D6C" w:rsidR="003D5FA8" w:rsidRDefault="003D5FA8" w:rsidP="002F0C4A">
      <w:pPr>
        <w:rPr>
          <w:rFonts w:cs="Arial"/>
          <w:sz w:val="16"/>
          <w:szCs w:val="16"/>
        </w:rPr>
      </w:pPr>
    </w:p>
    <w:p w14:paraId="0E2E7196" w14:textId="6C311944" w:rsidR="003D5FA8" w:rsidRDefault="003D5FA8" w:rsidP="002F0C4A">
      <w:pPr>
        <w:rPr>
          <w:rFonts w:cs="Arial"/>
          <w:sz w:val="16"/>
          <w:szCs w:val="16"/>
        </w:rPr>
      </w:pPr>
    </w:p>
    <w:p w14:paraId="32A3460E" w14:textId="5065B5B4" w:rsidR="003D5FA8" w:rsidRDefault="003D5FA8" w:rsidP="002F0C4A">
      <w:pPr>
        <w:rPr>
          <w:rFonts w:cs="Arial"/>
          <w:sz w:val="16"/>
          <w:szCs w:val="16"/>
        </w:rPr>
      </w:pPr>
    </w:p>
    <w:p w14:paraId="68F8AD8E" w14:textId="13663711" w:rsidR="003D5FA8" w:rsidRDefault="003D5FA8" w:rsidP="002F0C4A">
      <w:pPr>
        <w:rPr>
          <w:rFonts w:cs="Arial"/>
          <w:sz w:val="16"/>
          <w:szCs w:val="16"/>
        </w:rPr>
      </w:pPr>
    </w:p>
    <w:p w14:paraId="535B41FE" w14:textId="77777777" w:rsidR="003D5FA8" w:rsidRDefault="003D5FA8" w:rsidP="002F0C4A">
      <w:pPr>
        <w:rPr>
          <w:rFonts w:cs="Arial"/>
          <w:sz w:val="16"/>
          <w:szCs w:val="16"/>
        </w:rPr>
      </w:pPr>
    </w:p>
    <w:p w14:paraId="2DAC6FE5" w14:textId="56E23262" w:rsidR="003D5FA8" w:rsidRDefault="003D5FA8" w:rsidP="002F0C4A">
      <w:pPr>
        <w:rPr>
          <w:rFonts w:cs="Arial"/>
          <w:sz w:val="16"/>
          <w:szCs w:val="16"/>
        </w:rPr>
      </w:pPr>
    </w:p>
    <w:p w14:paraId="3EB3AD99" w14:textId="735127A8" w:rsidR="003D5FA8" w:rsidRDefault="003D5FA8" w:rsidP="002F0C4A">
      <w:pPr>
        <w:rPr>
          <w:rFonts w:cs="Arial"/>
          <w:sz w:val="16"/>
          <w:szCs w:val="16"/>
        </w:rPr>
      </w:pPr>
    </w:p>
    <w:p w14:paraId="0B6B58E9" w14:textId="5CA07D28" w:rsidR="003D5FA8" w:rsidRDefault="003D5FA8" w:rsidP="002F0C4A">
      <w:pPr>
        <w:rPr>
          <w:rFonts w:cs="Arial"/>
          <w:sz w:val="16"/>
          <w:szCs w:val="16"/>
        </w:rPr>
      </w:pPr>
    </w:p>
    <w:p w14:paraId="13EE50A9" w14:textId="28282CFB" w:rsidR="003D5FA8" w:rsidRDefault="003D5FA8" w:rsidP="002F0C4A">
      <w:pPr>
        <w:rPr>
          <w:rFonts w:cs="Arial"/>
          <w:sz w:val="16"/>
          <w:szCs w:val="16"/>
        </w:rPr>
      </w:pPr>
    </w:p>
    <w:p w14:paraId="28526B02" w14:textId="57B9180B" w:rsidR="003D5FA8" w:rsidRDefault="003D5FA8" w:rsidP="002F0C4A">
      <w:pPr>
        <w:rPr>
          <w:rFonts w:cs="Arial"/>
          <w:sz w:val="16"/>
          <w:szCs w:val="16"/>
        </w:rPr>
      </w:pPr>
    </w:p>
    <w:p w14:paraId="72DC508F" w14:textId="621D43A1" w:rsidR="003D5FA8" w:rsidRDefault="003D5FA8" w:rsidP="002F0C4A">
      <w:pPr>
        <w:rPr>
          <w:rFonts w:cs="Arial"/>
          <w:sz w:val="16"/>
          <w:szCs w:val="16"/>
        </w:rPr>
      </w:pPr>
    </w:p>
    <w:p w14:paraId="17B852C1" w14:textId="02D845FA" w:rsidR="003D5FA8" w:rsidRDefault="003D5FA8" w:rsidP="002F0C4A">
      <w:pPr>
        <w:rPr>
          <w:rFonts w:cs="Arial"/>
          <w:sz w:val="16"/>
          <w:szCs w:val="16"/>
        </w:rPr>
      </w:pPr>
    </w:p>
    <w:p w14:paraId="3E0143B0" w14:textId="55273D6C" w:rsidR="003D5FA8" w:rsidRDefault="003D5FA8" w:rsidP="002F0C4A">
      <w:pPr>
        <w:rPr>
          <w:rFonts w:cs="Arial"/>
          <w:sz w:val="16"/>
          <w:szCs w:val="16"/>
        </w:rPr>
      </w:pPr>
    </w:p>
    <w:p w14:paraId="499E2463" w14:textId="0CD72498" w:rsidR="003D5FA8" w:rsidRDefault="003D5FA8" w:rsidP="002F0C4A">
      <w:pPr>
        <w:rPr>
          <w:rFonts w:cs="Arial"/>
          <w:sz w:val="16"/>
          <w:szCs w:val="16"/>
        </w:rPr>
      </w:pPr>
    </w:p>
    <w:p w14:paraId="24653177" w14:textId="0E8679E1" w:rsidR="003D5FA8" w:rsidRDefault="003D5FA8" w:rsidP="002F0C4A">
      <w:pPr>
        <w:rPr>
          <w:rFonts w:cs="Arial"/>
          <w:sz w:val="16"/>
          <w:szCs w:val="16"/>
        </w:rPr>
      </w:pPr>
    </w:p>
    <w:p w14:paraId="57FE6D66" w14:textId="66CE6292" w:rsidR="003D5FA8" w:rsidRDefault="003D5FA8" w:rsidP="002F0C4A">
      <w:pPr>
        <w:rPr>
          <w:rFonts w:cs="Arial"/>
          <w:sz w:val="16"/>
          <w:szCs w:val="16"/>
        </w:rPr>
      </w:pPr>
    </w:p>
    <w:p w14:paraId="16A86A63" w14:textId="77777777" w:rsidR="003D5FA8" w:rsidRPr="003D5FA8" w:rsidRDefault="003D5FA8" w:rsidP="002F0C4A">
      <w:pPr>
        <w:rPr>
          <w:rFonts w:cs="Arial"/>
          <w:sz w:val="16"/>
          <w:szCs w:val="16"/>
        </w:rPr>
      </w:pPr>
    </w:p>
    <w:p w14:paraId="3599FC29" w14:textId="77777777" w:rsidR="00224DC8" w:rsidRPr="003D5FA8" w:rsidRDefault="00224DC8" w:rsidP="002F0C4A">
      <w:pPr>
        <w:rPr>
          <w:rFonts w:cs="Arial"/>
          <w:sz w:val="16"/>
          <w:szCs w:val="16"/>
        </w:rPr>
      </w:pPr>
      <w:r w:rsidRPr="003D5FA8">
        <w:rPr>
          <w:rFonts w:cs="Arial"/>
          <w:sz w:val="16"/>
          <w:szCs w:val="16"/>
        </w:rPr>
        <w:t xml:space="preserve">Protokół wykonano w </w:t>
      </w:r>
      <w:r w:rsidRPr="003D5FA8">
        <w:rPr>
          <w:rFonts w:cs="Arial"/>
          <w:b/>
          <w:sz w:val="16"/>
          <w:szCs w:val="16"/>
        </w:rPr>
        <w:t>3</w:t>
      </w:r>
      <w:r w:rsidRPr="003D5FA8">
        <w:rPr>
          <w:rFonts w:cs="Arial"/>
          <w:sz w:val="16"/>
          <w:szCs w:val="16"/>
        </w:rPr>
        <w:t xml:space="preserve"> egzemplarzach, w tym otrzymują:</w:t>
      </w:r>
    </w:p>
    <w:p w14:paraId="6F6B882F" w14:textId="77777777" w:rsidR="00224DC8" w:rsidRPr="003D5FA8" w:rsidRDefault="00224DC8" w:rsidP="002F0C4A">
      <w:pPr>
        <w:rPr>
          <w:rFonts w:cs="Arial"/>
          <w:sz w:val="16"/>
          <w:szCs w:val="16"/>
        </w:rPr>
      </w:pPr>
      <w:r w:rsidRPr="003D5FA8">
        <w:rPr>
          <w:rFonts w:cs="Arial"/>
          <w:sz w:val="16"/>
          <w:szCs w:val="16"/>
        </w:rPr>
        <w:t>Zamawiający</w:t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sym w:font="Wingdings" w:char="F0FE"/>
      </w:r>
      <w:r w:rsidRPr="003D5FA8">
        <w:rPr>
          <w:rFonts w:cs="Arial"/>
          <w:sz w:val="16"/>
          <w:szCs w:val="16"/>
        </w:rPr>
        <w:tab/>
        <w:t>2 egz.</w:t>
      </w:r>
    </w:p>
    <w:p w14:paraId="5E16A9D3" w14:textId="19BEE568" w:rsidR="00224DC8" w:rsidRPr="003D5FA8" w:rsidRDefault="00224DC8" w:rsidP="003D5FA8">
      <w:pPr>
        <w:rPr>
          <w:rFonts w:cs="Arial"/>
          <w:sz w:val="16"/>
          <w:szCs w:val="16"/>
        </w:rPr>
      </w:pPr>
      <w:r w:rsidRPr="003D5FA8">
        <w:rPr>
          <w:rFonts w:cs="Arial"/>
          <w:sz w:val="16"/>
          <w:szCs w:val="16"/>
        </w:rPr>
        <w:t>Wykonawca</w:t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tab/>
      </w:r>
      <w:r w:rsidRPr="003D5FA8">
        <w:rPr>
          <w:rFonts w:cs="Arial"/>
          <w:sz w:val="16"/>
          <w:szCs w:val="16"/>
        </w:rPr>
        <w:sym w:font="Wingdings" w:char="F0FE"/>
      </w:r>
      <w:r w:rsidRPr="003D5FA8">
        <w:rPr>
          <w:rFonts w:cs="Arial"/>
          <w:sz w:val="16"/>
          <w:szCs w:val="16"/>
        </w:rPr>
        <w:tab/>
        <w:t>1 egz.</w:t>
      </w:r>
    </w:p>
    <w:sectPr w:rsidR="00224DC8" w:rsidRPr="003D5FA8" w:rsidSect="003D5FA8">
      <w:headerReference w:type="default" r:id="rId13"/>
      <w:footerReference w:type="default" r:id="rId14"/>
      <w:pgSz w:w="11906" w:h="16838"/>
      <w:pgMar w:top="567" w:right="991" w:bottom="993" w:left="993" w:header="567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9A490" w14:textId="77777777" w:rsidR="002E4EF0" w:rsidRDefault="002E4EF0" w:rsidP="00BD627E">
      <w:r>
        <w:separator/>
      </w:r>
    </w:p>
    <w:p w14:paraId="21BADC8A" w14:textId="77777777" w:rsidR="002E4EF0" w:rsidRDefault="002E4EF0"/>
  </w:endnote>
  <w:endnote w:type="continuationSeparator" w:id="0">
    <w:p w14:paraId="02456363" w14:textId="77777777" w:rsidR="002E4EF0" w:rsidRDefault="002E4EF0" w:rsidP="00BD627E">
      <w:r>
        <w:continuationSeparator/>
      </w:r>
    </w:p>
    <w:p w14:paraId="3B027893" w14:textId="77777777" w:rsidR="002E4EF0" w:rsidRDefault="002E4EF0"/>
  </w:endnote>
  <w:endnote w:type="continuationNotice" w:id="1">
    <w:p w14:paraId="520C7B14" w14:textId="77777777" w:rsidR="002E4EF0" w:rsidRDefault="002E4EF0"/>
    <w:p w14:paraId="43DA98D0" w14:textId="77777777" w:rsidR="002E4EF0" w:rsidRDefault="002E4E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429E6C6D" w14:textId="3765AE6B" w:rsidR="003D5FA8" w:rsidRPr="00425D66" w:rsidRDefault="003D5FA8" w:rsidP="003D5FA8">
            <w:pPr>
              <w:pStyle w:val="Stopka"/>
              <w:jc w:val="center"/>
              <w:rPr>
                <w:rFonts w:cs="Arial"/>
                <w:bCs/>
                <w:sz w:val="16"/>
              </w:rPr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797E64">
              <w:rPr>
                <w:rFonts w:cs="Arial"/>
                <w:b/>
                <w:bCs/>
                <w:noProof/>
                <w:sz w:val="16"/>
              </w:rPr>
              <w:t>2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797E64">
              <w:rPr>
                <w:rFonts w:cs="Arial"/>
                <w:b/>
                <w:bCs/>
                <w:noProof/>
                <w:sz w:val="16"/>
              </w:rPr>
              <w:t>17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21DFD39" w14:textId="18B6D697" w:rsidR="003D5FA8" w:rsidRPr="002F0C4A" w:rsidRDefault="003D5FA8" w:rsidP="00425D66">
    <w:pPr>
      <w:pStyle w:val="Stopka"/>
      <w:rPr>
        <w:sz w:val="14"/>
        <w:szCs w:val="14"/>
      </w:rPr>
    </w:pPr>
    <w:r w:rsidRPr="002F0C4A">
      <w:rPr>
        <w:sz w:val="14"/>
        <w:szCs w:val="14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3A98E" w14:textId="77777777" w:rsidR="002E4EF0" w:rsidRDefault="002E4EF0" w:rsidP="00BD627E">
      <w:r>
        <w:separator/>
      </w:r>
    </w:p>
    <w:p w14:paraId="4BFC647B" w14:textId="77777777" w:rsidR="002E4EF0" w:rsidRDefault="002E4EF0"/>
  </w:footnote>
  <w:footnote w:type="continuationSeparator" w:id="0">
    <w:p w14:paraId="381230FC" w14:textId="77777777" w:rsidR="002E4EF0" w:rsidRDefault="002E4EF0" w:rsidP="00BD627E">
      <w:r>
        <w:continuationSeparator/>
      </w:r>
    </w:p>
    <w:p w14:paraId="2CEE17E1" w14:textId="77777777" w:rsidR="002E4EF0" w:rsidRDefault="002E4EF0"/>
  </w:footnote>
  <w:footnote w:type="continuationNotice" w:id="1">
    <w:p w14:paraId="16FE0F4D" w14:textId="77777777" w:rsidR="002E4EF0" w:rsidRDefault="002E4EF0"/>
    <w:p w14:paraId="2B9DB2EC" w14:textId="77777777" w:rsidR="002E4EF0" w:rsidRDefault="002E4E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23"/>
      <w:gridCol w:w="6112"/>
      <w:gridCol w:w="2045"/>
    </w:tblGrid>
    <w:tr w:rsidR="003D5FA8" w:rsidRPr="006856F4" w14:paraId="74B0C475" w14:textId="77777777" w:rsidTr="002F0C4A">
      <w:trPr>
        <w:trHeight w:val="841"/>
      </w:trPr>
      <w:tc>
        <w:tcPr>
          <w:tcW w:w="1623" w:type="dxa"/>
        </w:tcPr>
        <w:p w14:paraId="31B77403" w14:textId="48C1E258" w:rsidR="003D5FA8" w:rsidRPr="006856F4" w:rsidRDefault="003D5FA8" w:rsidP="00FE4624">
          <w:pPr>
            <w:tabs>
              <w:tab w:val="left" w:pos="3840"/>
            </w:tabs>
            <w:rPr>
              <w:sz w:val="16"/>
              <w:szCs w:val="16"/>
            </w:rPr>
          </w:pPr>
        </w:p>
      </w:tc>
      <w:tc>
        <w:tcPr>
          <w:tcW w:w="6112" w:type="dxa"/>
        </w:tcPr>
        <w:p w14:paraId="28B9C9F7" w14:textId="2358854B" w:rsidR="003D5FA8" w:rsidRDefault="003D5FA8" w:rsidP="002F0C4A">
          <w:pPr>
            <w:rPr>
              <w:sz w:val="14"/>
            </w:rPr>
          </w:pPr>
          <w:r w:rsidRPr="00474D4D">
            <w:rPr>
              <w:sz w:val="14"/>
            </w:rPr>
            <w:t>Protokoły odbiorowe w realizacji procesu inwestycyjnego,</w:t>
          </w:r>
          <w:r>
            <w:rPr>
              <w:sz w:val="14"/>
            </w:rPr>
            <w:t xml:space="preserve"> </w:t>
          </w:r>
          <w:r w:rsidRPr="00474D4D">
            <w:rPr>
              <w:sz w:val="14"/>
            </w:rPr>
            <w:t xml:space="preserve">polegającego na budowie lub modernizacji sieci i przyłączy cieplnych w lokalizacjach </w:t>
          </w:r>
          <w:r>
            <w:rPr>
              <w:sz w:val="14"/>
            </w:rPr>
            <w:t>Grupy</w:t>
          </w:r>
          <w:r w:rsidRPr="00474D4D">
            <w:rPr>
              <w:sz w:val="14"/>
            </w:rPr>
            <w:t xml:space="preserve"> PGE EC</w:t>
          </w:r>
        </w:p>
        <w:p w14:paraId="5A7A8072" w14:textId="41847515" w:rsidR="003D5FA8" w:rsidRPr="006856F4" w:rsidRDefault="003D5FA8" w:rsidP="002F0C4A">
          <w:pPr>
            <w:rPr>
              <w:sz w:val="14"/>
            </w:rPr>
          </w:pPr>
          <w:r>
            <w:rPr>
              <w:rFonts w:cs="Arial"/>
              <w:sz w:val="14"/>
            </w:rPr>
            <w:t>Zał.3</w:t>
          </w:r>
          <w:r w:rsidRPr="006631E3">
            <w:rPr>
              <w:rFonts w:cs="Arial"/>
              <w:sz w:val="14"/>
            </w:rPr>
            <w:t xml:space="preserve"> do </w:t>
          </w:r>
          <w:r>
            <w:rPr>
              <w:rFonts w:cs="Arial"/>
              <w:b/>
              <w:sz w:val="14"/>
            </w:rPr>
            <w:t>POZ 110025/D</w:t>
          </w:r>
          <w:r>
            <w:rPr>
              <w:rFonts w:cs="Arial"/>
              <w:sz w:val="14"/>
            </w:rPr>
            <w:t xml:space="preserve"> </w:t>
          </w:r>
          <w:r>
            <w:rPr>
              <w:sz w:val="14"/>
            </w:rPr>
            <w:t>Standard techniczny w zakresie kompletności dokumentacji niezbędnej</w:t>
          </w:r>
          <w:r w:rsidRPr="00BD0F9E">
            <w:rPr>
              <w:sz w:val="14"/>
            </w:rPr>
            <w:t xml:space="preserve"> do prawidłowej realizacji procesów i</w:t>
          </w:r>
          <w:r>
            <w:rPr>
              <w:sz w:val="14"/>
            </w:rPr>
            <w:t>nwestycyjnych w ramach budowy i </w:t>
          </w:r>
          <w:r w:rsidRPr="00BD0F9E">
            <w:rPr>
              <w:sz w:val="14"/>
            </w:rPr>
            <w:t xml:space="preserve">modernizacji elementów </w:t>
          </w:r>
          <w:r>
            <w:rPr>
              <w:sz w:val="14"/>
            </w:rPr>
            <w:t>dystrybucyjnych systemów ciepłowniczych</w:t>
          </w:r>
        </w:p>
      </w:tc>
      <w:tc>
        <w:tcPr>
          <w:tcW w:w="2045" w:type="dxa"/>
        </w:tcPr>
        <w:p w14:paraId="289E7879" w14:textId="6467CA4D" w:rsidR="003D5FA8" w:rsidRPr="006856F4" w:rsidRDefault="003D5FA8" w:rsidP="00FE4624">
          <w:pPr>
            <w:tabs>
              <w:tab w:val="left" w:pos="3840"/>
            </w:tabs>
            <w:rPr>
              <w:sz w:val="16"/>
              <w:szCs w:val="16"/>
            </w:rPr>
          </w:pPr>
          <w:r w:rsidRPr="006856F4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3A0FB58B" wp14:editId="43ABFBB8">
                    <wp:simplePos x="0" y="0"/>
                    <wp:positionH relativeFrom="margin">
                      <wp:posOffset>-359410</wp:posOffset>
                    </wp:positionH>
                    <wp:positionV relativeFrom="paragraph">
                      <wp:posOffset>81915</wp:posOffset>
                    </wp:positionV>
                    <wp:extent cx="1569720" cy="297180"/>
                    <wp:effectExtent l="0" t="0" r="11430" b="26670"/>
                    <wp:wrapNone/>
                    <wp:docPr id="9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69720" cy="297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71F3D47" w14:textId="28AC3DA8" w:rsidR="003D5FA8" w:rsidRPr="00245C0A" w:rsidRDefault="003D5FA8" w:rsidP="00FE4624">
                                <w:pPr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</w:pPr>
                                <w:r w:rsidRPr="00245C0A"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>Data zatwierdzenia:</w:t>
                                </w:r>
                                <w:r w:rsidRPr="00245C0A"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ab/>
                                </w:r>
                                <w:sdt>
                                  <w:sdtPr>
                                    <w:rPr>
                                      <w:rFonts w:cs="Arial"/>
                                      <w:sz w:val="14"/>
                                      <w:szCs w:val="16"/>
                                    </w:rPr>
                                    <w:id w:val="1977565397"/>
                                    <w:date w:fullDate="2023-05-11T00:00:00Z">
                                      <w:dateFormat w:val="yyyy/MM/dd"/>
                                      <w:lid w:val="pl-P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r>
                                      <w:rPr>
                                        <w:rFonts w:cs="Arial"/>
                                        <w:sz w:val="14"/>
                                        <w:szCs w:val="16"/>
                                      </w:rPr>
                                      <w:t>2023/05/11</w:t>
                                    </w:r>
                                  </w:sdtContent>
                                </w:sdt>
                              </w:p>
                              <w:p w14:paraId="547E8CA2" w14:textId="22F872D9" w:rsidR="003D5FA8" w:rsidRPr="00245C0A" w:rsidRDefault="003D5FA8" w:rsidP="00FE4624">
                                <w:pPr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</w:pPr>
                                <w:r w:rsidRPr="00245C0A"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>Obowiązuje od:</w:t>
                                </w:r>
                                <w:r w:rsidRPr="00245C0A"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  <w:tab/>
                                </w:r>
                                <w:sdt>
                                  <w:sdtPr>
                                    <w:rPr>
                                      <w:rFonts w:cs="Arial"/>
                                      <w:sz w:val="14"/>
                                      <w:szCs w:val="16"/>
                                    </w:rPr>
                                    <w:id w:val="2107535921"/>
                                    <w:date w:fullDate="2023-05-11T00:00:00Z">
                                      <w:dateFormat w:val="yyyy/MM/dd"/>
                                      <w:lid w:val="pl-P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r>
                                      <w:rPr>
                                        <w:rFonts w:cs="Arial"/>
                                        <w:sz w:val="14"/>
                                        <w:szCs w:val="16"/>
                                      </w:rPr>
                                      <w:t>2023/05/11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A0FB58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6" type="#_x0000_t202" style="position:absolute;margin-left:-28.3pt;margin-top:6.45pt;width:123.6pt;height:23.4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" strokecolor="white" strokeweight="0">
                    <v:textbox>
                      <w:txbxContent>
                        <w:p w14:paraId="071F3D47" w14:textId="28AC3DA8" w:rsidR="003D5FA8" w:rsidRPr="00245C0A" w:rsidRDefault="003D5FA8" w:rsidP="00FE4624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 w:rsidRPr="00245C0A">
                            <w:rPr>
                              <w:rFonts w:cs="Arial"/>
                              <w:sz w:val="14"/>
                              <w:szCs w:val="16"/>
                            </w:rPr>
                            <w:t>Data zatwierdzenia:</w:t>
                          </w:r>
                          <w:r w:rsidRPr="00245C0A">
                            <w:rPr>
                              <w:rFonts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cs="Arial"/>
                                <w:sz w:val="14"/>
                                <w:szCs w:val="16"/>
                              </w:rPr>
                              <w:id w:val="1977565397"/>
                              <w:date w:fullDate="2023-05-11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r>
                                <w:rPr>
                                  <w:rFonts w:cs="Arial"/>
                                  <w:sz w:val="14"/>
                                  <w:szCs w:val="16"/>
                                </w:rPr>
                                <w:t>2023/05/11</w:t>
                              </w:r>
                            </w:sdtContent>
                          </w:sdt>
                        </w:p>
                        <w:p w14:paraId="547E8CA2" w14:textId="22F872D9" w:rsidR="003D5FA8" w:rsidRPr="00245C0A" w:rsidRDefault="003D5FA8" w:rsidP="00FE4624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 w:rsidRPr="00245C0A">
                            <w:rPr>
                              <w:rFonts w:cs="Arial"/>
                              <w:sz w:val="14"/>
                              <w:szCs w:val="16"/>
                            </w:rPr>
                            <w:t>Obowiązuje od:</w:t>
                          </w:r>
                          <w:r w:rsidRPr="00245C0A">
                            <w:rPr>
                              <w:rFonts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cs="Arial"/>
                                <w:sz w:val="14"/>
                                <w:szCs w:val="16"/>
                              </w:rPr>
                              <w:id w:val="2107535921"/>
                              <w:date w:fullDate="2023-05-11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r>
                                <w:rPr>
                                  <w:rFonts w:cs="Arial"/>
                                  <w:sz w:val="14"/>
                                  <w:szCs w:val="16"/>
                                </w:rPr>
                                <w:t>2023/05/11</w:t>
                              </w:r>
                            </w:sdtContent>
                          </w:sdt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  <w:p w14:paraId="62807260" w14:textId="341D558D" w:rsidR="003D5FA8" w:rsidRPr="006856F4" w:rsidRDefault="003D5FA8" w:rsidP="00FE4624">
          <w:pPr>
            <w:ind w:firstLine="708"/>
          </w:pPr>
        </w:p>
      </w:tc>
    </w:tr>
  </w:tbl>
  <w:p w14:paraId="321DFD37" w14:textId="3374ED4D" w:rsidR="003D5FA8" w:rsidRDefault="003D5FA8" w:rsidP="00B97D1A">
    <w:pPr>
      <w:pStyle w:val="Nagwek"/>
      <w:tabs>
        <w:tab w:val="left" w:pos="2189"/>
        <w:tab w:val="right" w:pos="9922"/>
      </w:tabs>
    </w:pPr>
    <w:r>
      <w:rPr>
        <w:noProof/>
      </w:rPr>
      <w:drawing>
        <wp:anchor distT="0" distB="0" distL="114300" distR="114300" simplePos="0" relativeHeight="251660800" behindDoc="0" locked="0" layoutInCell="1" allowOverlap="1" wp14:anchorId="5970FAD5" wp14:editId="50D530E5">
          <wp:simplePos x="0" y="0"/>
          <wp:positionH relativeFrom="margin">
            <wp:align>left</wp:align>
          </wp:positionH>
          <wp:positionV relativeFrom="paragraph">
            <wp:posOffset>-744220</wp:posOffset>
          </wp:positionV>
          <wp:extent cx="1177290" cy="575945"/>
          <wp:effectExtent l="0" t="0" r="3810" b="0"/>
          <wp:wrapNone/>
          <wp:docPr id="29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729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21DFD3E" wp14:editId="232822F6">
              <wp:simplePos x="0" y="0"/>
              <wp:positionH relativeFrom="column">
                <wp:posOffset>-109651</wp:posOffset>
              </wp:positionH>
              <wp:positionV relativeFrom="paragraph">
                <wp:posOffset>51892</wp:posOffset>
              </wp:positionV>
              <wp:extent cx="6572250" cy="0"/>
              <wp:effectExtent l="0" t="0" r="19050" b="1905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7CF2C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8.65pt;margin-top:4.1pt;width:517.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" strokecolor="#7297c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1134"/>
    <w:multiLevelType w:val="hybridMultilevel"/>
    <w:tmpl w:val="339C6D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9441FE"/>
    <w:multiLevelType w:val="hybridMultilevel"/>
    <w:tmpl w:val="F77298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2F1648C"/>
    <w:multiLevelType w:val="multilevel"/>
    <w:tmpl w:val="A6C415A6"/>
    <w:lvl w:ilvl="0">
      <w:start w:val="1"/>
      <w:numFmt w:val="upperRoman"/>
      <w:lvlRestart w:val="0"/>
      <w:pStyle w:val="1poziom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92D74"/>
        <w:sz w:val="20"/>
      </w:rPr>
    </w:lvl>
    <w:lvl w:ilvl="1">
      <w:start w:val="1"/>
      <w:numFmt w:val="decimal"/>
      <w:pStyle w:val="2poziom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3poziom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4poziom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5poziom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58631F7E"/>
    <w:multiLevelType w:val="hybridMultilevel"/>
    <w:tmpl w:val="F314C620"/>
    <w:lvl w:ilvl="0" w:tplc="51627F2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3"/>
    <w:lvlOverride w:ilvl="0">
      <w:lvl w:ilvl="0">
        <w:start w:val="1"/>
        <w:numFmt w:val="upperRoman"/>
        <w:lvlRestart w:val="0"/>
        <w:pStyle w:val="1poziom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pStyle w:val="2poziom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3poziom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4poziom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5poziom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59"/>
    <w:rsid w:val="0000055F"/>
    <w:rsid w:val="000079EA"/>
    <w:rsid w:val="00012410"/>
    <w:rsid w:val="00021392"/>
    <w:rsid w:val="000243C0"/>
    <w:rsid w:val="00026810"/>
    <w:rsid w:val="00026D9A"/>
    <w:rsid w:val="0003141C"/>
    <w:rsid w:val="00032451"/>
    <w:rsid w:val="00040E4D"/>
    <w:rsid w:val="00045020"/>
    <w:rsid w:val="000478CC"/>
    <w:rsid w:val="00050ED7"/>
    <w:rsid w:val="00051290"/>
    <w:rsid w:val="00054E38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61A8"/>
    <w:rsid w:val="000B7759"/>
    <w:rsid w:val="000C1970"/>
    <w:rsid w:val="000C3838"/>
    <w:rsid w:val="000C626D"/>
    <w:rsid w:val="000D1615"/>
    <w:rsid w:val="000D35E0"/>
    <w:rsid w:val="000D368C"/>
    <w:rsid w:val="000D4112"/>
    <w:rsid w:val="000E6284"/>
    <w:rsid w:val="000F0671"/>
    <w:rsid w:val="000F3FEE"/>
    <w:rsid w:val="000F5F4D"/>
    <w:rsid w:val="000F779B"/>
    <w:rsid w:val="001002F8"/>
    <w:rsid w:val="00100563"/>
    <w:rsid w:val="00101EA8"/>
    <w:rsid w:val="001033CD"/>
    <w:rsid w:val="00107BE6"/>
    <w:rsid w:val="00107DD3"/>
    <w:rsid w:val="00107E65"/>
    <w:rsid w:val="0011164C"/>
    <w:rsid w:val="00112F3C"/>
    <w:rsid w:val="0011352E"/>
    <w:rsid w:val="00116054"/>
    <w:rsid w:val="0011630C"/>
    <w:rsid w:val="0012198A"/>
    <w:rsid w:val="00123136"/>
    <w:rsid w:val="001254AB"/>
    <w:rsid w:val="00125B02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44E6"/>
    <w:rsid w:val="00195D03"/>
    <w:rsid w:val="00195F96"/>
    <w:rsid w:val="001A14FA"/>
    <w:rsid w:val="001A57B1"/>
    <w:rsid w:val="001A66E6"/>
    <w:rsid w:val="001B2188"/>
    <w:rsid w:val="001B2252"/>
    <w:rsid w:val="001C18F8"/>
    <w:rsid w:val="001C3D19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4DC8"/>
    <w:rsid w:val="002325C0"/>
    <w:rsid w:val="00233139"/>
    <w:rsid w:val="0023414F"/>
    <w:rsid w:val="002374C0"/>
    <w:rsid w:val="00241272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B77D0"/>
    <w:rsid w:val="002C17B0"/>
    <w:rsid w:val="002C1A2B"/>
    <w:rsid w:val="002C5984"/>
    <w:rsid w:val="002C6224"/>
    <w:rsid w:val="002C77A0"/>
    <w:rsid w:val="002D057D"/>
    <w:rsid w:val="002D525B"/>
    <w:rsid w:val="002E0E9A"/>
    <w:rsid w:val="002E4EF0"/>
    <w:rsid w:val="002E52CA"/>
    <w:rsid w:val="002F0C4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4D5C"/>
    <w:rsid w:val="00355391"/>
    <w:rsid w:val="0035667E"/>
    <w:rsid w:val="003712C5"/>
    <w:rsid w:val="00371B47"/>
    <w:rsid w:val="00373A06"/>
    <w:rsid w:val="003751ED"/>
    <w:rsid w:val="00375B9B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5FA8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2D3D"/>
    <w:rsid w:val="004156A8"/>
    <w:rsid w:val="004164B8"/>
    <w:rsid w:val="00421764"/>
    <w:rsid w:val="00424424"/>
    <w:rsid w:val="00425D66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71C8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723B"/>
    <w:rsid w:val="00507EDA"/>
    <w:rsid w:val="00507F3C"/>
    <w:rsid w:val="00514D41"/>
    <w:rsid w:val="00517276"/>
    <w:rsid w:val="00521B3F"/>
    <w:rsid w:val="00521E7D"/>
    <w:rsid w:val="00522ADD"/>
    <w:rsid w:val="005239C8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2C5F"/>
    <w:rsid w:val="00565A98"/>
    <w:rsid w:val="005673B3"/>
    <w:rsid w:val="00572C83"/>
    <w:rsid w:val="005732FF"/>
    <w:rsid w:val="0057367C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5AF9"/>
    <w:rsid w:val="00595E0E"/>
    <w:rsid w:val="00597582"/>
    <w:rsid w:val="005A0BEE"/>
    <w:rsid w:val="005A0E1A"/>
    <w:rsid w:val="005A4B60"/>
    <w:rsid w:val="005B7525"/>
    <w:rsid w:val="005C18EE"/>
    <w:rsid w:val="005C4633"/>
    <w:rsid w:val="005D0D31"/>
    <w:rsid w:val="005D5DFB"/>
    <w:rsid w:val="005D71EF"/>
    <w:rsid w:val="005E5506"/>
    <w:rsid w:val="005E6333"/>
    <w:rsid w:val="005F78E2"/>
    <w:rsid w:val="005F7F6C"/>
    <w:rsid w:val="00607130"/>
    <w:rsid w:val="00610CB4"/>
    <w:rsid w:val="00611F17"/>
    <w:rsid w:val="006121CF"/>
    <w:rsid w:val="00612ED8"/>
    <w:rsid w:val="006157E5"/>
    <w:rsid w:val="00620085"/>
    <w:rsid w:val="0063174F"/>
    <w:rsid w:val="00635575"/>
    <w:rsid w:val="006379C4"/>
    <w:rsid w:val="0064362F"/>
    <w:rsid w:val="00643A7D"/>
    <w:rsid w:val="006444D7"/>
    <w:rsid w:val="00657883"/>
    <w:rsid w:val="00657C89"/>
    <w:rsid w:val="00660F12"/>
    <w:rsid w:val="00661CD1"/>
    <w:rsid w:val="00662499"/>
    <w:rsid w:val="00664036"/>
    <w:rsid w:val="00664AA4"/>
    <w:rsid w:val="00664D0B"/>
    <w:rsid w:val="00673710"/>
    <w:rsid w:val="00676651"/>
    <w:rsid w:val="0067761E"/>
    <w:rsid w:val="00677CAE"/>
    <w:rsid w:val="00681840"/>
    <w:rsid w:val="00683D98"/>
    <w:rsid w:val="006840E9"/>
    <w:rsid w:val="00685933"/>
    <w:rsid w:val="00685FD6"/>
    <w:rsid w:val="00694BEE"/>
    <w:rsid w:val="00694CD1"/>
    <w:rsid w:val="00695F1A"/>
    <w:rsid w:val="0069693B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D2096"/>
    <w:rsid w:val="006E0397"/>
    <w:rsid w:val="006E4432"/>
    <w:rsid w:val="006E4485"/>
    <w:rsid w:val="006E6645"/>
    <w:rsid w:val="006F44B4"/>
    <w:rsid w:val="0070013A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41FDB"/>
    <w:rsid w:val="00743534"/>
    <w:rsid w:val="00743B2F"/>
    <w:rsid w:val="00746535"/>
    <w:rsid w:val="007515B4"/>
    <w:rsid w:val="007539B7"/>
    <w:rsid w:val="007541E9"/>
    <w:rsid w:val="00761832"/>
    <w:rsid w:val="00762228"/>
    <w:rsid w:val="00762357"/>
    <w:rsid w:val="00765250"/>
    <w:rsid w:val="0077067A"/>
    <w:rsid w:val="0077077F"/>
    <w:rsid w:val="00774D7A"/>
    <w:rsid w:val="00785F3B"/>
    <w:rsid w:val="00786E5D"/>
    <w:rsid w:val="00790453"/>
    <w:rsid w:val="007953E0"/>
    <w:rsid w:val="0079613A"/>
    <w:rsid w:val="0079647B"/>
    <w:rsid w:val="00797E64"/>
    <w:rsid w:val="007A034D"/>
    <w:rsid w:val="007A2799"/>
    <w:rsid w:val="007A7B2C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6138"/>
    <w:rsid w:val="007E080B"/>
    <w:rsid w:val="007E1700"/>
    <w:rsid w:val="007E54CD"/>
    <w:rsid w:val="007E5F77"/>
    <w:rsid w:val="007E6273"/>
    <w:rsid w:val="007F1DBB"/>
    <w:rsid w:val="007F5BA1"/>
    <w:rsid w:val="008022B7"/>
    <w:rsid w:val="008052FD"/>
    <w:rsid w:val="00813C19"/>
    <w:rsid w:val="00821B4B"/>
    <w:rsid w:val="0082245D"/>
    <w:rsid w:val="008276A3"/>
    <w:rsid w:val="0083299E"/>
    <w:rsid w:val="00836A77"/>
    <w:rsid w:val="00837F3B"/>
    <w:rsid w:val="00841AEE"/>
    <w:rsid w:val="008426D0"/>
    <w:rsid w:val="00843C99"/>
    <w:rsid w:val="00846C1E"/>
    <w:rsid w:val="00847BE0"/>
    <w:rsid w:val="00847C37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12F9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30FF"/>
    <w:rsid w:val="008F75D7"/>
    <w:rsid w:val="00903745"/>
    <w:rsid w:val="009111E0"/>
    <w:rsid w:val="009138A0"/>
    <w:rsid w:val="00915AD0"/>
    <w:rsid w:val="00917557"/>
    <w:rsid w:val="009276AB"/>
    <w:rsid w:val="009316FD"/>
    <w:rsid w:val="0093395D"/>
    <w:rsid w:val="00937F99"/>
    <w:rsid w:val="009459CD"/>
    <w:rsid w:val="00945A0A"/>
    <w:rsid w:val="00947AEA"/>
    <w:rsid w:val="009534D9"/>
    <w:rsid w:val="00953951"/>
    <w:rsid w:val="00954E6A"/>
    <w:rsid w:val="009635BE"/>
    <w:rsid w:val="009708C6"/>
    <w:rsid w:val="00981835"/>
    <w:rsid w:val="009873BB"/>
    <w:rsid w:val="00987F3C"/>
    <w:rsid w:val="00990505"/>
    <w:rsid w:val="00990E99"/>
    <w:rsid w:val="009922A4"/>
    <w:rsid w:val="009925EE"/>
    <w:rsid w:val="00994E8A"/>
    <w:rsid w:val="00995FC0"/>
    <w:rsid w:val="009A3EC4"/>
    <w:rsid w:val="009A4573"/>
    <w:rsid w:val="009A4B70"/>
    <w:rsid w:val="009B0D73"/>
    <w:rsid w:val="009B17F1"/>
    <w:rsid w:val="009B30EB"/>
    <w:rsid w:val="009B6A19"/>
    <w:rsid w:val="009C00D2"/>
    <w:rsid w:val="009C0CC4"/>
    <w:rsid w:val="009C2166"/>
    <w:rsid w:val="009C5C12"/>
    <w:rsid w:val="009D112E"/>
    <w:rsid w:val="009D393B"/>
    <w:rsid w:val="009D66B8"/>
    <w:rsid w:val="009D6AFB"/>
    <w:rsid w:val="009D6B05"/>
    <w:rsid w:val="009D6CE5"/>
    <w:rsid w:val="009E372D"/>
    <w:rsid w:val="009E38F8"/>
    <w:rsid w:val="009F2A73"/>
    <w:rsid w:val="009F55B4"/>
    <w:rsid w:val="00A00628"/>
    <w:rsid w:val="00A0212E"/>
    <w:rsid w:val="00A02E16"/>
    <w:rsid w:val="00A061DC"/>
    <w:rsid w:val="00A071F4"/>
    <w:rsid w:val="00A10304"/>
    <w:rsid w:val="00A132C7"/>
    <w:rsid w:val="00A21319"/>
    <w:rsid w:val="00A22E19"/>
    <w:rsid w:val="00A24048"/>
    <w:rsid w:val="00A257CA"/>
    <w:rsid w:val="00A33E90"/>
    <w:rsid w:val="00A3534A"/>
    <w:rsid w:val="00A40308"/>
    <w:rsid w:val="00A45379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1DF0"/>
    <w:rsid w:val="00A82781"/>
    <w:rsid w:val="00A85A3F"/>
    <w:rsid w:val="00A865A4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7C6B"/>
    <w:rsid w:val="00AF16F8"/>
    <w:rsid w:val="00AF1E42"/>
    <w:rsid w:val="00AF30D8"/>
    <w:rsid w:val="00AF3C57"/>
    <w:rsid w:val="00AF4DEA"/>
    <w:rsid w:val="00AF50FF"/>
    <w:rsid w:val="00AF6AE7"/>
    <w:rsid w:val="00B023AD"/>
    <w:rsid w:val="00B03286"/>
    <w:rsid w:val="00B039CC"/>
    <w:rsid w:val="00B11C81"/>
    <w:rsid w:val="00B15499"/>
    <w:rsid w:val="00B15FCE"/>
    <w:rsid w:val="00B261CE"/>
    <w:rsid w:val="00B30626"/>
    <w:rsid w:val="00B32426"/>
    <w:rsid w:val="00B353E5"/>
    <w:rsid w:val="00B40681"/>
    <w:rsid w:val="00B41343"/>
    <w:rsid w:val="00B442B4"/>
    <w:rsid w:val="00B44BD9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54E7"/>
    <w:rsid w:val="00B66DA6"/>
    <w:rsid w:val="00B67661"/>
    <w:rsid w:val="00B70F8A"/>
    <w:rsid w:val="00B73E6E"/>
    <w:rsid w:val="00B746A5"/>
    <w:rsid w:val="00B764C8"/>
    <w:rsid w:val="00B77615"/>
    <w:rsid w:val="00B778FC"/>
    <w:rsid w:val="00B916B8"/>
    <w:rsid w:val="00B944D9"/>
    <w:rsid w:val="00B97D1A"/>
    <w:rsid w:val="00BA31D7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22A29"/>
    <w:rsid w:val="00C2320F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2863"/>
    <w:rsid w:val="00C631A7"/>
    <w:rsid w:val="00C71289"/>
    <w:rsid w:val="00C72E99"/>
    <w:rsid w:val="00C765BD"/>
    <w:rsid w:val="00C771D2"/>
    <w:rsid w:val="00C77741"/>
    <w:rsid w:val="00C80AF8"/>
    <w:rsid w:val="00C84494"/>
    <w:rsid w:val="00C851BC"/>
    <w:rsid w:val="00C8637B"/>
    <w:rsid w:val="00C8640B"/>
    <w:rsid w:val="00C86827"/>
    <w:rsid w:val="00C91306"/>
    <w:rsid w:val="00C93F70"/>
    <w:rsid w:val="00C9452C"/>
    <w:rsid w:val="00C961C2"/>
    <w:rsid w:val="00CA297D"/>
    <w:rsid w:val="00CA4142"/>
    <w:rsid w:val="00CA6DBA"/>
    <w:rsid w:val="00CB25D6"/>
    <w:rsid w:val="00CB4EC5"/>
    <w:rsid w:val="00CC14E2"/>
    <w:rsid w:val="00CC24E2"/>
    <w:rsid w:val="00CD2710"/>
    <w:rsid w:val="00CD41AD"/>
    <w:rsid w:val="00CD4DF3"/>
    <w:rsid w:val="00CD5577"/>
    <w:rsid w:val="00CD602A"/>
    <w:rsid w:val="00CD7711"/>
    <w:rsid w:val="00CE3906"/>
    <w:rsid w:val="00CE7285"/>
    <w:rsid w:val="00CF39A6"/>
    <w:rsid w:val="00D02C07"/>
    <w:rsid w:val="00D03D9C"/>
    <w:rsid w:val="00D07FEF"/>
    <w:rsid w:val="00D16B2A"/>
    <w:rsid w:val="00D239CC"/>
    <w:rsid w:val="00D25478"/>
    <w:rsid w:val="00D334A6"/>
    <w:rsid w:val="00D36303"/>
    <w:rsid w:val="00D405E2"/>
    <w:rsid w:val="00D43144"/>
    <w:rsid w:val="00D439EC"/>
    <w:rsid w:val="00D44A13"/>
    <w:rsid w:val="00D455E1"/>
    <w:rsid w:val="00D461A8"/>
    <w:rsid w:val="00D55509"/>
    <w:rsid w:val="00D56ABE"/>
    <w:rsid w:val="00D74054"/>
    <w:rsid w:val="00D75A04"/>
    <w:rsid w:val="00D76A63"/>
    <w:rsid w:val="00D772D5"/>
    <w:rsid w:val="00D834F1"/>
    <w:rsid w:val="00D85EF9"/>
    <w:rsid w:val="00D90760"/>
    <w:rsid w:val="00D91B1A"/>
    <w:rsid w:val="00D94D81"/>
    <w:rsid w:val="00DA122E"/>
    <w:rsid w:val="00DA4723"/>
    <w:rsid w:val="00DB0021"/>
    <w:rsid w:val="00DB1020"/>
    <w:rsid w:val="00DB1688"/>
    <w:rsid w:val="00DB4925"/>
    <w:rsid w:val="00DB4A58"/>
    <w:rsid w:val="00DB7155"/>
    <w:rsid w:val="00DC51AE"/>
    <w:rsid w:val="00DC60C9"/>
    <w:rsid w:val="00DC6C66"/>
    <w:rsid w:val="00DD1924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13B6"/>
    <w:rsid w:val="00E03342"/>
    <w:rsid w:val="00E04293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6718"/>
    <w:rsid w:val="00EC4C50"/>
    <w:rsid w:val="00EC5C3D"/>
    <w:rsid w:val="00EC6C46"/>
    <w:rsid w:val="00EC71BE"/>
    <w:rsid w:val="00ED082C"/>
    <w:rsid w:val="00ED46B4"/>
    <w:rsid w:val="00ED64BB"/>
    <w:rsid w:val="00EE32E2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07F9E"/>
    <w:rsid w:val="00F13A54"/>
    <w:rsid w:val="00F23C5E"/>
    <w:rsid w:val="00F26149"/>
    <w:rsid w:val="00F27E25"/>
    <w:rsid w:val="00F30CA2"/>
    <w:rsid w:val="00F31CFA"/>
    <w:rsid w:val="00F368CE"/>
    <w:rsid w:val="00F45A3E"/>
    <w:rsid w:val="00F46237"/>
    <w:rsid w:val="00F534EE"/>
    <w:rsid w:val="00F53C2C"/>
    <w:rsid w:val="00F552B1"/>
    <w:rsid w:val="00F55C19"/>
    <w:rsid w:val="00F607C5"/>
    <w:rsid w:val="00F621DD"/>
    <w:rsid w:val="00F63C3B"/>
    <w:rsid w:val="00F6700B"/>
    <w:rsid w:val="00F72B5A"/>
    <w:rsid w:val="00F72CB4"/>
    <w:rsid w:val="00F7580A"/>
    <w:rsid w:val="00F760BD"/>
    <w:rsid w:val="00F7630A"/>
    <w:rsid w:val="00F77DB1"/>
    <w:rsid w:val="00F80564"/>
    <w:rsid w:val="00F80B12"/>
    <w:rsid w:val="00F825B7"/>
    <w:rsid w:val="00F8690B"/>
    <w:rsid w:val="00F930BC"/>
    <w:rsid w:val="00F95826"/>
    <w:rsid w:val="00F97C65"/>
    <w:rsid w:val="00FA0F5C"/>
    <w:rsid w:val="00FA69AE"/>
    <w:rsid w:val="00FB2337"/>
    <w:rsid w:val="00FB2CE1"/>
    <w:rsid w:val="00FB4F0F"/>
    <w:rsid w:val="00FB7107"/>
    <w:rsid w:val="00FC0F1D"/>
    <w:rsid w:val="00FC1D45"/>
    <w:rsid w:val="00FC6871"/>
    <w:rsid w:val="00FD1A59"/>
    <w:rsid w:val="00FD2B58"/>
    <w:rsid w:val="00FD2FB3"/>
    <w:rsid w:val="00FD4266"/>
    <w:rsid w:val="00FD5395"/>
    <w:rsid w:val="00FE1E24"/>
    <w:rsid w:val="00FE34C5"/>
    <w:rsid w:val="00FE4624"/>
    <w:rsid w:val="00FE5F4D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1DFCE3"/>
  <w15:docId w15:val="{4EE7C9C8-D839-4A9C-98CA-5F9BBB4B0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3C0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A71C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71C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11164C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EC5C3D"/>
    <w:rPr>
      <w:i/>
      <w:iCs/>
    </w:rPr>
  </w:style>
  <w:style w:type="character" w:styleId="Pogrubienie">
    <w:name w:val="Strong"/>
    <w:qFormat/>
    <w:rsid w:val="00EC5C3D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43F39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264F09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264F09"/>
    <w:rPr>
      <w:rFonts w:ascii="Arial" w:hAnsi="Arial" w:cs="Arial"/>
      <w:sz w:val="22"/>
      <w:szCs w:val="22"/>
    </w:rPr>
  </w:style>
  <w:style w:type="paragraph" w:customStyle="1" w:styleId="1poziom">
    <w:name w:val="*1 poziom"/>
    <w:basedOn w:val="Akapitzlist"/>
    <w:link w:val="1poziomZnak"/>
    <w:qFormat/>
    <w:rsid w:val="005239C8"/>
    <w:pPr>
      <w:numPr>
        <w:numId w:val="1"/>
      </w:numPr>
      <w:spacing w:before="120" w:after="60"/>
      <w:jc w:val="both"/>
    </w:pPr>
    <w:rPr>
      <w:rFonts w:cs="Arial"/>
      <w:b/>
      <w:color w:val="1F497D" w:themeColor="text2"/>
      <w:sz w:val="20"/>
      <w:szCs w:val="20"/>
    </w:rPr>
  </w:style>
  <w:style w:type="paragraph" w:customStyle="1" w:styleId="2poziom">
    <w:name w:val="*2 poziom"/>
    <w:basedOn w:val="Akapitzlist"/>
    <w:link w:val="2poziomZnak"/>
    <w:qFormat/>
    <w:rsid w:val="005239C8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239C8"/>
    <w:rPr>
      <w:rFonts w:ascii="Arial" w:hAnsi="Arial"/>
      <w:sz w:val="18"/>
      <w:szCs w:val="24"/>
    </w:rPr>
  </w:style>
  <w:style w:type="character" w:customStyle="1" w:styleId="1poziomZnak">
    <w:name w:val="*1 poziom Znak"/>
    <w:basedOn w:val="AkapitzlistZnak"/>
    <w:link w:val="1poziom"/>
    <w:rsid w:val="005239C8"/>
    <w:rPr>
      <w:rFonts w:ascii="Arial" w:hAnsi="Arial" w:cs="Arial"/>
      <w:b/>
      <w:color w:val="1F497D" w:themeColor="text2"/>
      <w:sz w:val="18"/>
      <w:szCs w:val="24"/>
    </w:rPr>
  </w:style>
  <w:style w:type="paragraph" w:customStyle="1" w:styleId="5poziom">
    <w:name w:val="*5 poziom"/>
    <w:basedOn w:val="Akapitzlist"/>
    <w:link w:val="5poziomZnak"/>
    <w:qFormat/>
    <w:rsid w:val="005239C8"/>
    <w:pPr>
      <w:numPr>
        <w:ilvl w:val="4"/>
        <w:numId w:val="3"/>
      </w:numPr>
      <w:contextualSpacing/>
      <w:jc w:val="both"/>
    </w:pPr>
    <w:rPr>
      <w:rFonts w:cs="Arial"/>
      <w:szCs w:val="18"/>
    </w:rPr>
  </w:style>
  <w:style w:type="character" w:customStyle="1" w:styleId="2poziomZnak">
    <w:name w:val="*2 poziom Znak"/>
    <w:basedOn w:val="AkapitzlistZnak"/>
    <w:link w:val="2poziom"/>
    <w:rsid w:val="005239C8"/>
    <w:rPr>
      <w:rFonts w:ascii="Arial" w:hAnsi="Arial" w:cs="Arial"/>
      <w:sz w:val="18"/>
      <w:szCs w:val="18"/>
    </w:rPr>
  </w:style>
  <w:style w:type="paragraph" w:customStyle="1" w:styleId="3poziom">
    <w:name w:val="*3 poziom"/>
    <w:basedOn w:val="Akapitzlist"/>
    <w:link w:val="3poziomZnak"/>
    <w:qFormat/>
    <w:rsid w:val="005239C8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5poziomZnak">
    <w:name w:val="*5 poziom Znak"/>
    <w:basedOn w:val="AkapitzlistZnak"/>
    <w:link w:val="5poziom"/>
    <w:rsid w:val="005239C8"/>
    <w:rPr>
      <w:rFonts w:ascii="Arial" w:hAnsi="Arial" w:cs="Arial"/>
      <w:sz w:val="18"/>
      <w:szCs w:val="18"/>
    </w:rPr>
  </w:style>
  <w:style w:type="paragraph" w:customStyle="1" w:styleId="4poziom">
    <w:name w:val="*4 poziom"/>
    <w:basedOn w:val="3poziom"/>
    <w:link w:val="4poziomZnak"/>
    <w:qFormat/>
    <w:rsid w:val="005239C8"/>
    <w:pPr>
      <w:numPr>
        <w:ilvl w:val="3"/>
      </w:numPr>
    </w:pPr>
  </w:style>
  <w:style w:type="character" w:customStyle="1" w:styleId="3poziomZnak">
    <w:name w:val="*3 poziom Znak"/>
    <w:basedOn w:val="AkapitzlistZnak"/>
    <w:link w:val="3poziom"/>
    <w:rsid w:val="005239C8"/>
    <w:rPr>
      <w:rFonts w:ascii="Arial" w:hAnsi="Arial" w:cs="Arial"/>
      <w:sz w:val="18"/>
      <w:szCs w:val="18"/>
    </w:rPr>
  </w:style>
  <w:style w:type="character" w:customStyle="1" w:styleId="4poziomZnak">
    <w:name w:val="*4 poziom Znak"/>
    <w:basedOn w:val="3poziomZnak"/>
    <w:link w:val="4poziom"/>
    <w:rsid w:val="005239C8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CA57B6C87E1143A4F9C9BF81D74B8A" ma:contentTypeVersion="2" ma:contentTypeDescription="Utwórz nowy dokument." ma:contentTypeScope="" ma:versionID="21749b2b94ed8c47b05c43d0967f48a3">
  <xsd:schema xmlns:xsd="http://www.w3.org/2001/XMLSchema" xmlns:xs="http://www.w3.org/2001/XMLSchema" xmlns:p="http://schemas.microsoft.com/office/2006/metadata/properties" xmlns:ns2="d862ff16-0bb1-45d0-bb79-4082069e0040" targetNamespace="http://schemas.microsoft.com/office/2006/metadata/properties" ma:root="true" ma:fieldsID="670439ce95135f196086779ff84f8d89" ns2:_="">
    <xsd:import namespace="d862ff16-0bb1-45d0-bb79-4082069e00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62ff16-0bb1-45d0-bb79-4082069e00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04792C-E3C1-4CAE-A5E0-8B190F9BE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62ff16-0bb1-45d0-bb79-4082069e0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2F767A-02D6-4A5E-B9A9-55F5C202D25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EC19AB5-919D-47EF-8625-6A52D0C9087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884C014-680F-4CC8-B21A-207ACB63D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</Template>
  <TotalTime>255</TotalTime>
  <Pages>17</Pages>
  <Words>2757</Words>
  <Characters>16547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Ogólna - Standard Dokumentacji Systemu Zarządzania w Grupie PGE</vt:lpstr>
    </vt:vector>
  </TitlesOfParts>
  <Company>PGE Polska Grupa Energetyczna S.A.</Company>
  <LinksUpToDate>false</LinksUpToDate>
  <CharactersWithSpaces>19266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Ogólna - Standard Dokumentacji Systemu Zarządzania w Grupie PGE</dc:title>
  <dc:creator>pawel.jaworski</dc:creator>
  <cp:lastModifiedBy>Zielski Krzysztof [PGE Toruń S.A.]</cp:lastModifiedBy>
  <cp:revision>7</cp:revision>
  <cp:lastPrinted>2018-06-07T12:32:00Z</cp:lastPrinted>
  <dcterms:created xsi:type="dcterms:W3CDTF">2024-04-18T05:57:00Z</dcterms:created>
  <dcterms:modified xsi:type="dcterms:W3CDTF">2024-04-18T11:08:00Z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0x01010085CA57B6C87E1143A4F9C9BF81D74B8A</vt:lpwstr>
  </property>
</Properties>
</file>